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D54" w:rsidRDefault="003465B7" w:rsidP="00AF23EB">
      <w:pPr>
        <w:tabs>
          <w:tab w:val="left" w:pos="284"/>
          <w:tab w:val="center" w:pos="5896"/>
        </w:tabs>
        <w:ind w:left="284"/>
        <w:rPr>
          <w:noProof/>
          <w:sz w:val="22"/>
        </w:rPr>
      </w:pPr>
      <w:fldSimple w:instr=" TITLE  \* Upper  \* MERGEFORMAT ">
        <w:r w:rsidR="000C5CAB">
          <w:rPr>
            <w:noProof/>
            <w:sz w:val="22"/>
          </w:rPr>
          <w:t xml:space="preserve"> </w:t>
        </w:r>
      </w:fldSimple>
      <w:r w:rsidR="00AF23EB">
        <w:rPr>
          <w:noProof/>
          <w:sz w:val="22"/>
        </w:rPr>
        <w:tab/>
      </w:r>
      <w:r w:rsidR="00AF23EB">
        <w:rPr>
          <w:noProof/>
          <w:sz w:val="22"/>
        </w:rPr>
        <w:tab/>
      </w:r>
      <w:r w:rsidR="00AF23EB">
        <w:rPr>
          <w:noProof/>
          <w:sz w:val="22"/>
        </w:rPr>
        <w:tab/>
      </w:r>
      <w:r w:rsidR="00093654">
        <w:rPr>
          <w:noProof/>
          <w:sz w:val="22"/>
        </w:rPr>
        <w:t xml:space="preserve">                                                                          </w:t>
      </w:r>
    </w:p>
    <w:p w:rsidR="00645D54" w:rsidRDefault="00645D54" w:rsidP="00645D54">
      <w:pPr>
        <w:jc w:val="center"/>
        <w:rPr>
          <w:noProof/>
          <w:sz w:val="22"/>
        </w:rPr>
      </w:pPr>
    </w:p>
    <w:p w:rsidR="00645D54" w:rsidRDefault="00645D54" w:rsidP="00645D54">
      <w:pPr>
        <w:jc w:val="center"/>
        <w:rPr>
          <w:noProof/>
          <w:sz w:val="22"/>
        </w:rPr>
      </w:pPr>
    </w:p>
    <w:p w:rsidR="00645D54" w:rsidRDefault="00645D54" w:rsidP="00645D54">
      <w:pPr>
        <w:jc w:val="center"/>
        <w:rPr>
          <w:noProof/>
          <w:sz w:val="22"/>
        </w:rPr>
      </w:pPr>
    </w:p>
    <w:p w:rsidR="00645D54" w:rsidRDefault="00645D54" w:rsidP="00645D54">
      <w:pPr>
        <w:jc w:val="center"/>
        <w:rPr>
          <w:noProof/>
          <w:sz w:val="22"/>
        </w:rPr>
      </w:pPr>
    </w:p>
    <w:p w:rsidR="00645D54" w:rsidRDefault="00645D54" w:rsidP="00645D54">
      <w:pPr>
        <w:jc w:val="center"/>
        <w:rPr>
          <w:noProof/>
          <w:sz w:val="22"/>
        </w:rPr>
      </w:pPr>
    </w:p>
    <w:p w:rsidR="00B0217D" w:rsidRDefault="00B0217D" w:rsidP="00645D54">
      <w:pPr>
        <w:jc w:val="center"/>
        <w:rPr>
          <w:noProof/>
          <w:sz w:val="22"/>
        </w:rPr>
      </w:pPr>
    </w:p>
    <w:p w:rsidR="00B0217D" w:rsidRPr="005D48B5" w:rsidRDefault="003465B7" w:rsidP="00B0217D">
      <w:pPr>
        <w:rPr>
          <w:rFonts w:ascii="Arial" w:hAnsi="Arial" w:cs="Arial"/>
          <w:noProof/>
          <w:sz w:val="22"/>
        </w:rPr>
      </w:pPr>
      <w:r w:rsidRPr="003465B7">
        <w:rPr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11.95pt;margin-top:7.7pt;width:142.75pt;height:18.75pt;z-index:251665408" filled="f" stroked="f">
            <v:textbox>
              <w:txbxContent>
                <w:p w:rsidR="005B4ABB" w:rsidRDefault="005B4ABB" w:rsidP="005B4ABB">
                  <w:r w:rsidRPr="00722D34">
                    <w:rPr>
                      <w:rFonts w:ascii="Arial" w:hAnsi="Arial" w:cs="Arial"/>
                      <w:b/>
                      <w:noProof/>
                      <w:color w:val="002060"/>
                      <w:sz w:val="22"/>
                    </w:rPr>
                    <w:t xml:space="preserve">Zakázka č.: </w:t>
                  </w:r>
                  <w:r w:rsidRPr="00055F79">
                    <w:rPr>
                      <w:rFonts w:ascii="Arial" w:hAnsi="Arial" w:cs="Arial"/>
                      <w:b/>
                      <w:bCs/>
                      <w:iCs/>
                      <w:noProof/>
                      <w:color w:val="002060"/>
                      <w:sz w:val="24"/>
                      <w:szCs w:val="24"/>
                    </w:rPr>
                    <w:t>K1</w:t>
                  </w:r>
                  <w:r>
                    <w:rPr>
                      <w:rFonts w:ascii="Arial" w:hAnsi="Arial" w:cs="Arial"/>
                      <w:b/>
                      <w:bCs/>
                      <w:iCs/>
                      <w:noProof/>
                      <w:color w:val="002060"/>
                      <w:sz w:val="24"/>
                      <w:szCs w:val="24"/>
                    </w:rPr>
                    <w:t>710</w:t>
                  </w:r>
                  <w:r w:rsidRPr="00055F79">
                    <w:rPr>
                      <w:rFonts w:ascii="Arial" w:hAnsi="Arial" w:cs="Arial"/>
                      <w:b/>
                      <w:bCs/>
                      <w:iCs/>
                      <w:noProof/>
                      <w:color w:val="002060"/>
                      <w:sz w:val="24"/>
                      <w:szCs w:val="24"/>
                    </w:rPr>
                    <w:t>0016</w:t>
                  </w:r>
                </w:p>
                <w:p w:rsidR="00074027" w:rsidRPr="005B4ABB" w:rsidRDefault="00074027" w:rsidP="005B4ABB"/>
              </w:txbxContent>
            </v:textbox>
          </v:shape>
        </w:pict>
      </w:r>
      <w:r w:rsidRPr="003465B7">
        <w:rPr>
          <w:noProof/>
          <w:sz w:val="22"/>
        </w:rPr>
        <w:pict>
          <v:shape id="_x0000_s1031" type="#_x0000_t202" style="position:absolute;margin-left:157.15pt;margin-top:7.7pt;width:97.65pt;height:22.5pt;z-index:251666432" filled="f" stroked="f">
            <v:textbox>
              <w:txbxContent>
                <w:p w:rsidR="005B4ABB" w:rsidRDefault="006E3142" w:rsidP="005B4ABB">
                  <w:r>
                    <w:rPr>
                      <w:rFonts w:ascii="Arial" w:hAnsi="Arial" w:cs="Arial"/>
                      <w:b/>
                      <w:noProof/>
                      <w:color w:val="002060"/>
                      <w:sz w:val="22"/>
                    </w:rPr>
                    <w:t>06.</w:t>
                  </w:r>
                  <w:r w:rsidR="005B4ABB">
                    <w:rPr>
                      <w:rFonts w:ascii="Arial" w:hAnsi="Arial" w:cs="Arial"/>
                      <w:b/>
                      <w:noProof/>
                      <w:color w:val="002060"/>
                      <w:sz w:val="22"/>
                    </w:rPr>
                    <w:t>2017</w:t>
                  </w:r>
                </w:p>
                <w:p w:rsidR="00074027" w:rsidRPr="002A29B5" w:rsidRDefault="00074027" w:rsidP="002A29B5"/>
              </w:txbxContent>
            </v:textbox>
          </v:shape>
        </w:pict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  <w:r w:rsidR="00B0217D" w:rsidRPr="005D48B5">
        <w:rPr>
          <w:rFonts w:ascii="Arial" w:hAnsi="Arial" w:cs="Arial"/>
          <w:noProof/>
          <w:sz w:val="22"/>
        </w:rPr>
        <w:tab/>
      </w:r>
    </w:p>
    <w:p w:rsidR="00B0217D" w:rsidRPr="00B77013" w:rsidRDefault="00B0217D" w:rsidP="00F90CB3">
      <w:pPr>
        <w:ind w:left="3261"/>
        <w:rPr>
          <w:rFonts w:ascii="Arial" w:hAnsi="Arial" w:cs="Arial"/>
          <w:b/>
          <w:noProof/>
          <w:color w:val="002060"/>
          <w:sz w:val="22"/>
        </w:rPr>
      </w:pP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  <w:r w:rsidRPr="00B77013">
        <w:rPr>
          <w:rFonts w:ascii="Arial" w:hAnsi="Arial" w:cs="Arial"/>
          <w:b/>
          <w:noProof/>
          <w:color w:val="002060"/>
          <w:sz w:val="22"/>
        </w:rPr>
        <w:tab/>
      </w:r>
    </w:p>
    <w:p w:rsidR="00645D54" w:rsidRPr="00B77013" w:rsidRDefault="00645D54" w:rsidP="00645D54">
      <w:pPr>
        <w:jc w:val="center"/>
        <w:rPr>
          <w:rFonts w:ascii="Arial" w:hAnsi="Arial" w:cs="Arial"/>
          <w:noProof/>
          <w:sz w:val="22"/>
        </w:rPr>
      </w:pPr>
    </w:p>
    <w:p w:rsidR="00AF23EB" w:rsidRPr="00B77013" w:rsidRDefault="00AF23EB" w:rsidP="00C16F6F">
      <w:pPr>
        <w:tabs>
          <w:tab w:val="left" w:pos="10773"/>
        </w:tabs>
        <w:ind w:left="3119" w:right="310"/>
        <w:jc w:val="center"/>
        <w:rPr>
          <w:rFonts w:ascii="Arial" w:hAnsi="Arial" w:cs="Arial"/>
          <w:b/>
          <w:noProof/>
          <w:color w:val="002060"/>
          <w:spacing w:val="24"/>
          <w:sz w:val="36"/>
          <w:szCs w:val="36"/>
        </w:rPr>
      </w:pPr>
    </w:p>
    <w:p w:rsidR="00B0217D" w:rsidRPr="00B77013" w:rsidRDefault="00B0217D" w:rsidP="00315E8F">
      <w:pPr>
        <w:tabs>
          <w:tab w:val="left" w:pos="10773"/>
        </w:tabs>
        <w:ind w:left="2552" w:right="310"/>
        <w:jc w:val="center"/>
        <w:rPr>
          <w:rFonts w:ascii="Arial" w:hAnsi="Arial" w:cs="Arial"/>
          <w:b/>
          <w:noProof/>
          <w:color w:val="002060"/>
          <w:spacing w:val="24"/>
          <w:sz w:val="36"/>
          <w:szCs w:val="36"/>
        </w:rPr>
      </w:pPr>
    </w:p>
    <w:p w:rsidR="00645D54" w:rsidRPr="00B77013" w:rsidRDefault="003465B7" w:rsidP="00EA0BAA">
      <w:pPr>
        <w:tabs>
          <w:tab w:val="left" w:pos="10773"/>
        </w:tabs>
        <w:ind w:left="2552" w:right="1160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w:pict>
          <v:shape id="_x0000_s1026" type="#_x0000_t202" style="position:absolute;left:0;text-align:left;margin-left:150.9pt;margin-top:0;width:410.7pt;height:132.4pt;z-index:251660288;mso-position-horizontal-relative:margin;mso-width-relative:margin;mso-height-relative:margin" stroked="f">
            <v:textbox style="mso-next-textbox:#_x0000_s1026">
              <w:txbxContent>
                <w:p w:rsidR="005B4ABB" w:rsidRDefault="005B4ABB" w:rsidP="005B4ABB">
                  <w:pPr>
                    <w:tabs>
                      <w:tab w:val="left" w:pos="10773"/>
                    </w:tabs>
                    <w:ind w:right="310"/>
                    <w:jc w:val="center"/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</w:pPr>
                  <w:r w:rsidRPr="006D38F3"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>PROJEKTOVÁ DOKUMENTACE</w:t>
                  </w:r>
                  <w:r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 xml:space="preserve"> </w:t>
                  </w:r>
                </w:p>
                <w:p w:rsidR="005B4ABB" w:rsidRPr="000E5207" w:rsidRDefault="005B4ABB" w:rsidP="005B4ABB">
                  <w:pPr>
                    <w:tabs>
                      <w:tab w:val="left" w:pos="10773"/>
                    </w:tabs>
                    <w:ind w:right="310"/>
                    <w:jc w:val="center"/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</w:pPr>
                  <w:r w:rsidRPr="006D38F3"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 xml:space="preserve">PRO  </w:t>
                  </w:r>
                  <w:r>
                    <w:rPr>
                      <w:rFonts w:ascii="Arial" w:hAnsi="Arial" w:cs="Arial"/>
                      <w:b/>
                      <w:caps/>
                      <w:noProof/>
                      <w:color w:val="002060"/>
                      <w:sz w:val="36"/>
                      <w:szCs w:val="36"/>
                    </w:rPr>
                    <w:t>PROVÁDĚNÍ STAVBY</w:t>
                  </w:r>
                </w:p>
                <w:p w:rsidR="005B4ABB" w:rsidRPr="00E6526C" w:rsidRDefault="005B4ABB" w:rsidP="005B4ABB">
                  <w:pPr>
                    <w:tabs>
                      <w:tab w:val="left" w:pos="10773"/>
                      <w:tab w:val="left" w:pos="11340"/>
                    </w:tabs>
                    <w:spacing w:before="120"/>
                    <w:ind w:right="85"/>
                    <w:jc w:val="center"/>
                    <w:rPr>
                      <w:rFonts w:ascii="Arial" w:hAnsi="Arial" w:cs="Arial"/>
                      <w:color w:val="002060"/>
                      <w:sz w:val="24"/>
                      <w:szCs w:val="24"/>
                    </w:rPr>
                  </w:pPr>
                  <w:r w:rsidRPr="005B4ABB">
                    <w:rPr>
                      <w:rFonts w:ascii="Calibri" w:hAnsi="Calibri"/>
                      <w:b/>
                      <w:shadow/>
                      <w:noProof/>
                      <w:color w:val="365F91"/>
                      <w:spacing w:val="24"/>
                    </w:rPr>
                    <w:t>v rozsahu přílohy č. 6 k vyhlášce 499/2006 Sb.</w:t>
                  </w:r>
                  <w:r>
                    <w:rPr>
                      <w:rFonts w:ascii="Arial" w:hAnsi="Arial" w:cs="Arial"/>
                      <w:color w:val="00206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shadow/>
                      <w:noProof/>
                      <w:color w:val="365F91"/>
                      <w:spacing w:val="24"/>
                    </w:rPr>
                    <w:t>ve znění vyhl. 62/2013 Sb.</w:t>
                  </w:r>
                </w:p>
                <w:p w:rsidR="00861025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:rsidR="00861025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  <w:p w:rsidR="00861025" w:rsidRPr="000C5CAB" w:rsidRDefault="00861025" w:rsidP="000D6035">
                  <w:pPr>
                    <w:spacing w:before="60"/>
                    <w:jc w:val="center"/>
                    <w:rPr>
                      <w:rFonts w:ascii="Arial" w:hAnsi="Arial" w:cs="Arial"/>
                      <w:b/>
                      <w:color w:val="002060"/>
                      <w:sz w:val="32"/>
                      <w:szCs w:val="32"/>
                    </w:rPr>
                  </w:pPr>
                </w:p>
              </w:txbxContent>
            </v:textbox>
            <w10:wrap anchorx="margin"/>
          </v:shape>
        </w:pict>
      </w:r>
    </w:p>
    <w:p w:rsidR="008601FE" w:rsidRPr="00B77013" w:rsidRDefault="00093654" w:rsidP="000D703D">
      <w:pPr>
        <w:pStyle w:val="Zhlav"/>
        <w:tabs>
          <w:tab w:val="clear" w:pos="4536"/>
          <w:tab w:val="clear" w:pos="9072"/>
          <w:tab w:val="left" w:pos="10773"/>
        </w:tabs>
        <w:ind w:left="709" w:right="1160"/>
        <w:jc w:val="both"/>
        <w:rPr>
          <w:rFonts w:ascii="Arial" w:hAnsi="Arial" w:cs="Arial"/>
          <w:noProof/>
          <w:sz w:val="22"/>
        </w:rPr>
      </w:pPr>
      <w:r w:rsidRPr="00B77013">
        <w:rPr>
          <w:rFonts w:ascii="Arial" w:hAnsi="Arial" w:cs="Arial"/>
          <w:noProof/>
          <w:sz w:val="22"/>
        </w:rPr>
        <w:t xml:space="preserve">                        </w:t>
      </w:r>
    </w:p>
    <w:p w:rsidR="008601FE" w:rsidRPr="00B77013" w:rsidRDefault="008601FE" w:rsidP="008601FE">
      <w:pPr>
        <w:rPr>
          <w:rFonts w:ascii="Arial" w:hAnsi="Arial" w:cs="Arial"/>
        </w:rPr>
      </w:pPr>
    </w:p>
    <w:p w:rsidR="008601FE" w:rsidRPr="00B77013" w:rsidRDefault="008601FE" w:rsidP="008601FE">
      <w:pPr>
        <w:rPr>
          <w:rFonts w:ascii="Arial" w:hAnsi="Arial" w:cs="Arial"/>
        </w:rPr>
      </w:pPr>
    </w:p>
    <w:p w:rsidR="008601FE" w:rsidRPr="00B77013" w:rsidRDefault="008601FE" w:rsidP="008601FE">
      <w:pPr>
        <w:rPr>
          <w:rFonts w:ascii="Arial" w:hAnsi="Arial" w:cs="Arial"/>
        </w:rPr>
      </w:pPr>
    </w:p>
    <w:p w:rsidR="008601FE" w:rsidRPr="00B77013" w:rsidRDefault="008601FE" w:rsidP="008601FE">
      <w:pPr>
        <w:rPr>
          <w:rFonts w:ascii="Arial" w:hAnsi="Arial" w:cs="Arial"/>
        </w:rPr>
      </w:pPr>
    </w:p>
    <w:p w:rsidR="008601FE" w:rsidRPr="00B77013" w:rsidRDefault="008601FE" w:rsidP="008601FE">
      <w:pPr>
        <w:rPr>
          <w:rFonts w:ascii="Arial" w:hAnsi="Arial" w:cs="Arial"/>
        </w:rPr>
      </w:pPr>
    </w:p>
    <w:p w:rsidR="008601FE" w:rsidRPr="00B77013" w:rsidRDefault="008601FE" w:rsidP="008601FE">
      <w:pPr>
        <w:rPr>
          <w:rFonts w:ascii="Arial" w:hAnsi="Arial" w:cs="Arial"/>
        </w:rPr>
      </w:pPr>
    </w:p>
    <w:p w:rsidR="008601FE" w:rsidRPr="00B77013" w:rsidRDefault="008601FE" w:rsidP="008601FE">
      <w:pPr>
        <w:rPr>
          <w:rFonts w:ascii="Arial" w:hAnsi="Arial" w:cs="Arial"/>
        </w:rPr>
      </w:pPr>
    </w:p>
    <w:p w:rsidR="008601FE" w:rsidRPr="00B77013" w:rsidRDefault="008601FE" w:rsidP="008601FE">
      <w:pPr>
        <w:rPr>
          <w:rFonts w:ascii="Arial" w:hAnsi="Arial" w:cs="Arial"/>
        </w:rPr>
      </w:pPr>
    </w:p>
    <w:p w:rsidR="008601FE" w:rsidRPr="00B77013" w:rsidRDefault="003465B7" w:rsidP="008601FE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28" type="#_x0000_t202" style="position:absolute;margin-left:157.15pt;margin-top:10.05pt;width:393.2pt;height:221pt;z-index:251663360" filled="f" stroked="f">
            <v:textbox>
              <w:txbxContent>
                <w:p w:rsidR="00793490" w:rsidRDefault="00793490" w:rsidP="007F063A">
                  <w:pPr>
                    <w:tabs>
                      <w:tab w:val="left" w:pos="1418"/>
                    </w:tabs>
                    <w:ind w:left="142" w:right="-354"/>
                    <w:rPr>
                      <w:rFonts w:ascii="Arial" w:hAnsi="Arial" w:cs="Arial"/>
                      <w:b/>
                      <w:bCs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2060"/>
                      <w:sz w:val="24"/>
                      <w:szCs w:val="24"/>
                    </w:rPr>
                    <w:tab/>
                  </w:r>
                </w:p>
                <w:p w:rsidR="00DA3171" w:rsidRPr="00266697" w:rsidRDefault="00DA3171" w:rsidP="00DA3171">
                  <w:pPr>
                    <w:tabs>
                      <w:tab w:val="left" w:pos="1418"/>
                    </w:tabs>
                    <w:ind w:left="851" w:right="-354"/>
                    <w:rPr>
                      <w:rFonts w:ascii="Arial" w:hAnsi="Arial" w:cs="Arial"/>
                      <w:b/>
                      <w:bCs/>
                      <w:color w:val="002060"/>
                      <w:sz w:val="24"/>
                      <w:szCs w:val="24"/>
                    </w:rPr>
                  </w:pPr>
                </w:p>
                <w:p w:rsidR="00861025" w:rsidRDefault="00861025" w:rsidP="000D6035">
                  <w:pPr>
                    <w:tabs>
                      <w:tab w:val="left" w:pos="1843"/>
                    </w:tabs>
                    <w:spacing w:before="60"/>
                    <w:ind w:left="1985"/>
                    <w:rPr>
                      <w:rFonts w:ascii="Arial" w:hAnsi="Arial" w:cs="Arial"/>
                      <w:b/>
                      <w:caps/>
                      <w:color w:val="002060"/>
                      <w:sz w:val="24"/>
                      <w:szCs w:val="24"/>
                    </w:rPr>
                  </w:pPr>
                </w:p>
                <w:p w:rsidR="00861025" w:rsidRDefault="00FD16F5" w:rsidP="00FD16F5">
                  <w:pPr>
                    <w:spacing w:before="60"/>
                    <w:ind w:left="2410"/>
                    <w:rPr>
                      <w:rFonts w:ascii="Arial" w:hAnsi="Arial" w:cs="Arial"/>
                      <w:b/>
                      <w:caps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2060"/>
                      <w:sz w:val="32"/>
                      <w:szCs w:val="32"/>
                      <w:u w:val="single"/>
                    </w:rPr>
                    <w:t>E. Dokladová část</w:t>
                  </w:r>
                </w:p>
              </w:txbxContent>
            </v:textbox>
          </v:shape>
        </w:pict>
      </w:r>
    </w:p>
    <w:p w:rsidR="008601FE" w:rsidRPr="00B77013" w:rsidRDefault="008601FE" w:rsidP="008601FE">
      <w:pPr>
        <w:rPr>
          <w:rFonts w:ascii="Arial" w:hAnsi="Arial" w:cs="Arial"/>
        </w:rPr>
      </w:pPr>
    </w:p>
    <w:p w:rsidR="008601FE" w:rsidRPr="00B77013" w:rsidRDefault="008601FE" w:rsidP="008601FE">
      <w:pPr>
        <w:rPr>
          <w:rFonts w:ascii="Arial" w:hAnsi="Arial" w:cs="Arial"/>
        </w:rPr>
      </w:pPr>
    </w:p>
    <w:p w:rsidR="008601FE" w:rsidRPr="00B77013" w:rsidRDefault="008601FE" w:rsidP="008601FE">
      <w:pPr>
        <w:rPr>
          <w:rFonts w:ascii="Arial" w:hAnsi="Arial" w:cs="Arial"/>
        </w:rPr>
      </w:pPr>
    </w:p>
    <w:p w:rsidR="008601FE" w:rsidRPr="00B77013" w:rsidRDefault="008601FE" w:rsidP="008601FE">
      <w:pPr>
        <w:rPr>
          <w:rFonts w:ascii="Arial" w:hAnsi="Arial" w:cs="Arial"/>
        </w:rPr>
      </w:pPr>
    </w:p>
    <w:p w:rsidR="008601FE" w:rsidRPr="00B77013" w:rsidRDefault="008601FE" w:rsidP="008601FE">
      <w:pPr>
        <w:rPr>
          <w:rFonts w:ascii="Arial" w:hAnsi="Arial" w:cs="Arial"/>
        </w:rPr>
      </w:pPr>
    </w:p>
    <w:p w:rsidR="008601FE" w:rsidRPr="00B77013" w:rsidRDefault="008601FE" w:rsidP="008601FE">
      <w:pPr>
        <w:rPr>
          <w:rFonts w:ascii="Arial" w:hAnsi="Arial" w:cs="Arial"/>
        </w:rPr>
      </w:pPr>
    </w:p>
    <w:p w:rsidR="008601FE" w:rsidRPr="00B77013" w:rsidRDefault="008601FE" w:rsidP="008601FE">
      <w:pPr>
        <w:rPr>
          <w:rFonts w:ascii="Arial" w:hAnsi="Arial" w:cs="Arial"/>
        </w:rPr>
      </w:pPr>
    </w:p>
    <w:p w:rsidR="008601FE" w:rsidRPr="00B77013" w:rsidRDefault="008601FE" w:rsidP="008601FE">
      <w:pPr>
        <w:rPr>
          <w:rFonts w:ascii="Arial" w:hAnsi="Arial" w:cs="Arial"/>
        </w:rPr>
      </w:pPr>
    </w:p>
    <w:p w:rsidR="008601FE" w:rsidRPr="00B77013" w:rsidRDefault="008601FE" w:rsidP="008601FE">
      <w:pPr>
        <w:rPr>
          <w:rFonts w:ascii="Arial" w:hAnsi="Arial" w:cs="Arial"/>
        </w:rPr>
      </w:pPr>
    </w:p>
    <w:p w:rsidR="008601FE" w:rsidRPr="00B77013" w:rsidRDefault="008601FE" w:rsidP="008601FE">
      <w:pPr>
        <w:rPr>
          <w:rFonts w:ascii="Arial" w:hAnsi="Arial" w:cs="Arial"/>
        </w:rPr>
      </w:pPr>
    </w:p>
    <w:p w:rsidR="008601FE" w:rsidRPr="00B77013" w:rsidRDefault="008601FE" w:rsidP="008601FE">
      <w:pPr>
        <w:rPr>
          <w:rFonts w:ascii="Arial" w:hAnsi="Arial" w:cs="Arial"/>
        </w:rPr>
      </w:pPr>
    </w:p>
    <w:p w:rsidR="008601FE" w:rsidRPr="00B77013" w:rsidRDefault="008601FE" w:rsidP="008601FE">
      <w:pPr>
        <w:rPr>
          <w:rFonts w:ascii="Arial" w:hAnsi="Arial" w:cs="Arial"/>
        </w:rPr>
      </w:pPr>
    </w:p>
    <w:p w:rsidR="008601FE" w:rsidRPr="00B77013" w:rsidRDefault="008601FE" w:rsidP="008601FE">
      <w:pPr>
        <w:rPr>
          <w:rFonts w:ascii="Arial" w:hAnsi="Arial" w:cs="Arial"/>
        </w:rPr>
      </w:pPr>
    </w:p>
    <w:p w:rsidR="008601FE" w:rsidRPr="00B77013" w:rsidRDefault="008601FE" w:rsidP="008601FE">
      <w:pPr>
        <w:rPr>
          <w:rFonts w:ascii="Arial" w:hAnsi="Arial" w:cs="Arial"/>
        </w:rPr>
      </w:pPr>
    </w:p>
    <w:p w:rsidR="008601FE" w:rsidRPr="00B77013" w:rsidRDefault="008601FE" w:rsidP="008601FE">
      <w:pPr>
        <w:rPr>
          <w:rFonts w:ascii="Arial" w:hAnsi="Arial" w:cs="Arial"/>
        </w:rPr>
      </w:pPr>
    </w:p>
    <w:p w:rsidR="008601FE" w:rsidRPr="00B77013" w:rsidRDefault="008601FE" w:rsidP="008601FE">
      <w:pPr>
        <w:rPr>
          <w:rFonts w:ascii="Arial" w:hAnsi="Arial" w:cs="Arial"/>
        </w:rPr>
      </w:pPr>
    </w:p>
    <w:p w:rsidR="008601FE" w:rsidRPr="00B77013" w:rsidRDefault="008601FE" w:rsidP="00526ED2">
      <w:pPr>
        <w:tabs>
          <w:tab w:val="left" w:pos="1565"/>
        </w:tabs>
        <w:ind w:left="1560"/>
        <w:rPr>
          <w:rFonts w:ascii="Arial" w:hAnsi="Arial" w:cs="Arial"/>
        </w:rPr>
      </w:pPr>
      <w:r w:rsidRPr="00B77013">
        <w:rPr>
          <w:rFonts w:ascii="Arial" w:hAnsi="Arial" w:cs="Arial"/>
        </w:rPr>
        <w:tab/>
      </w:r>
    </w:p>
    <w:p w:rsidR="008601FE" w:rsidRPr="00B77013" w:rsidRDefault="008601FE" w:rsidP="008601FE">
      <w:pPr>
        <w:rPr>
          <w:rFonts w:ascii="Arial" w:hAnsi="Arial" w:cs="Arial"/>
        </w:rPr>
      </w:pPr>
    </w:p>
    <w:p w:rsidR="00526ED2" w:rsidRPr="00B77013" w:rsidRDefault="00526ED2" w:rsidP="008601FE">
      <w:pPr>
        <w:rPr>
          <w:rFonts w:ascii="Arial" w:hAnsi="Arial" w:cs="Arial"/>
        </w:rPr>
      </w:pPr>
    </w:p>
    <w:p w:rsidR="00526ED2" w:rsidRPr="00B77013" w:rsidRDefault="00526ED2" w:rsidP="00526ED2">
      <w:pPr>
        <w:rPr>
          <w:rFonts w:ascii="Arial" w:hAnsi="Arial" w:cs="Arial"/>
        </w:rPr>
      </w:pPr>
    </w:p>
    <w:p w:rsidR="00526ED2" w:rsidRPr="00B77013" w:rsidRDefault="00526ED2" w:rsidP="00526ED2">
      <w:pPr>
        <w:rPr>
          <w:rFonts w:ascii="Arial" w:hAnsi="Arial" w:cs="Arial"/>
        </w:rPr>
      </w:pPr>
    </w:p>
    <w:p w:rsidR="00526ED2" w:rsidRPr="00B77013" w:rsidRDefault="00526ED2" w:rsidP="00526ED2">
      <w:pPr>
        <w:rPr>
          <w:rFonts w:ascii="Arial" w:hAnsi="Arial" w:cs="Arial"/>
        </w:rPr>
      </w:pPr>
    </w:p>
    <w:p w:rsidR="00526ED2" w:rsidRPr="00B77013" w:rsidRDefault="003465B7" w:rsidP="00526ED2">
      <w:pPr>
        <w:rPr>
          <w:rFonts w:ascii="Arial" w:hAnsi="Arial" w:cs="Arial"/>
        </w:rPr>
      </w:pPr>
      <w:r w:rsidRPr="003465B7">
        <w:rPr>
          <w:rFonts w:ascii="Arial" w:hAnsi="Arial" w:cs="Arial"/>
          <w:noProof/>
          <w:color w:val="002060"/>
        </w:rPr>
        <w:pict>
          <v:shape id="_x0000_s1029" type="#_x0000_t202" style="position:absolute;margin-left:147.75pt;margin-top:9.75pt;width:430.1pt;height:189.05pt;z-index:251664384" filled="f" stroked="f">
            <v:textbox style="mso-next-textbox:#_x0000_s1029">
              <w:txbxContent>
                <w:p w:rsidR="005B4ABB" w:rsidRPr="005B4ABB" w:rsidRDefault="005B4ABB" w:rsidP="005B4ABB">
                  <w:pPr>
                    <w:tabs>
                      <w:tab w:val="left" w:pos="1418"/>
                    </w:tabs>
                    <w:ind w:left="2268" w:hanging="2268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5B4ABB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STAVBA: </w:t>
                  </w:r>
                  <w:r w:rsidRPr="005B4ABB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Pr="005B4ABB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  <w:t>Aktualizace PD – Rekonstrukce rozvodny nízkého napětí – pracoviště Orlová</w:t>
                  </w:r>
                </w:p>
                <w:p w:rsidR="005B4ABB" w:rsidRPr="005B4ABB" w:rsidRDefault="005B4ABB" w:rsidP="005B4ABB">
                  <w:pPr>
                    <w:tabs>
                      <w:tab w:val="left" w:pos="1418"/>
                    </w:tabs>
                    <w:ind w:left="2268" w:hanging="2268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</w:p>
                <w:p w:rsidR="005B4ABB" w:rsidRPr="005B4ABB" w:rsidRDefault="005B4ABB" w:rsidP="005B4ABB">
                  <w:pPr>
                    <w:tabs>
                      <w:tab w:val="left" w:pos="1418"/>
                    </w:tabs>
                    <w:ind w:left="2268" w:hanging="2268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5B4ABB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MÍSTO STAVBY: Nemocnice s poliklinikou </w:t>
                  </w:r>
                  <w:proofErr w:type="spellStart"/>
                  <w:r w:rsidRPr="005B4ABB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Karviná</w:t>
                  </w:r>
                  <w:proofErr w:type="spellEnd"/>
                  <w:r w:rsidRPr="005B4ABB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 xml:space="preserve">-Ráj </w:t>
                  </w:r>
                </w:p>
                <w:p w:rsidR="005B4ABB" w:rsidRPr="005B4ABB" w:rsidRDefault="005B4ABB" w:rsidP="005B4ABB">
                  <w:pPr>
                    <w:tabs>
                      <w:tab w:val="left" w:pos="1418"/>
                    </w:tabs>
                    <w:ind w:left="2268" w:hanging="2268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5B4ABB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Pr="005B4ABB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  <w:t>pracoviště Orlová</w:t>
                  </w:r>
                  <w:r w:rsidRPr="005B4ABB">
                    <w:rPr>
                      <w:rFonts w:ascii="Arial" w:hAnsi="Arial" w:cs="Arial"/>
                      <w:sz w:val="28"/>
                      <w:szCs w:val="28"/>
                      <w:shd w:val="clear" w:color="auto" w:fill="FFFFFF"/>
                    </w:rPr>
                    <w:t> </w:t>
                  </w:r>
                  <w:r w:rsidRPr="005B4ABB">
                    <w:rPr>
                      <w:rStyle w:val="eph"/>
                      <w:rFonts w:ascii="Arial" w:hAnsi="Arial" w:cs="Arial"/>
                      <w:sz w:val="28"/>
                      <w:szCs w:val="28"/>
                      <w:shd w:val="clear" w:color="auto" w:fill="FFFFFF"/>
                    </w:rPr>
                    <w:t> </w:t>
                  </w:r>
                </w:p>
                <w:p w:rsidR="005B4ABB" w:rsidRPr="005B4ABB" w:rsidRDefault="005B4ABB" w:rsidP="005B4ABB">
                  <w:pPr>
                    <w:tabs>
                      <w:tab w:val="left" w:pos="1560"/>
                    </w:tabs>
                    <w:ind w:left="2268" w:hanging="2268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5B4ABB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</w:p>
                <w:p w:rsidR="005B4ABB" w:rsidRPr="005B4ABB" w:rsidRDefault="005B4ABB" w:rsidP="005B4ABB">
                  <w:pPr>
                    <w:tabs>
                      <w:tab w:val="left" w:pos="1560"/>
                    </w:tabs>
                    <w:ind w:left="2268" w:hanging="2268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5B4ABB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INVESTOR:</w:t>
                  </w:r>
                  <w:r w:rsidRPr="005B4ABB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Pr="005B4ABB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  <w:t xml:space="preserve">Nemocnice s poliklinikou </w:t>
                  </w:r>
                  <w:proofErr w:type="gramStart"/>
                  <w:r w:rsidRPr="005B4ABB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Karviná–Ráj</w:t>
                  </w:r>
                  <w:proofErr w:type="gramEnd"/>
                  <w:r w:rsidRPr="005B4ABB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, příspěvková organizace</w:t>
                  </w:r>
                </w:p>
                <w:p w:rsidR="002A29B5" w:rsidRPr="005B4ABB" w:rsidRDefault="002A29B5" w:rsidP="005B4ABB">
                  <w:pPr>
                    <w:tabs>
                      <w:tab w:val="left" w:pos="1560"/>
                    </w:tabs>
                    <w:ind w:left="2268" w:right="-137" w:hanging="2268"/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</w:pPr>
                  <w:r w:rsidRPr="005B4ABB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</w:p>
                <w:p w:rsidR="002A29B5" w:rsidRPr="005B4ABB" w:rsidRDefault="002A29B5" w:rsidP="005B4ABB">
                  <w:pPr>
                    <w:tabs>
                      <w:tab w:val="left" w:pos="1560"/>
                    </w:tabs>
                    <w:ind w:left="2268" w:right="-137" w:hanging="2268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5B4ABB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>HIP:</w:t>
                  </w:r>
                  <w:r w:rsidRPr="005B4ABB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</w:r>
                  <w:r w:rsidRPr="005B4ABB">
                    <w:rPr>
                      <w:rFonts w:ascii="Arial" w:hAnsi="Arial" w:cs="Arial"/>
                      <w:b/>
                      <w:color w:val="002060"/>
                      <w:sz w:val="28"/>
                      <w:szCs w:val="28"/>
                    </w:rPr>
                    <w:tab/>
                    <w:t>Ing. Miroslav Běhal</w:t>
                  </w:r>
                </w:p>
                <w:p w:rsidR="00886C00" w:rsidRDefault="00886C00" w:rsidP="00886C00"/>
                <w:p w:rsidR="00861025" w:rsidRDefault="00861025"/>
                <w:p w:rsidR="00861025" w:rsidRDefault="00861025"/>
              </w:txbxContent>
            </v:textbox>
          </v:shape>
        </w:pict>
      </w:r>
    </w:p>
    <w:p w:rsidR="00526ED2" w:rsidRPr="00B77013" w:rsidRDefault="00526ED2" w:rsidP="00526ED2">
      <w:pPr>
        <w:rPr>
          <w:rFonts w:ascii="Arial" w:hAnsi="Arial" w:cs="Arial"/>
        </w:rPr>
      </w:pPr>
    </w:p>
    <w:p w:rsidR="00526ED2" w:rsidRPr="00B77013" w:rsidRDefault="00526ED2" w:rsidP="00526ED2">
      <w:pPr>
        <w:rPr>
          <w:rFonts w:ascii="Arial" w:hAnsi="Arial" w:cs="Arial"/>
        </w:rPr>
      </w:pPr>
    </w:p>
    <w:p w:rsidR="00526ED2" w:rsidRPr="00B77013" w:rsidRDefault="00526ED2" w:rsidP="00526ED2">
      <w:pPr>
        <w:rPr>
          <w:rFonts w:ascii="Arial" w:hAnsi="Arial" w:cs="Arial"/>
        </w:rPr>
      </w:pPr>
    </w:p>
    <w:p w:rsidR="00526ED2" w:rsidRPr="00B77013" w:rsidRDefault="00526ED2" w:rsidP="00526ED2">
      <w:pPr>
        <w:rPr>
          <w:rFonts w:ascii="Arial" w:hAnsi="Arial" w:cs="Arial"/>
        </w:rPr>
      </w:pPr>
    </w:p>
    <w:p w:rsidR="00526ED2" w:rsidRPr="00B77013" w:rsidRDefault="00526ED2" w:rsidP="00526ED2">
      <w:pPr>
        <w:rPr>
          <w:rFonts w:ascii="Arial" w:hAnsi="Arial" w:cs="Arial"/>
        </w:rPr>
      </w:pPr>
    </w:p>
    <w:p w:rsidR="00526ED2" w:rsidRPr="00B77013" w:rsidRDefault="00526ED2" w:rsidP="00526ED2">
      <w:pPr>
        <w:rPr>
          <w:rFonts w:ascii="Arial" w:hAnsi="Arial" w:cs="Arial"/>
        </w:rPr>
      </w:pPr>
    </w:p>
    <w:p w:rsidR="00526ED2" w:rsidRPr="00B77013" w:rsidRDefault="00526ED2" w:rsidP="00526ED2">
      <w:pPr>
        <w:rPr>
          <w:rFonts w:ascii="Arial" w:hAnsi="Arial" w:cs="Arial"/>
        </w:rPr>
      </w:pPr>
    </w:p>
    <w:p w:rsidR="00526ED2" w:rsidRPr="00B77013" w:rsidRDefault="00526ED2" w:rsidP="00526ED2">
      <w:pPr>
        <w:rPr>
          <w:rFonts w:ascii="Arial" w:hAnsi="Arial" w:cs="Arial"/>
        </w:rPr>
      </w:pPr>
    </w:p>
    <w:p w:rsidR="00526ED2" w:rsidRPr="00B77013" w:rsidRDefault="00526ED2" w:rsidP="00526ED2">
      <w:pPr>
        <w:rPr>
          <w:rFonts w:ascii="Arial" w:hAnsi="Arial" w:cs="Arial"/>
        </w:rPr>
      </w:pPr>
    </w:p>
    <w:p w:rsidR="00526ED2" w:rsidRPr="00B77013" w:rsidRDefault="00526ED2" w:rsidP="00B0217D">
      <w:pPr>
        <w:rPr>
          <w:rFonts w:ascii="Arial" w:hAnsi="Arial" w:cs="Arial"/>
          <w:color w:val="002060"/>
        </w:rPr>
      </w:pPr>
    </w:p>
    <w:p w:rsidR="00093654" w:rsidRPr="00B77013" w:rsidRDefault="00093654" w:rsidP="00367E76">
      <w:pPr>
        <w:ind w:left="1560"/>
        <w:rPr>
          <w:rFonts w:ascii="Arial" w:hAnsi="Arial" w:cs="Arial"/>
        </w:rPr>
      </w:pPr>
    </w:p>
    <w:p w:rsidR="000C5CAB" w:rsidRPr="00B77013" w:rsidRDefault="003465B7" w:rsidP="00745754">
      <w:pPr>
        <w:rPr>
          <w:rFonts w:ascii="Arial" w:hAnsi="Arial" w:cs="Arial"/>
        </w:rPr>
        <w:sectPr w:rsidR="000C5CAB" w:rsidRPr="00B77013" w:rsidSect="008601FE">
          <w:headerReference w:type="default" r:id="rId7"/>
          <w:footerReference w:type="default" r:id="rId8"/>
          <w:pgSz w:w="11906" w:h="16838" w:code="9"/>
          <w:pgMar w:top="57" w:right="424" w:bottom="57" w:left="0" w:header="0" w:footer="0" w:gutter="0"/>
          <w:cols w:space="708"/>
        </w:sectPr>
      </w:pPr>
      <w:r>
        <w:rPr>
          <w:rFonts w:ascii="Arial" w:hAnsi="Arial" w:cs="Arial"/>
          <w:noProof/>
          <w:lang w:eastAsia="en-US"/>
        </w:rPr>
        <w:pict>
          <v:shape id="_x0000_s1027" type="#_x0000_t202" style="position:absolute;margin-left:72.05pt;margin-top:80.85pt;width:484.6pt;height:48.55pt;z-index:251662336;mso-width-relative:margin;mso-height-relative:margin" stroked="f">
            <v:textbox style="mso-next-textbox:#_x0000_s1027">
              <w:txbxContent>
                <w:p w:rsidR="000C5CAB" w:rsidRDefault="000C5CAB" w:rsidP="000C5CAB">
                  <w:pPr>
                    <w:keepNext/>
                    <w:spacing w:before="60"/>
                    <w:outlineLvl w:val="5"/>
                    <w:rPr>
                      <w:rFonts w:ascii="Arial" w:hAnsi="Arial" w:cs="Arial"/>
                      <w:color w:val="002060"/>
                    </w:rPr>
                  </w:pPr>
                  <w:r w:rsidRPr="00367E76">
                    <w:rPr>
                      <w:rFonts w:ascii="Arial" w:hAnsi="Arial" w:cs="Arial"/>
                      <w:b/>
                      <w:color w:val="002060"/>
                    </w:rPr>
                    <w:t>EP Rožnov, a.s.</w:t>
                  </w:r>
                  <w:r w:rsidRPr="00367E76">
                    <w:rPr>
                      <w:rFonts w:ascii="Arial" w:hAnsi="Arial" w:cs="Arial"/>
                      <w:color w:val="002060"/>
                    </w:rPr>
                    <w:t>, Boženy Němcové 1720, 756 61</w:t>
                  </w:r>
                  <w:r>
                    <w:rPr>
                      <w:rFonts w:ascii="Arial" w:hAnsi="Arial" w:cs="Arial"/>
                      <w:color w:val="002060"/>
                    </w:rPr>
                    <w:t xml:space="preserve"> Rožnov pod Radhoštěm          </w:t>
                  </w:r>
                </w:p>
                <w:p w:rsidR="000C5CAB" w:rsidRPr="00367E76" w:rsidRDefault="000C5CAB" w:rsidP="000C5CAB">
                  <w:pPr>
                    <w:keepNext/>
                    <w:spacing w:before="60"/>
                    <w:outlineLvl w:val="5"/>
                    <w:rPr>
                      <w:rFonts w:ascii="Arial" w:hAnsi="Arial" w:cs="Arial"/>
                      <w:color w:val="002060"/>
                    </w:rPr>
                  </w:pPr>
                  <w:r>
                    <w:rPr>
                      <w:rFonts w:ascii="Arial" w:hAnsi="Arial" w:cs="Arial"/>
                      <w:color w:val="002060"/>
                    </w:rPr>
                    <w:t>t</w:t>
                  </w:r>
                  <w:r w:rsidRPr="00367E76">
                    <w:rPr>
                      <w:rFonts w:ascii="Arial" w:hAnsi="Arial" w:cs="Arial"/>
                      <w:color w:val="002060"/>
                    </w:rPr>
                    <w:t xml:space="preserve">el.: +420 571 664 111, e-mail: </w:t>
                  </w:r>
                  <w:hyperlink r:id="rId9" w:history="1">
                    <w:r w:rsidRPr="00367E76">
                      <w:rPr>
                        <w:rFonts w:ascii="Arial" w:hAnsi="Arial" w:cs="Arial"/>
                        <w:color w:val="002060"/>
                      </w:rPr>
                      <w:t>ep@eproznov.cz</w:t>
                    </w:r>
                  </w:hyperlink>
                  <w:r w:rsidRPr="00367E76">
                    <w:rPr>
                      <w:rFonts w:ascii="Arial" w:hAnsi="Arial" w:cs="Arial"/>
                      <w:color w:val="00206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2060"/>
                    </w:rPr>
                    <w:tab/>
                  </w:r>
                  <w:r>
                    <w:rPr>
                      <w:rFonts w:ascii="Arial" w:hAnsi="Arial" w:cs="Arial"/>
                      <w:color w:val="002060"/>
                    </w:rPr>
                    <w:tab/>
                  </w:r>
                  <w:r>
                    <w:rPr>
                      <w:rFonts w:ascii="Arial" w:hAnsi="Arial" w:cs="Arial"/>
                      <w:color w:val="002060"/>
                    </w:rPr>
                    <w:tab/>
                    <w:t xml:space="preserve">                       </w:t>
                  </w:r>
                  <w:r w:rsidRPr="00367E76">
                    <w:rPr>
                      <w:rFonts w:ascii="Arial" w:hAnsi="Arial" w:cs="Arial"/>
                      <w:b/>
                      <w:color w:val="002060"/>
                    </w:rPr>
                    <w:t>www.eproznov.cz</w:t>
                  </w:r>
                </w:p>
                <w:p w:rsidR="000C5CAB" w:rsidRDefault="000C5CAB"/>
              </w:txbxContent>
            </v:textbox>
          </v:shape>
        </w:pict>
      </w:r>
    </w:p>
    <w:p w:rsidR="005F7FF9" w:rsidRPr="00B77013" w:rsidRDefault="005F7FF9" w:rsidP="00745754">
      <w:pPr>
        <w:ind w:right="6"/>
        <w:rPr>
          <w:rFonts w:ascii="Arial" w:hAnsi="Arial" w:cs="Arial"/>
          <w:sz w:val="22"/>
          <w:szCs w:val="22"/>
        </w:rPr>
      </w:pPr>
    </w:p>
    <w:sectPr w:rsidR="005F7FF9" w:rsidRPr="00B77013" w:rsidSect="009F373A">
      <w:headerReference w:type="default" r:id="rId10"/>
      <w:footerReference w:type="default" r:id="rId11"/>
      <w:pgSz w:w="11906" w:h="16838" w:code="9"/>
      <w:pgMar w:top="11" w:right="849" w:bottom="221" w:left="567" w:header="708" w:footer="62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4DD" w:rsidRDefault="00CF44DD">
      <w:r>
        <w:separator/>
      </w:r>
    </w:p>
  </w:endnote>
  <w:endnote w:type="continuationSeparator" w:id="0">
    <w:p w:rsidR="00CF44DD" w:rsidRDefault="00CF44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ItcTEEC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5B4" w:rsidRDefault="003465B7">
    <w:pPr>
      <w:pStyle w:val="Zpa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3.85pt;margin-top:-105.15pt;width:541.3pt;height:57.6pt;z-index:251487232" filled="f" stroked="f">
          <v:textbox style="mso-next-textbox:#_x0000_s2049">
            <w:txbxContent>
              <w:p w:rsidR="005E05B4" w:rsidRPr="008601FE" w:rsidRDefault="005E05B4" w:rsidP="008601FE"/>
            </w:txbxContent>
          </v:textbox>
        </v:shape>
      </w:pict>
    </w:r>
    <w:r>
      <w:rPr>
        <w:noProof/>
      </w:rPr>
      <w:pict>
        <v:shape id="_x0000_s2380" style="position:absolute;margin-left:558.4pt;margin-top:-56.3pt;width:2.4pt;height:2.4pt;z-index:251826176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>
        <v:shape id="_x0000_s2379" style="position:absolute;margin-left:553.6pt;margin-top:-56.3pt;width:2.4pt;height:2.4pt;z-index:251825152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>
        <v:shape id="_x0000_s2378" style="position:absolute;margin-left:548.55pt;margin-top:-56.3pt;width:2.4pt;height:2.4pt;z-index:251824128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>
        <v:shape id="_x0000_s2377" style="position:absolute;margin-left:543.75pt;margin-top:-56.3pt;width:2.4pt;height:2.4pt;z-index:251823104" coordsize="48,48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>
        <v:shape id="_x0000_s2376" style="position:absolute;margin-left:538.95pt;margin-top:-56.3pt;width:2.4pt;height:2.4pt;z-index:251822080" coordsize="48,48" path="m24,l34,5r10,5l48,14r,10l48,34r-4,9l34,48r-10,l15,48,5,43,,34,,24,,14,5,10,15,5,24,xe" fillcolor="#00a7d1" stroked="f">
          <v:path arrowok="t"/>
        </v:shape>
      </w:pict>
    </w:r>
    <w:r>
      <w:rPr>
        <w:noProof/>
      </w:rPr>
      <w:pict>
        <v:shape id="_x0000_s2374" style="position:absolute;margin-left:533.8pt;margin-top:-56.25pt;width:2.4pt;height:2.4pt;z-index:251820032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>
        <v:shape id="_x0000_s2373" style="position:absolute;margin-left:528.75pt;margin-top:-56.25pt;width:2.4pt;height:2.4pt;z-index:251819008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>
        <v:shape id="_x0000_s2372" style="position:absolute;margin-left:523.95pt;margin-top:-56.25pt;width:2.4pt;height:2.4pt;z-index:251817984" coordsize="48,48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>
        <v:shape id="_x0000_s2363" style="position:absolute;margin-left:471.25pt;margin-top:-56.25pt;width:2.4pt;height:2.4pt;z-index:251808768" coordsize="48,48" path="m24,r9,5l38,10r5,4l48,24,43,34r-5,9l33,48r-9,l14,48,5,43,,34,,24,,14,5,10,14,5,24,xe" fillcolor="#00a7d1" stroked="f">
          <v:path arrowok="t"/>
        </v:shape>
      </w:pict>
    </w:r>
    <w:r>
      <w:rPr>
        <w:noProof/>
      </w:rPr>
      <w:pict>
        <v:shape id="_x0000_s2361" style="position:absolute;margin-left:466.2pt;margin-top:-56.25pt;width:2.4pt;height:2.4pt;z-index:251806720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>
        <v:shape id="_x0000_s2359" style="position:absolute;margin-left:461.4pt;margin-top:-56.25pt;width:2.4pt;height:2.4pt;z-index:251804672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>
        <v:shape id="_x0000_s2356" style="position:absolute;margin-left:456.6pt;margin-top:-56.25pt;width:2.4pt;height:2.4pt;z-index:251801600" coordsize="48,48" path="m24,l34,5r9,5l48,14r,10l48,34r-5,9l34,48r-10,l15,48,5,43,,34,,24,,14,5,10,15,5,24,xe" fillcolor="#00a7d1" stroked="f">
          <v:path arrowok="t"/>
        </v:shape>
      </w:pict>
    </w:r>
    <w:r>
      <w:rPr>
        <w:noProof/>
      </w:rPr>
      <w:pict>
        <v:shape id="_x0000_s2355" style="position:absolute;margin-left:519.7pt;margin-top:-56.25pt;width:2.4pt;height:2.4pt;z-index:251800576" coordsize="48,48" path="m24,l34,5r9,5l48,14r,10l48,34r-5,9l34,48r-10,l14,48,5,43,,34,,24,,14,5,10,14,5,24,xe" fillcolor="#00a7d1" stroked="f">
          <v:path arrowok="t"/>
        </v:shape>
      </w:pict>
    </w:r>
    <w:r>
      <w:rPr>
        <w:noProof/>
      </w:rPr>
      <w:pict>
        <v:shape id="_x0000_s2352" style="position:absolute;margin-left:451.8pt;margin-top:-56.25pt;width:2.4pt;height:2.4pt;z-index:251797504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>
        <v:shape id="_x0000_s2351" style="position:absolute;margin-left:514.9pt;margin-top:-56.25pt;width:2.4pt;height:2.4pt;z-index:251796480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>
        <v:shape id="_x0000_s2348" style="position:absolute;margin-left:447pt;margin-top:-56.25pt;width:2.4pt;height:2.4pt;z-index:251793408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>
        <v:shape id="_x0000_s2347" style="position:absolute;margin-left:510.1pt;margin-top:-56.25pt;width:2.4pt;height:2.4pt;z-index:251792384" coordsize="48,48" path="m24,l34,5r4,5l43,14r5,10l43,34r-5,9l34,48r-10,l14,48,5,43,,34,,24,,14,5,10,14,5,24,xe" fillcolor="#00a7d1" stroked="f">
          <v:path arrowok="t"/>
        </v:shape>
      </w:pict>
    </w:r>
    <w:r>
      <w:rPr>
        <w:noProof/>
      </w:rPr>
      <w:pict>
        <v:shape id="_x0000_s2344" style="position:absolute;margin-left:442pt;margin-top:-56.25pt;width:2.4pt;height:2.4pt;z-index:251789312" coordsize="48,48" path="m24,r9,5l43,10r5,4l48,24r,10l43,43,33,48r-9,l14,48,9,43,4,34,,24,4,14,9,10,14,5,24,xe" fillcolor="#00a7d1" stroked="f">
          <v:path arrowok="t"/>
        </v:shape>
      </w:pict>
    </w:r>
    <w:r>
      <w:rPr>
        <w:noProof/>
      </w:rPr>
      <w:pict>
        <v:shape id="_x0000_s2343" style="position:absolute;margin-left:505.05pt;margin-top:-56.25pt;width:2.4pt;height:2.4pt;z-index:251788288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>
        <v:shape id="_x0000_s2340" style="position:absolute;margin-left:437.2pt;margin-top:-56.25pt;width:2.4pt;height:2.4pt;z-index:251785216" coordsize="48,48" path="m24,r9,5l43,10r5,4l48,24r,10l43,43,33,48r-9,l14,48,9,43,4,34,,24,4,14,9,10,14,5,24,xe" fillcolor="#00a7d1" stroked="f">
          <v:path arrowok="t"/>
        </v:shape>
      </w:pict>
    </w:r>
    <w:r>
      <w:rPr>
        <w:noProof/>
      </w:rPr>
      <w:pict>
        <v:shape id="_x0000_s2339" style="position:absolute;margin-left:500.25pt;margin-top:-56.25pt;width:2.4pt;height:2.4pt;z-index:251784192" coordsize="48,48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>
        <v:shape id="_x0000_s2336" style="position:absolute;margin-left:432.4pt;margin-top:-56.25pt;width:2.4pt;height:2.4pt;z-index:251781120" coordsize="48,48" path="m24,r9,5l43,10r5,4l48,24r,10l43,43,33,48r-9,l14,48,5,43,,34,,24,,14,5,10,14,5,24,xe" fillcolor="#00a7d1" stroked="f">
          <v:path arrowok="t"/>
        </v:shape>
      </w:pict>
    </w:r>
    <w:r>
      <w:rPr>
        <w:noProof/>
      </w:rPr>
      <w:pict>
        <v:shape id="_x0000_s2335" style="position:absolute;margin-left:495.45pt;margin-top:-56.25pt;width:2.4pt;height:2.4pt;z-index:251780096" coordsize="48,48" path="m24,l34,5r10,5l48,14r,10l48,34r-4,9l34,48r-10,l15,48,5,43,,34,,24,,14,5,10,15,5,24,xe" fillcolor="#00a7d1" stroked="f">
          <v:path arrowok="t"/>
        </v:shape>
      </w:pict>
    </w:r>
    <w:r>
      <w:rPr>
        <w:noProof/>
      </w:rPr>
      <w:pict>
        <v:shape id="_x0000_s2332" style="position:absolute;margin-left:427.6pt;margin-top:-56.25pt;width:2.4pt;height:2.4pt;z-index:251777024" coordsize="48,48" path="m24,r9,5l38,10r5,4l48,24,43,34r-5,9l33,48r-9,l14,48,5,43,,34,,24,,14,5,10,14,5,24,xe" fillcolor="#00a7d1" stroked="f">
          <v:path arrowok="t"/>
        </v:shape>
      </w:pict>
    </w:r>
    <w:r>
      <w:rPr>
        <w:noProof/>
      </w:rPr>
      <w:pict>
        <v:shape id="_x0000_s2331" style="position:absolute;margin-left:490.65pt;margin-top:-56.25pt;width:2.4pt;height:2.4pt;z-index:251776000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>
        <v:shape id="_x0000_s2328" style="position:absolute;margin-left:422.8pt;margin-top:-56.25pt;width:2.4pt;height:2.4pt;z-index:251772928" coordsize="48,48" path="m24,r9,5l38,10r5,4l48,24,43,34r-5,9l33,48r-9,l14,48,5,43,,34,,24,,14,5,10,14,5,24,xe" fillcolor="#00a7d1" stroked="f">
          <v:path arrowok="t"/>
        </v:shape>
      </w:pict>
    </w:r>
    <w:r>
      <w:rPr>
        <w:noProof/>
      </w:rPr>
      <w:pict>
        <v:shape id="_x0000_s2327" style="position:absolute;margin-left:485.9pt;margin-top:-56.25pt;width:2.4pt;height:2.4pt;z-index:251771904" coordsize="48,48" path="m24,r9,5l38,10r5,4l48,24,43,34r-5,9l33,48r-9,l14,48,4,43,,34,,24,,14,4,10,14,5,24,xe" fillcolor="#00a7d1" stroked="f">
          <v:path arrowok="t"/>
        </v:shape>
      </w:pict>
    </w:r>
    <w:r>
      <w:rPr>
        <w:noProof/>
      </w:rPr>
      <w:pict>
        <v:shape id="_x0000_s2324" style="position:absolute;margin-left:417.75pt;margin-top:-56.25pt;width:2.4pt;height:2.4pt;z-index:251768832" coordsize="48,48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>
        <v:shape id="_x0000_s2323" style="position:absolute;margin-left:480.85pt;margin-top:-56.25pt;width:2.4pt;height:2.4pt;z-index:251767808" coordsize="48,48" path="m24,r9,5l43,10r5,4l48,24r,10l43,43,33,48r-9,l14,48,9,43,5,34,,24,5,14,9,10,14,5,24,xe" fillcolor="#00a7d1" stroked="f">
          <v:path arrowok="t"/>
        </v:shape>
      </w:pict>
    </w:r>
    <w:r>
      <w:rPr>
        <w:noProof/>
      </w:rPr>
      <w:pict>
        <v:shape id="_x0000_s2319" style="position:absolute;margin-left:412.95pt;margin-top:-56.25pt;width:2.4pt;height:2.4pt;z-index:251763712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>
        <v:shape id="_x0000_s2318" style="position:absolute;margin-left:476.05pt;margin-top:-56.25pt;width:2.4pt;height:2.4pt;z-index:251762688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>
        <v:shape id="_x0000_s2314" style="position:absolute;margin-left:408.15pt;margin-top:-56.25pt;width:2.4pt;height:2.4pt;z-index:251758592;mso-wrap-edited:f" coordsize="48,48" wrapcoords="-16 0 -16 32 64 32 48 0 -16 0" path="m24,l34,5r9,5l48,14r,10l48,34r-5,9l34,48r-10,l15,48,5,43,,34,,24,,14,5,10,15,5,24,xe" fillcolor="#00a7d1" stroked="f">
          <v:path arrowok="t"/>
        </v:shape>
      </w:pict>
    </w:r>
    <w:r>
      <w:rPr>
        <w:noProof/>
      </w:rPr>
      <w:pict>
        <v:shape id="_x0000_s2310" style="position:absolute;margin-left:403.35pt;margin-top:-56.25pt;width:2.4pt;height:2.4pt;z-index:251754496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>
        <v:shape id="_x0000_s2306" style="position:absolute;margin-left:398.35pt;margin-top:-56.25pt;width:2.6pt;height:2.4pt;z-index:251750400;mso-wrap-edited:f" coordsize="52,48" wrapcoords="-17 0 -17 32 69 32 52 0 -17 0" path="m28,l38,5r5,5l48,14r4,10l48,34r-5,9l38,48r-10,l19,48,9,43,4,34,,24,4,14,9,10,19,5,28,xe" fillcolor="#00a7d1" stroked="f">
          <v:path arrowok="t"/>
        </v:shape>
      </w:pict>
    </w:r>
    <w:r>
      <w:rPr>
        <w:noProof/>
      </w:rPr>
      <w:pict>
        <v:shape id="_x0000_s2302" style="position:absolute;margin-left:393.55pt;margin-top:-56.25pt;width:2.4pt;height:2.4pt;z-index:251746304;mso-wrap-edited:f" coordsize="48,48" wrapcoords="-16 0 -16 32 64 32 48 0 -16 0" path="m24,r9,5l43,10r5,4l48,24r,10l43,43,33,48r-9,l14,48,9,43,4,34,,24,4,14,9,10,14,5,24,xe" fillcolor="#00a7d1" stroked="f">
          <v:path arrowok="t"/>
        </v:shape>
      </w:pict>
    </w:r>
    <w:r>
      <w:rPr>
        <w:noProof/>
      </w:rPr>
      <w:pict>
        <v:shape id="_x0000_s2298" style="position:absolute;margin-left:388.75pt;margin-top:-56.25pt;width:2.4pt;height:2.4pt;z-index:251742208;mso-wrap-edited:f" coordsize="48,48" wrapcoords="-16 0 -16 32 64 32 48 0 -16 0" path="m24,r9,5l43,10r5,4l48,24r,10l43,43,33,48r-9,l14,48,9,43,,34,,24,,14,9,10,14,5,24,xe" fillcolor="#00a7d1" stroked="f">
          <v:path arrowok="t"/>
        </v:shape>
      </w:pict>
    </w:r>
    <w:r>
      <w:rPr>
        <w:noProof/>
      </w:rPr>
      <w:pict>
        <v:shape id="_x0000_s2294" style="position:absolute;margin-left:383.95pt;margin-top:-56.25pt;width:2.4pt;height:2.4pt;z-index:251738112;mso-wrap-edited:f" coordsize="48,48" wrapcoords="-16 0 -16 32 64 32 48 0 -16 0" path="m24,r9,5l38,10r10,4l48,24r,10l38,43r-5,5l24,48r-10,l4,43,,34,,24,,14,4,10,14,5,24,xe" fillcolor="#00a7d1" stroked="f">
          <v:path arrowok="t"/>
        </v:shape>
      </w:pict>
    </w:r>
    <w:r>
      <w:rPr>
        <w:noProof/>
      </w:rPr>
      <w:pict>
        <v:shape id="_x0000_s2290" style="position:absolute;margin-left:379.15pt;margin-top:-56.25pt;width:2.4pt;height:2.4pt;z-index:251734016;mso-wrap-edited:f" coordsize="48,48" wrapcoords="-16 0 -16 32 64 32 48 0 -16 0" path="m24,r9,5l38,10r5,4l48,24,43,34r-5,9l33,48r-9,l14,48,5,43,,34,,24,,14,5,10,14,5,24,xe" fillcolor="#00a7d1" stroked="f">
          <v:path arrowok="t"/>
        </v:shape>
      </w:pict>
    </w:r>
    <w:r>
      <w:rPr>
        <w:noProof/>
      </w:rPr>
      <w:pict>
        <v:shape id="_x0000_s2286" style="position:absolute;margin-left:374.1pt;margin-top:-56.25pt;width:2.65pt;height:2.4pt;z-index:251729920;mso-wrap-edited:f" coordsize="53,48" wrapcoords="-13 0 -13 32 66 32 53 0 -13 0" path="m29,r5,5l43,10r5,4l53,24,48,34r-5,9l34,48r-5,l19,48,10,43,5,34,,24,5,14r5,-4l19,5,29,xe" fillcolor="#00a7d1" stroked="f">
          <v:path arrowok="t"/>
        </v:shape>
      </w:pict>
    </w:r>
    <w:r>
      <w:rPr>
        <w:noProof/>
      </w:rPr>
      <w:pict>
        <v:shape id="_x0000_s2282" style="position:absolute;margin-left:369.3pt;margin-top:-56.25pt;width:2.4pt;height:2.4pt;z-index:251725824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>
        <v:shape id="_x0000_s2278" style="position:absolute;margin-left:364.5pt;margin-top:-56.25pt;width:2.4pt;height:2.4pt;z-index:251721728;mso-wrap-edited:f" coordsize="48,48" wrapcoords="-16 0 -16 32 64 32 48 0 -16 0" path="m24,l34,5r9,5l48,14r,10l48,34r-5,9l34,48r-10,l15,48,10,43,,34,,24,,14,10,10,15,5,24,xe" fillcolor="#00a7d1" stroked="f">
          <v:path arrowok="t"/>
        </v:shape>
      </w:pict>
    </w:r>
    <w:r>
      <w:rPr>
        <w:noProof/>
      </w:rPr>
      <w:pict>
        <v:shape id="_x0000_s2274" style="position:absolute;margin-left:359.7pt;margin-top:-56.25pt;width:2.4pt;height:2.4pt;z-index:251717632;mso-wrap-edited:f" coordsize="48,48" wrapcoords="-16 0 -16 32 64 32 48 0 -16 0" path="m24,l34,5r5,5l48,14r,10l48,34r-9,9l34,48r-10,l15,48,5,43,,34,,24,,14,5,10,15,5,24,xe" fillcolor="#00a7d1" stroked="f">
          <v:path arrowok="t"/>
        </v:shape>
      </w:pict>
    </w:r>
    <w:r>
      <w:rPr>
        <w:noProof/>
      </w:rPr>
      <w:pict>
        <v:shape id="_x0000_s2270" style="position:absolute;margin-left:354.9pt;margin-top:-56.25pt;width:2.4pt;height:2.4pt;z-index:251713536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>
        <v:shape id="_x0000_s2266" style="position:absolute;margin-left:349.85pt;margin-top:-56.25pt;width:2.65pt;height:2.4pt;z-index:251709440;mso-wrap-edited:f" coordsize="53,48" wrapcoords="0 0 -13 16 -13 32 66 32 53 0 0 0" path="m24,l34,5r10,5l48,14r5,10l48,34r-4,9l34,48r-10,l20,48,10,43,5,34,,24,5,14r5,-4l20,5,24,xe" fillcolor="#00a7d1" stroked="f">
          <v:path arrowok="t"/>
        </v:shape>
      </w:pict>
    </w:r>
    <w:r>
      <w:rPr>
        <w:noProof/>
      </w:rPr>
      <w:pict>
        <v:shape id="_x0000_s2262" style="position:absolute;margin-left:345.1pt;margin-top:-56.25pt;width:2.4pt;height:2.4pt;z-index:251705344;mso-wrap-edited:f" coordsize="48,48" wrapcoords="-16 0 -16 32 64 32 48 0 -16 0" path="m24,r9,5l43,10r5,4l48,24r,10l43,43,33,48r-9,l14,48,9,43,4,34,,24,4,14,9,10,14,5,24,xe" fillcolor="#00a7d1" stroked="f">
          <v:path arrowok="t"/>
        </v:shape>
      </w:pict>
    </w:r>
    <w:r>
      <w:rPr>
        <w:noProof/>
      </w:rPr>
      <w:pict>
        <v:shape id="_x0000_s2258" style="position:absolute;margin-left:340.3pt;margin-top:-56.25pt;width:2.4pt;height:2.4pt;z-index:251701248;mso-wrap-edited:f" coordsize="48,48" wrapcoords="-16 0 -16 32 64 32 48 0 -16 0" path="m24,r9,5l43,10r5,4l48,24r,10l43,43,33,48r-9,l14,48,4,43,,34,,24,,14,4,10,14,5,24,xe" fillcolor="#00a7d1" stroked="f">
          <v:path arrowok="t"/>
        </v:shape>
      </w:pict>
    </w:r>
    <w:r>
      <w:rPr>
        <w:noProof/>
      </w:rPr>
      <w:pict>
        <v:shape id="_x0000_s2254" style="position:absolute;margin-left:335.5pt;margin-top:-56.25pt;width:2.4pt;height:2.4pt;z-index:251697152;mso-wrap-edited:f" coordsize="48,48" wrapcoords="-16 0 -16 32 64 32 48 0 -16 0" path="m24,r9,5l38,10r10,4l48,24r,10l38,43r-5,5l24,48r-10,l4,43,,34,,24,,14,4,10,14,5,24,xe" fillcolor="#00a7d1" stroked="f">
          <v:path arrowok="t"/>
        </v:shape>
      </w:pict>
    </w:r>
    <w:r>
      <w:rPr>
        <w:noProof/>
      </w:rPr>
      <w:pict>
        <v:shape id="_x0000_s2250" style="position:absolute;margin-left:330.7pt;margin-top:-56.25pt;width:2.4pt;height:2.4pt;z-index:251693056;mso-wrap-edited:f" coordsize="48,48" wrapcoords="-16 0 -16 32 64 32 48 0 -16 0" path="m24,r9,5l38,10r5,4l48,24,43,34r-5,9l33,48r-9,l14,48,5,43,,34,,24,,14,5,10,14,5,24,xe" fillcolor="#00a7d1" stroked="f">
          <v:path arrowok="t"/>
        </v:shape>
      </w:pict>
    </w:r>
    <w:r>
      <w:rPr>
        <w:noProof/>
      </w:rPr>
      <w:pict>
        <v:shape id="_x0000_s2246" style="position:absolute;margin-left:325.65pt;margin-top:-56.25pt;width:2.65pt;height:2.4pt;z-index:251688960;mso-wrap-edited:f" coordsize="53,48" wrapcoords="-13 0 -13 32 66 32 53 0 -13 0" path="m24,l34,5r9,5l48,14r5,10l48,34r-5,9l34,48r-10,l14,48,10,43,5,34,,24,5,14r5,-4l14,5,24,xe" fillcolor="#00a7d1" stroked="f">
          <v:path arrowok="t"/>
        </v:shape>
      </w:pict>
    </w:r>
    <w:r>
      <w:rPr>
        <w:noProof/>
      </w:rPr>
      <w:pict>
        <v:shape id="_x0000_s2242" style="position:absolute;margin-left:320.85pt;margin-top:-56.25pt;width:2.4pt;height:2.4pt;z-index:251684864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>
        <v:shape id="_x0000_s2238" style="position:absolute;margin-left:316.05pt;margin-top:-56.25pt;width:2.4pt;height:2.4pt;z-index:251680768;mso-wrap-edited:f" coordsize="48,48" wrapcoords="-16 0 -16 32 64 32 48 0 -16 0" path="m24,l34,5r9,5l48,14r,10l48,34r-5,9l34,48r-10,l14,48,5,43,,34,,24,,14,5,10,14,5,24,xe" fillcolor="#00a7d1" stroked="f">
          <v:path arrowok="t"/>
        </v:shape>
      </w:pict>
    </w:r>
    <w:r>
      <w:rPr>
        <w:noProof/>
      </w:rPr>
      <w:pict>
        <v:shape id="_x0000_s2234" style="position:absolute;margin-left:311.25pt;margin-top:-56.25pt;width:2.4pt;height:2.4pt;z-index:251676672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>
        <v:shape id="_x0000_s2231" style="position:absolute;margin-left:306.45pt;margin-top:-56.25pt;width:2.4pt;height:2.4pt;z-index:251673600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>
        <v:shape id="_x0000_s2228" style="position:absolute;margin-left:301.4pt;margin-top:-56.25pt;width:2.4pt;height:2.4pt;z-index:251670528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>
        <v:shape id="_x0000_s2225" style="position:absolute;margin-left:296.6pt;margin-top:-56.25pt;width:2.4pt;height:2.4pt;z-index:251667456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>
        <v:shape id="_x0000_s2222" style="position:absolute;margin-left:291.85pt;margin-top:-56.25pt;width:2.4pt;height:2.4pt;z-index:251664384;mso-wrap-edited:f" coordsize="48,48" wrapcoords="-16 0 -16 32 64 32 48 0 -16 0" path="m24,r9,5l43,10r5,4l48,24r,10l43,43,33,48r-9,l14,48,4,43,,34,,24,,14,4,10,14,5,24,xe" fillcolor="#00a7d1" stroked="f">
          <v:path arrowok="t"/>
        </v:shape>
      </w:pict>
    </w:r>
    <w:r>
      <w:rPr>
        <w:noProof/>
      </w:rPr>
      <w:pict>
        <v:shape id="_x0000_s2219" style="position:absolute;margin-left:80pt;margin-top:-266.55pt;width:2.4pt;height:2.4pt;z-index:251661312;mso-wrap-edited:f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>
        <v:shape id="_x0000_s2218" style="position:absolute;margin-left:287.05pt;margin-top:-56.25pt;width:2.4pt;height:2.4pt;z-index:251660288;mso-wrap-edited:f" coordsize="48,48" wrapcoords="-16 0 -16 32 64 32 48 0 -16 0" path="m24,r9,5l38,10r5,4l48,24,43,34r-5,9l33,48r-9,l14,48,4,43,,34,,24,,14,4,10,14,5,24,xe" fillcolor="#00a7d1" stroked="f">
          <v:path arrowok="t"/>
        </v:shape>
      </w:pict>
    </w:r>
    <w:r>
      <w:rPr>
        <w:noProof/>
      </w:rPr>
      <w:pict>
        <v:shape id="_x0000_s2215" style="position:absolute;margin-left:80pt;margin-top:-261.75pt;width:2.4pt;height:2.65pt;z-index:251657216;mso-wrap-edited:f" coordsize="48,53" wrapcoords="-16 0 -16 40 48 40 48 0 -16 0" path="m,24l,19,5,9,14,5,24,,34,5r4,4l43,19r5,5l43,33,38,43r-4,5l24,53,14,48,5,43,,33,,24xe" fillcolor="#00a7d1" stroked="f">
          <v:path arrowok="t"/>
        </v:shape>
      </w:pict>
    </w:r>
    <w:r>
      <w:rPr>
        <w:noProof/>
      </w:rPr>
      <w:pict>
        <v:shape id="_x0000_s2214" style="position:absolute;margin-left:282.25pt;margin-top:-56.25pt;width:2.4pt;height:2.4pt;z-index:251656192;mso-wrap-edited:f" coordsize="48,48" wrapcoords="-16 0 -16 32 64 32 48 0 -16 0" path="m24,r9,5l38,10r5,4l48,24,43,34r-5,9l33,48r-9,l14,48,4,43,,34,,24,,14,4,10,14,5,24,xe" fillcolor="#00a7d1" stroked="f">
          <v:path arrowok="t"/>
        </v:shape>
      </w:pict>
    </w:r>
    <w:r>
      <w:rPr>
        <w:noProof/>
      </w:rPr>
      <w:pict>
        <v:shape id="_x0000_s2211" style="position:absolute;margin-left:80pt;margin-top:-256.7pt;width:2.4pt;height:2.35pt;z-index:251653120;mso-wrap-edited:f" coordsize="48,47" wrapcoords="-16 0 -16 31 48 31 48 0 -16 0" path="m,23l,14,5,4,14,,24,,34,r4,4l43,14r5,9l43,33r-5,5l34,43,24,47,14,43,5,38,,33,,23xe" fillcolor="#00a7d1" stroked="f">
          <v:path arrowok="t"/>
        </v:shape>
      </w:pict>
    </w:r>
    <w:r>
      <w:rPr>
        <w:noProof/>
      </w:rPr>
      <w:pict>
        <v:shape id="_x0000_s2210" style="position:absolute;margin-left:277.2pt;margin-top:-56.25pt;width:2.4pt;height:2.4pt;z-index:251652096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>
        <v:shape id="_x0000_s2207" style="position:absolute;margin-left:80pt;margin-top:-251.95pt;width:2.4pt;height:2.4pt;z-index:251649024;mso-wrap-edited:f" coordsize="48,48" wrapcoords="-16 0 -16 32 48 32 48 0 -16 0" path="m,24l,15,5,5,14,,24,,34,r4,5l43,15r5,9l43,34r-5,5l34,48r-10,l14,48,5,39,,34,,24xe" fillcolor="#00a7d1" stroked="f">
          <v:path arrowok="t"/>
        </v:shape>
      </w:pict>
    </w:r>
    <w:r>
      <w:rPr>
        <w:noProof/>
      </w:rPr>
      <w:pict>
        <v:shape id="_x0000_s2206" style="position:absolute;margin-left:272.4pt;margin-top:-56.25pt;width:2.4pt;height:2.4pt;z-index:251648000;mso-wrap-edited:f" coordsize="48,48" wrapcoords="-16 0 -16 32 64 32 48 0 -16 0" path="m24,l34,5r9,5l48,14r,10l48,34r-5,9l34,48r-10,l14,48,10,43,5,34,,24,5,14r5,-4l14,5,24,xe" fillcolor="#00a7d1" stroked="f">
          <v:path arrowok="t"/>
        </v:shape>
      </w:pict>
    </w:r>
    <w:r>
      <w:rPr>
        <w:noProof/>
      </w:rPr>
      <w:pict>
        <v:shape id="_x0000_s2203" style="position:absolute;margin-left:80pt;margin-top:-247.15pt;width:2.4pt;height:2.4pt;z-index:251644928;mso-wrap-edited:f" coordsize="48,48" wrapcoords="-16 0 -16 32 64 32 48 0 -16 0" path="m,24l,15,5,10,14,,24,,34,r4,10l43,15r5,9l43,34,38,44r-4,4l24,48r-10,l5,44,,34,,24xe" fillcolor="#00a7d1" stroked="f">
          <v:path arrowok="t"/>
        </v:shape>
      </w:pict>
    </w:r>
    <w:r>
      <w:rPr>
        <w:noProof/>
      </w:rPr>
      <w:pict>
        <v:shape id="_x0000_s2202" style="position:absolute;margin-left:267.6pt;margin-top:-56.25pt;width:2.4pt;height:2.4pt;z-index:251643904;mso-wrap-edited:f" coordsize="48,48" wrapcoords="-16 0 -16 32 64 32 48 0 -16 0" path="m24,l34,5r9,5l48,14r,10l48,34r-5,9l34,48r-10,l14,48,5,43,,34,,24,,14,5,10,14,5,24,xe" fillcolor="#00a7d1" stroked="f">
          <v:path arrowok="t"/>
        </v:shape>
      </w:pict>
    </w:r>
    <w:r>
      <w:rPr>
        <w:noProof/>
      </w:rPr>
      <w:pict>
        <v:shape id="_x0000_s2199" style="position:absolute;margin-left:80pt;margin-top:-242.35pt;width:2.4pt;height:2.4pt;z-index:251640832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>
        <v:shape id="_x0000_s2198" style="position:absolute;margin-left:262.8pt;margin-top:-56.25pt;width:2.4pt;height:2.4pt;z-index:251639808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>
        <v:shape id="_x0000_s2195" style="position:absolute;margin-left:80pt;margin-top:-237.55pt;width:2.4pt;height:2.65pt;z-index:251636736;mso-wrap-edited:f" coordsize="48,53" wrapcoords="-16 0 -16 40 48 40 48 0 -16 0" path="m,29l,19,5,10,14,5,24,,34,5r4,5l43,19r5,10l43,34r-5,9l34,48,24,53,14,48,5,43,,34,,29xe" fillcolor="#00a7d1" stroked="f">
          <v:path arrowok="t"/>
        </v:shape>
      </w:pict>
    </w:r>
    <w:r>
      <w:rPr>
        <w:noProof/>
      </w:rPr>
      <w:pict>
        <v:shape id="_x0000_s2194" style="position:absolute;margin-left:258pt;margin-top:-56.25pt;width:2.4pt;height:2.4pt;z-index:251635712;mso-wrap-edited:f" coordsize="48,48" wrapcoords="-16 0 -16 32 64 32 48 0 -16 0" path="m24,l34,5r5,5l43,14r5,10l43,34r-4,9l34,48r-10,l15,48,5,43,,34,,24,,14,5,10,15,5,24,xe" fillcolor="#00a7d1" stroked="f">
          <v:path arrowok="t"/>
        </v:shape>
      </w:pict>
    </w:r>
    <w:r>
      <w:rPr>
        <w:noProof/>
      </w:rPr>
      <w:pict>
        <v:shape id="_x0000_s2191" style="position:absolute;margin-left:80pt;margin-top:-232.5pt;width:2.4pt;height:2.4pt;z-index:251632640;mso-wrap-edited:f" coordsize="48,48" wrapcoords="-16 0 -16 32 48 32 48 0 -16 0" path="m,24l,14,5,5,14,,24,,34,r4,5l43,14r5,10l43,34r-5,4l34,43,24,48,14,43,5,38,,34,,24xe" fillcolor="#00a7d1" stroked="f">
          <v:path arrowok="t"/>
        </v:shape>
      </w:pict>
    </w:r>
    <w:r>
      <w:rPr>
        <w:noProof/>
      </w:rPr>
      <w:pict>
        <v:shape id="_x0000_s2190" style="position:absolute;margin-left:252.95pt;margin-top:-56.25pt;width:2.4pt;height:2.4pt;z-index:251631616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>
        <v:shape id="_x0000_s2187" style="position:absolute;margin-left:80pt;margin-top:-227.7pt;width:2.4pt;height:2.4pt;z-index:251628544;mso-wrap-edited:f" coordsize="48,48" wrapcoords="-16 0 -16 32 64 32 48 0 -16 0" path="m,24l,14,5,5,14,,24,,34,r4,5l43,14r5,10l43,33,38,43r-4,5l24,48r-10,l5,43,,33,,24xe" fillcolor="#00a7d1" stroked="f">
          <v:path arrowok="t"/>
        </v:shape>
      </w:pict>
    </w:r>
    <w:r>
      <w:rPr>
        <w:noProof/>
      </w:rPr>
      <w:pict>
        <v:shape id="_x0000_s2186" style="position:absolute;margin-left:248.15pt;margin-top:-56.25pt;width:2.4pt;height:2.4pt;z-index:251627520;mso-wrap-edited:f" coordsize="48,48" wrapcoords="-16 0 -16 32 64 32 48 0 -16 0" path="m24,l34,5r10,5l48,14r,10l48,34r-4,9l34,48r-10,l15,48,10,43,,34,,24,,14,10,10,15,5,24,xe" fillcolor="#00a7d1" stroked="f">
          <v:path arrowok="t"/>
        </v:shape>
      </w:pict>
    </w:r>
    <w:r>
      <w:rPr>
        <w:noProof/>
      </w:rPr>
      <w:pict>
        <v:shape id="_x0000_s2183" style="position:absolute;margin-left:80pt;margin-top:-222.9pt;width:2.4pt;height:2.4pt;z-index:251624448;mso-wrap-edited:f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>
        <v:shape id="_x0000_s2182" style="position:absolute;margin-left:243.4pt;margin-top:-56.25pt;width:2.35pt;height:2.4pt;z-index:251623424;mso-wrap-edited:f" coordsize="47,48" wrapcoords="-16 0 -16 32 63 32 47 0 -16 0" path="m23,l33,5r10,5l47,14r,10l47,34r-4,9l33,48r-10,l14,48,4,43,,34,,24,,14,4,10,14,5,23,xe" fillcolor="#00a7d1" stroked="f">
          <v:path arrowok="t"/>
        </v:shape>
      </w:pict>
    </w:r>
    <w:r>
      <w:rPr>
        <w:noProof/>
      </w:rPr>
      <w:pict>
        <v:shape id="_x0000_s2179" style="position:absolute;margin-left:80pt;margin-top:-218.1pt;width:2.4pt;height:2.4pt;z-index:251620352;mso-wrap-edited:f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>
        <v:shape id="_x0000_s2178" style="position:absolute;margin-left:238.6pt;margin-top:-56.25pt;width:2.4pt;height:2.4pt;z-index:251619328;mso-wrap-edited:f" coordsize="48,48" wrapcoords="-16 0 -16 32 64 32 48 0 -16 0" path="m24,r9,5l38,10r5,4l48,24,43,34r-5,9l33,48r-9,l14,48,4,43,,34,,24,,14,4,10,14,5,24,xe" fillcolor="#00a7d1" stroked="f">
          <v:path arrowok="t"/>
        </v:shape>
      </w:pict>
    </w:r>
    <w:r>
      <w:rPr>
        <w:noProof/>
      </w:rPr>
      <w:pict>
        <v:shape id="_x0000_s2175" style="position:absolute;margin-left:80pt;margin-top:-213.1pt;width:2.4pt;height:2.4pt;z-index:251616256;mso-wrap-edited:f" coordsize="48,48" wrapcoords="-16 0 -16 32 48 32 48 0 -16 0" path="m,24l,15,5,5,14,,24,,34,r4,5l43,15r5,9l43,34r-5,5l34,44,24,48,14,44,5,39,,34,,24xe" fillcolor="#00a7d1" stroked="f">
          <v:path arrowok="t"/>
        </v:shape>
      </w:pict>
    </w:r>
    <w:r>
      <w:rPr>
        <w:noProof/>
      </w:rPr>
      <w:pict>
        <v:shape id="_x0000_s2174" style="position:absolute;margin-left:233.55pt;margin-top:-56.25pt;width:2.65pt;height:2.4pt;z-index:251615232;mso-wrap-edited:f" coordsize="53,48" wrapcoords="-13 0 -13 32 66 32 40 0 -13 0" path="m29,r4,5l43,10r5,4l53,24,48,34r-5,9l33,48r-4,l19,48,9,43,5,34,,24,5,14,9,10,19,5,29,xe" fillcolor="#00a7d1" stroked="f">
          <v:path arrowok="t"/>
        </v:shape>
      </w:pict>
    </w:r>
    <w:r>
      <w:rPr>
        <w:noProof/>
      </w:rPr>
      <w:pict>
        <v:shape id="_x0000_s2171" style="position:absolute;margin-left:80pt;margin-top:-208.3pt;width:2.4pt;height:2.4pt;z-index:251612160;mso-wrap-edited:f" coordsize="48,48" wrapcoords="-16 0 -16 32 48 32 48 0 -16 0" path="m,24l,15,5,5,14,,24,,34,r4,5l43,15r5,9l43,34r-5,5l34,44,24,48,14,44,5,39,,34,,24xe" fillcolor="#00a7d1" stroked="f">
          <v:path arrowok="t"/>
        </v:shape>
      </w:pict>
    </w:r>
    <w:r>
      <w:rPr>
        <w:noProof/>
      </w:rPr>
      <w:pict>
        <v:shape id="_x0000_s2170" style="position:absolute;margin-left:228.75pt;margin-top:-56.25pt;width:2.4pt;height:2.4pt;z-index:251611136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>
        <v:shape id="_x0000_s2167" style="position:absolute;margin-left:80pt;margin-top:-203.5pt;width:2.4pt;height:2.4pt;z-index:251608064;mso-wrap-edited:f" coordsize="48,48" wrapcoords="-16 0 -16 32 64 32 48 0 -16 0" path="m,24l,15,5,5,14,,24,,34,r4,5l43,15r5,9l43,34r-5,9l34,48r-10,l14,48,5,43,,34,,24xe" fillcolor="#00a7d1" stroked="f">
          <v:path arrowok="t"/>
        </v:shape>
      </w:pict>
    </w:r>
    <w:r>
      <w:rPr>
        <w:noProof/>
      </w:rPr>
      <w:pict>
        <v:shape id="_x0000_s2166" style="position:absolute;margin-left:223.95pt;margin-top:-56.25pt;width:2.4pt;height:2.4pt;z-index:251607040;mso-wrap-edited:f" coordsize="48,48" wrapcoords="-16 0 -16 32 64 32 48 0 -16 0" path="m24,l34,5r9,5l48,14r,10l48,34r-5,9l34,48r-10,l14,48,10,43,,34,,24,,14,10,10,14,5,24,xe" fillcolor="#00a7d1" stroked="f">
          <v:path arrowok="t"/>
        </v:shape>
      </w:pict>
    </w:r>
    <w:r>
      <w:rPr>
        <w:noProof/>
      </w:rPr>
      <w:pict>
        <v:shape id="_x0000_s2163" style="position:absolute;margin-left:80pt;margin-top:-198.7pt;width:2.4pt;height:2.4pt;z-index:251603968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>
        <v:shape id="_x0000_s2162" style="position:absolute;margin-left:219.15pt;margin-top:-56.25pt;width:2.4pt;height:2.4pt;z-index:251602944;mso-wrap-edited:f" coordsize="48,48" wrapcoords="-16 0 -16 32 64 32 48 0 -16 0" path="m24,l34,5r4,5l48,14r,10l48,34,38,43r-4,5l24,48r-10,l5,43,,34,,24,,14,5,10,14,5,24,xe" fillcolor="#00a7d1" stroked="f">
          <v:path arrowok="t"/>
        </v:shape>
      </w:pict>
    </w:r>
    <w:r>
      <w:rPr>
        <w:noProof/>
      </w:rPr>
      <w:pict>
        <v:shape id="_x0000_s2160" style="position:absolute;margin-left:80pt;margin-top:-407.1pt;width:2.4pt;height:2.4pt;z-index:251600896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>
        <v:shape id="_x0000_s2159" style="position:absolute;margin-left:80pt;margin-top:-193.9pt;width:2.4pt;height:2.4pt;z-index:251599872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>
        <v:shape id="_x0000_s2158" style="position:absolute;margin-left:214.35pt;margin-top:-56.25pt;width:2.4pt;height:2.4pt;z-index:251598848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>
        <v:shape id="_x0000_s2156" style="position:absolute;margin-left:80pt;margin-top:-402.05pt;width:2.4pt;height:2.4pt;z-index:251596800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>
        <v:shape id="_x0000_s2155" style="position:absolute;margin-left:80pt;margin-top:-188.85pt;width:2.4pt;height:2.4pt;z-index:251595776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>
        <v:shape id="_x0000_s2154" style="position:absolute;margin-left:209.3pt;margin-top:-56.25pt;width:2.65pt;height:2.4pt;z-index:251594752;mso-wrap-edited:f" coordsize="53,48" wrapcoords="-13 0 -13 32 66 32 53 0 -13 0" path="m24,l34,5r9,5l48,14r5,10l48,34r-5,9l34,48r-10,l19,48,10,43,5,34,,24,5,14r5,-4l19,5,24,xe" fillcolor="#00a7d1" stroked="f">
          <v:path arrowok="t"/>
        </v:shape>
      </w:pict>
    </w:r>
    <w:r>
      <w:rPr>
        <w:noProof/>
      </w:rPr>
      <w:pict>
        <v:shape id="_x0000_s2152" style="position:absolute;margin-left:80pt;margin-top:-397.25pt;width:2.4pt;height:2.4pt;z-index:251592704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>
        <v:shape id="_x0000_s2151" style="position:absolute;margin-left:80pt;margin-top:-184.05pt;width:2.4pt;height:2.4pt;z-index:251591680;mso-wrap-edited:f" coordsize="48,48" wrapcoords="-16 0 -16 32 48 32 48 0 -16 0" path="m,24l,14,5,5,14,,24,,34,r4,5l43,14r5,10l43,33r-5,5l34,48r-10,l14,48,5,38,,33,,24xe" fillcolor="#00a7d1" stroked="f">
          <v:path arrowok="t"/>
        </v:shape>
      </w:pict>
    </w:r>
    <w:r>
      <w:rPr>
        <w:noProof/>
      </w:rPr>
      <w:pict>
        <v:shape id="_x0000_s2150" style="position:absolute;margin-left:204.5pt;margin-top:-56.25pt;width:2.4pt;height:2.4pt;z-index:251590656;mso-wrap-edited:f" coordsize="48,48" wrapcoords="-16 0 -16 32 64 32 48 0 -16 0" path="m24,l34,5r10,5l48,14r,10l48,34r-4,9l34,48r-10,l15,48,10,43,5,34,,24,5,14r5,-4l15,5,24,xe" fillcolor="#00a7d1" stroked="f">
          <v:path arrowok="t"/>
        </v:shape>
      </w:pict>
    </w:r>
    <w:r>
      <w:rPr>
        <w:noProof/>
      </w:rPr>
      <w:pict>
        <v:shape id="_x0000_s2148" style="position:absolute;margin-left:80pt;margin-top:-392.45pt;width:2.4pt;height:2.4pt;z-index:251588608;mso-wrap-edited:f" coordsize="48,48" wrapcoords="-16 0 -16 32 64 32 48 0 -16 0" path="m,24l,14,5,5,14,,24,,34,r4,5l43,14r5,10l43,33,38,43r-4,5l24,48r-10,l5,43,,33,,24xe" fillcolor="#00a7d1" stroked="f">
          <v:path arrowok="t"/>
        </v:shape>
      </w:pict>
    </w:r>
    <w:r>
      <w:rPr>
        <w:noProof/>
      </w:rPr>
      <w:pict>
        <v:shape id="_x0000_s2147" style="position:absolute;margin-left:80pt;margin-top:-179.25pt;width:2.4pt;height:2.4pt;z-index:251587584;mso-wrap-edited:f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>
        <v:shape id="_x0000_s2146" style="position:absolute;margin-left:199.7pt;margin-top:-56.25pt;width:2.4pt;height:2.4pt;z-index:251586560;mso-wrap-edited:f" coordsize="48,48" wrapcoords="-16 0 -16 32 64 32 48 0 -16 0" path="m24,l34,5r10,5l48,14r,10l48,34r-4,9l34,48r-10,l15,48,10,43,,34,,24,,14,10,10,15,5,24,xe" fillcolor="#00a7d1" stroked="f">
          <v:path arrowok="t"/>
        </v:shape>
      </w:pict>
    </w:r>
    <w:r>
      <w:rPr>
        <w:noProof/>
      </w:rPr>
      <w:pict>
        <v:shape id="_x0000_s2144" style="position:absolute;margin-left:80pt;margin-top:-387.65pt;width:2.4pt;height:2.4pt;z-index:251584512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>
        <v:shape id="_x0000_s2143" style="position:absolute;margin-left:80pt;margin-top:-174.45pt;width:2.4pt;height:2.4pt;z-index:251583488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>
        <v:shape id="_x0000_s2142" style="position:absolute;margin-left:194.9pt;margin-top:-56.25pt;width:2.4pt;height:2.4pt;z-index:251582464;mso-wrap-edited:f" coordsize="48,48" wrapcoords="-16 0 -16 32 64 32 48 0 -16 0" path="m24,l34,5r5,5l48,14r,10l48,34r-9,9l34,48r-10,l15,48,5,43,,34,,24,,14,5,10,15,5,24,xe" fillcolor="#00a7d1" stroked="f">
          <v:path arrowok="t"/>
        </v:shape>
      </w:pict>
    </w:r>
    <w:r>
      <w:rPr>
        <w:noProof/>
      </w:rPr>
      <w:pict>
        <v:shape id="_x0000_s2140" style="position:absolute;margin-left:80pt;margin-top:-382.85pt;width:2.4pt;height:2.6pt;z-index:251580416;mso-wrap-edited:f" coordsize="48,52" wrapcoords="-16 0 -16 35 48 35 48 0 -16 0" path="m,24l,14,5,9,14,4,24,,34,4r4,5l43,14r5,10l43,33,38,43r-4,5l24,52,14,48,5,43,,33,,24xe" fillcolor="#00a7d1" stroked="f">
          <v:path arrowok="t"/>
        </v:shape>
      </w:pict>
    </w:r>
    <w:r>
      <w:rPr>
        <w:noProof/>
      </w:rPr>
      <w:pict>
        <v:shape id="_x0000_s2139" style="position:absolute;margin-left:80pt;margin-top:-169.65pt;width:2.4pt;height:2.6pt;z-index:251579392;mso-wrap-edited:f" coordsize="48,52" wrapcoords="-16 0 -16 35 48 35 48 0 -16 0" path="m,24l,19,5,9,14,4,24,,34,4r4,5l43,19r5,5l43,33,38,43r-4,5l24,52,14,48,5,43,,33,,24xe" fillcolor="#00a7d1" stroked="f">
          <v:path arrowok="t"/>
        </v:shape>
      </w:pict>
    </w:r>
    <w:r>
      <w:rPr>
        <w:noProof/>
      </w:rPr>
      <w:pict>
        <v:shape id="_x0000_s2138" style="position:absolute;margin-left:190.15pt;margin-top:-56.25pt;width:2.35pt;height:2.4pt;z-index:251578368;mso-wrap-edited:f" coordsize="47,48" wrapcoords="-16 0 -16 32 63 32 47 0 -16 0" path="m23,l33,5r5,5l43,14r4,10l43,34r-5,9l33,48r-10,l14,48,4,43,,34,,24,,14,4,10,14,5,23,xe" fillcolor="#00a7d1" stroked="f">
          <v:path arrowok="t"/>
        </v:shape>
      </w:pict>
    </w:r>
    <w:r>
      <w:rPr>
        <w:noProof/>
      </w:rPr>
      <w:pict>
        <v:shape id="_x0000_s2136" style="position:absolute;margin-left:80pt;margin-top:-377.85pt;width:2.4pt;height:2.4pt;z-index:251576320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>
        <v:shape id="_x0000_s2135" style="position:absolute;margin-left:80pt;margin-top:-164.65pt;width:2.4pt;height:2.4pt;z-index:251575296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>
        <v:shape id="_x0000_s2134" style="position:absolute;margin-left:185.1pt;margin-top:-56.25pt;width:2.65pt;height:2.4pt;z-index:251574272;mso-wrap-edited:f" coordsize="53,48" wrapcoords="-13 0 -13 32 66 32 40 0 -13 0" path="m24,r9,5l43,10r5,4l53,24,48,34r-5,9l33,48r-9,l14,48,9,43,5,34,,24,5,14,9,10,14,5,24,xe" fillcolor="#00a7d1" stroked="f">
          <v:path arrowok="t"/>
        </v:shape>
      </w:pict>
    </w:r>
    <w:r>
      <w:rPr>
        <w:noProof/>
      </w:rPr>
      <w:pict>
        <v:shape id="_x0000_s2132" style="position:absolute;margin-left:80pt;margin-top:-373.05pt;width:2.4pt;height:2.4pt;z-index:251572224;mso-wrap-edited:f" coordsize="48,48" wrapcoords="-16 0 -16 32 48 32 48 0 -16 0" path="m,24l,15,5,5,14,,24,,34,r4,5l43,15r5,9l43,34r-5,5l34,48r-10,l14,48,5,39,,34,,24xe" fillcolor="#00a7d1" stroked="f">
          <v:path arrowok="t"/>
        </v:shape>
      </w:pict>
    </w:r>
    <w:r>
      <w:rPr>
        <w:noProof/>
      </w:rPr>
      <w:pict>
        <v:shape id="_x0000_s2131" style="position:absolute;margin-left:80pt;margin-top:-159.85pt;width:2.4pt;height:2.4pt;z-index:251571200;mso-wrap-edited:f" coordsize="48,48" wrapcoords="-16 0 -16 32 48 32 48 0 -16 0" path="m,24l,15,5,5,14,,24,,34,r4,5l43,15r5,9l43,34r-5,5l34,48r-10,l14,48,5,39,,34,,24xe" fillcolor="#00a7d1" stroked="f">
          <v:path arrowok="t"/>
        </v:shape>
      </w:pict>
    </w:r>
    <w:r>
      <w:rPr>
        <w:noProof/>
      </w:rPr>
      <w:pict>
        <v:shape id="_x0000_s2130" style="position:absolute;margin-left:180.3pt;margin-top:-56.25pt;width:2.4pt;height:2.4pt;z-index:251570176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>
        <v:shape id="_x0000_s2128" style="position:absolute;margin-left:80pt;margin-top:-368.25pt;width:2.4pt;height:2.4pt;z-index:251568128;mso-wrap-edited:f" coordsize="48,48" wrapcoords="-16 0 -16 32 64 32 48 0 -16 0" path="m,24l,15,5,10,14,,24,,34,r4,10l43,15r5,9l43,34r-5,9l34,48r-10,l14,48,5,43,,34,,24xe" fillcolor="#00a7d1" stroked="f">
          <v:path arrowok="t"/>
        </v:shape>
      </w:pict>
    </w:r>
    <w:r>
      <w:rPr>
        <w:noProof/>
      </w:rPr>
      <w:pict>
        <v:shape id="_x0000_s2127" style="position:absolute;margin-left:80pt;margin-top:-155.05pt;width:2.4pt;height:2.4pt;z-index:251567104;mso-wrap-edited:f" coordsize="48,48" wrapcoords="-16 0 -16 32 64 32 48 0 -16 0" path="m,24l,15,5,10,14,,24,,34,r4,10l43,15r5,9l43,34r-5,9l34,48r-10,l14,48,5,43,,34,,24xe" fillcolor="#00a7d1" stroked="f">
          <v:path arrowok="t"/>
        </v:shape>
      </w:pict>
    </w:r>
    <w:r>
      <w:rPr>
        <w:noProof/>
      </w:rPr>
      <w:pict>
        <v:shape id="_x0000_s2126" style="position:absolute;margin-left:80pt;margin-top:-130.35pt;width:2.4pt;height:2.4pt;z-index:251566080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>
        <v:shape id="_x0000_s2125" style="position:absolute;margin-left:175.5pt;margin-top:-56.25pt;width:2.4pt;height:2.4pt;z-index:251565056;mso-wrap-edited:f" coordsize="48,48" wrapcoords="-16 0 -16 32 64 32 48 0 -16 0" path="m24,r9,5l43,10r5,4l48,24r,10l43,43,33,48r-9,l14,48,5,43,,34,,24,,14,5,10,14,5,24,xe" fillcolor="#00a7d1" stroked="f">
          <v:path arrowok="t"/>
        </v:shape>
      </w:pict>
    </w:r>
    <w:r>
      <w:rPr>
        <w:noProof/>
      </w:rPr>
      <w:pict>
        <v:shape id="_x0000_s2123" style="position:absolute;margin-left:80pt;margin-top:-363.45pt;width:2.4pt;height:2.4pt;z-index:251563008;mso-wrap-edited:f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>
        <v:shape id="_x0000_s2122" style="position:absolute;margin-left:80pt;margin-top:-150.25pt;width:2.4pt;height:2.4pt;z-index:251561984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>
        <v:shape id="_x0000_s2121" style="position:absolute;margin-left:80pt;margin-top:-125.55pt;width:2.4pt;height:2.65pt;z-index:251560960;mso-wrap-edited:f" coordsize="48,53" wrapcoords="-16 0 -16 40 48 40 48 0 -16 0" path="m,24l,15,5,10,14,5,24,,34,5r4,5l43,15r5,9l43,34r-5,9l34,48,24,53,14,48,5,43,,34,,24xe" fillcolor="#00a7d1" stroked="f">
          <v:path arrowok="t"/>
        </v:shape>
      </w:pict>
    </w:r>
    <w:r>
      <w:rPr>
        <w:noProof/>
      </w:rPr>
      <w:pict>
        <v:shape id="_x0000_s2120" style="position:absolute;margin-left:170.7pt;margin-top:-56.25pt;width:2.4pt;height:2.4pt;z-index:251559936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>
        <v:shape id="_x0000_s2118" style="position:absolute;margin-left:80pt;margin-top:-358.65pt;width:2.4pt;height:2.65pt;z-index:251557888;mso-wrap-edited:f" coordsize="48,53" wrapcoords="-16 0 -16 40 48 40 48 0 -16 0" path="m,29l,19,5,10,14,5,24,,34,5r4,5l43,19r5,10l43,34r-5,9l34,48,24,53,14,48,5,43,,34,,29xe" fillcolor="#00a7d1" stroked="f">
          <v:path arrowok="t"/>
        </v:shape>
      </w:pict>
    </w:r>
    <w:r>
      <w:rPr>
        <w:noProof/>
      </w:rPr>
      <w:pict>
        <v:shape id="_x0000_s2117" style="position:absolute;margin-left:80pt;margin-top:-145.2pt;width:2.4pt;height:2.4pt;z-index:251556864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>
        <v:shape id="_x0000_s2116" style="position:absolute;margin-left:80pt;margin-top:-120.5pt;width:2.4pt;height:2.4pt;z-index:251555840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>
        <v:shape id="_x0000_s2115" style="position:absolute;margin-left:165.9pt;margin-top:-56.25pt;width:2.4pt;height:2.4pt;z-index:251554816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>
        <v:shape id="_x0000_s2113" style="position:absolute;margin-left:80pt;margin-top:-353.6pt;width:2.4pt;height:2.4pt;z-index:251552768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>
        <v:shape id="_x0000_s2112" style="position:absolute;margin-left:80pt;margin-top:-140.4pt;width:2.4pt;height:2.4pt;z-index:251551744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>
        <v:shape id="_x0000_s2111" style="position:absolute;margin-left:80pt;margin-top:-115.7pt;width:2.4pt;height:2.4pt;z-index:251550720;mso-wrap-edited:f" coordsize="48,48" wrapcoords="-16 0 -16 32 48 32 48 0 -16 0" path="m,24l,14,5,5,14,,24,,34,r4,5l43,14r5,10l43,33r-5,5l34,48r-10,l14,48,5,38,,33,,24xe" fillcolor="#00a7d1" stroked="f">
          <v:path arrowok="t"/>
        </v:shape>
      </w:pict>
    </w:r>
    <w:r>
      <w:rPr>
        <w:noProof/>
      </w:rPr>
      <w:pict>
        <v:shape id="_x0000_s2110" style="position:absolute;margin-left:160.85pt;margin-top:-56.25pt;width:2.4pt;height:2.4pt;z-index:251549696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>
        <v:shape id="_x0000_s2108" style="position:absolute;margin-left:80pt;margin-top:-348.8pt;width:2.4pt;height:2.4pt;z-index:251547648;mso-wrap-edited:f" coordsize="48,48" wrapcoords="-16 0 -16 32 48 32 48 0 -16 0" path="m,24l,14,5,4,14,,24,,34,r4,4l43,14r5,10l43,33r-5,5l34,48r-10,l14,48,5,38,,33,,24xe" fillcolor="#00a7d1" stroked="f">
          <v:path arrowok="t"/>
        </v:shape>
      </w:pict>
    </w:r>
    <w:r>
      <w:rPr>
        <w:noProof/>
      </w:rPr>
      <w:pict>
        <v:shape id="_x0000_s2107" style="position:absolute;margin-left:80pt;margin-top:-135.6pt;width:2.4pt;height:2.4pt;z-index:251546624;mso-wrap-edited:f" coordsize="48,48" wrapcoords="-16 0 -16 32 64 32 48 0 -16 0" path="m,24l,14,5,4,14,,24,,34,r4,4l43,14r5,10l43,33,38,43r-4,5l24,48r-10,l5,43,,33,,24xe" fillcolor="#00a7d1" stroked="f">
          <v:path arrowok="t"/>
        </v:shape>
      </w:pict>
    </w:r>
    <w:r>
      <w:rPr>
        <w:noProof/>
      </w:rPr>
      <w:pict>
        <v:shape id="_x0000_s2106" style="position:absolute;margin-left:80pt;margin-top:-110.9pt;width:2.4pt;height:2.4pt;z-index:251545600;mso-wrap-edited:f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>
        <v:shape id="_x0000_s2105" style="position:absolute;margin-left:156.05pt;margin-top:-56.25pt;width:2.4pt;height:2.4pt;z-index:251544576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>
        <v:shape id="_x0000_s2103" style="position:absolute;margin-left:80pt;margin-top:-344pt;width:2.4pt;height:2.4pt;z-index:251542528;mso-wrap-edited:f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>
        <v:shape id="_x0000_s2102" style="position:absolute;margin-left:80pt;margin-top:-105.15pt;width:2.4pt;height:2.4pt;z-index:251541504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>
        <v:shape id="_x0000_s2101" style="position:absolute;margin-left:151.25pt;margin-top:-56.25pt;width:2.4pt;height:2.4pt;z-index:251540480;mso-wrap-edited:f" coordsize="48,48" wrapcoords="-16 0 -16 32 64 32 48 0 -16 0" path="m24,l34,5r10,5l48,14r,10l48,34r-4,9l34,48r-10,l15,48,5,43,,34,,24,,14,5,10,15,5,24,xe" fillcolor="#00a7d1" stroked="f">
          <v:path arrowok="t"/>
        </v:shape>
      </w:pict>
    </w:r>
    <w:r>
      <w:rPr>
        <w:noProof/>
      </w:rPr>
      <w:pict>
        <v:shape id="_x0000_s2099" style="position:absolute;margin-left:80pt;margin-top:-339.2pt;width:2.4pt;height:2.4pt;z-index:251538432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>
        <v:shape id="_x0000_s2098" style="position:absolute;margin-left:80pt;margin-top:-100.35pt;width:2.4pt;height:2.4pt;z-index:251537408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>
        <v:shape id="_x0000_s2097" style="position:absolute;margin-left:146.45pt;margin-top:-56.25pt;width:2.4pt;height:2.4pt;z-index:251536384;mso-wrap-edited:f" coordsize="48,48" wrapcoords="-16 0 -16 32 64 32 48 0 -16 0" path="m24,l34,5r5,5l44,14r4,10l44,34r-5,9l34,48r-10,l15,48,5,43,,34,,24,,14,5,10,15,5,24,xe" fillcolor="#00a7d1" stroked="f">
          <v:path arrowok="t"/>
        </v:shape>
      </w:pict>
    </w:r>
    <w:r>
      <w:rPr>
        <w:noProof/>
      </w:rPr>
      <w:pict>
        <v:shape id="_x0000_s2095" style="position:absolute;margin-left:80pt;margin-top:-334.2pt;width:2.4pt;height:2.4pt;z-index:251534336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>
        <v:shape id="_x0000_s2094" style="position:absolute;margin-left:80pt;margin-top:-95.55pt;width:2.4pt;height:2.4pt;z-index:251533312;mso-wrap-edited:f" coordsize="48,48" wrapcoords="-16 0 -16 32 64 32 48 0 -16 0" path="m,24l,14,5,4,14,,24,,34,r4,4l43,14r5,10l43,33,38,43r-4,5l24,48r-10,l5,43,,33,,24xe" fillcolor="#00a7d1" stroked="f">
          <v:path arrowok="t"/>
        </v:shape>
      </w:pict>
    </w:r>
    <w:r>
      <w:rPr>
        <w:noProof/>
      </w:rPr>
      <w:pict>
        <v:shape id="_x0000_s2093" style="position:absolute;margin-left:141.65pt;margin-top:-56.25pt;width:2.4pt;height:2.4pt;z-index:251532288;mso-wrap-edited:f" coordsize="48,48" wrapcoords="-16 0 -16 32 64 32 48 0 -16 0" path="m24,l34,5r5,5l44,14r4,10l44,34r-5,9l34,48r-10,l15,48,5,43,,34,,24,,14,5,10,15,5,24,xe" fillcolor="#00a7d1" stroked="f">
          <v:path arrowok="t"/>
        </v:shape>
      </w:pict>
    </w:r>
    <w:r>
      <w:rPr>
        <w:noProof/>
      </w:rPr>
      <w:pict>
        <v:shape id="_x0000_s2091" style="position:absolute;margin-left:80pt;margin-top:-329.4pt;width:2.4pt;height:2.4pt;z-index:251530240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>
        <v:shape id="_x0000_s2090" style="position:absolute;margin-left:80pt;margin-top:-90.75pt;width:2.4pt;height:2.4pt;z-index:251529216;mso-wrap-edited:f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>
        <v:shape id="_x0000_s2089" style="position:absolute;margin-left:136.65pt;margin-top:-56.25pt;width:2.4pt;height:2.4pt;z-index:251528192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>
        <v:shape id="_x0000_s2087" style="position:absolute;margin-left:80pt;margin-top:-324.6pt;width:2.4pt;height:2.4pt;z-index:251526144;mso-wrap-edited:f" coordsize="48,48" wrapcoords="-16 0 -16 32 64 32 48 0 -16 0" path="m,24l,15,5,5,14,,24,,34,r4,5l43,15r5,9l43,34r-5,9l34,48r-10,l14,48,5,43,,34,,24xe" fillcolor="#00a7d1" stroked="f">
          <v:path arrowok="t"/>
        </v:shape>
      </w:pict>
    </w:r>
    <w:r>
      <w:rPr>
        <w:noProof/>
      </w:rPr>
      <w:pict>
        <v:shape id="_x0000_s2086" style="position:absolute;margin-left:80pt;margin-top:-85.95pt;width:2.4pt;height:2.35pt;z-index:251525120;mso-wrap-edited:f" coordsize="48,47" wrapcoords="-16 0 -16 31 64 31 48 0 -16 0" path="m,24l,14,5,9,14,4,24,,34,4r4,5l43,14r5,10l43,33,38,43r-4,4l24,47r-10,l5,43,,33,,24xe" fillcolor="#00a7d1" stroked="f">
          <v:path arrowok="t"/>
        </v:shape>
      </w:pict>
    </w:r>
    <w:r>
      <w:rPr>
        <w:noProof/>
      </w:rPr>
      <w:pict>
        <v:shape id="_x0000_s2085" style="position:absolute;margin-left:131.85pt;margin-top:-56.25pt;width:2.4pt;height:2.4pt;z-index:251524096;mso-wrap-edited:f" coordsize="48,48" wrapcoords="-16 0 -16 32 64 32 48 0 -16 0" path="m24,r9,5l43,10r5,4l48,24r,10l43,43,33,48r-9,l14,48,9,43,5,34,,24,5,14,9,10,14,5,24,xe" fillcolor="#00a7d1" stroked="f">
          <v:path arrowok="t"/>
        </v:shape>
      </w:pict>
    </w:r>
    <w:r>
      <w:rPr>
        <w:noProof/>
      </w:rPr>
      <w:pict>
        <v:shape id="_x0000_s2083" style="position:absolute;margin-left:80pt;margin-top:-319.8pt;width:2.4pt;height:2.4pt;z-index:251522048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>
        <v:shape id="_x0000_s2082" style="position:absolute;margin-left:80pt;margin-top:-80.95pt;width:2.4pt;height:2.4pt;z-index:251521024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>
        <v:shape id="_x0000_s2081" style="position:absolute;margin-left:127.05pt;margin-top:-56.25pt;width:2.4pt;height:2.4pt;z-index:251520000;mso-wrap-edited:f" coordsize="48,48" wrapcoords="-16 0 -16 32 64 32 48 0 -16 0" path="m24,r9,5l43,10r5,4l48,24r,10l43,43,33,48r-9,l14,48,5,43,,34,,24,,14,5,10,14,5,24,xe" fillcolor="#00a7d1" stroked="f">
          <v:path arrowok="t"/>
        </v:shape>
      </w:pict>
    </w:r>
    <w:r>
      <w:rPr>
        <w:noProof/>
      </w:rPr>
      <w:pict>
        <v:shape id="_x0000_s2079" style="position:absolute;margin-left:80pt;margin-top:-315pt;width:2.4pt;height:2.4pt;z-index:251517952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>
        <v:shape id="_x0000_s2078" style="position:absolute;margin-left:80pt;margin-top:-76.15pt;width:2.4pt;height:2.4pt;z-index:251516928;mso-wrap-edited:f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>
        <v:shape id="_x0000_s2077" style="position:absolute;margin-left:122.25pt;margin-top:-56.25pt;width:2.4pt;height:2.4pt;z-index:251515904;mso-wrap-edited:f" coordsize="48,48" wrapcoords="-16 0 -16 32 64 32 48 0 -16 0" path="m24,r9,5l38,10r5,4l48,24,43,34r-5,9l33,48r-9,l14,48,5,43,,34,,24,,14,5,10,14,5,24,xe" fillcolor="#00a7d1" stroked="f">
          <v:path arrowok="t"/>
        </v:shape>
      </w:pict>
    </w:r>
    <w:r>
      <w:rPr>
        <w:noProof/>
      </w:rPr>
      <w:pict>
        <v:shape id="_x0000_s2075" style="position:absolute;margin-left:80pt;margin-top:-309.95pt;width:2.4pt;height:2.4pt;z-index:251513856;mso-wrap-edited:f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>
        <v:shape id="_x0000_s2074" style="position:absolute;margin-left:80pt;margin-top:-71.35pt;width:2.4pt;height:2.4pt;z-index:251512832;mso-wrap-edited:f" coordsize="48,48" wrapcoords="-16 0 -16 32 64 32 48 0 -16 0" path="m,24l,14,5,5,14,,24,,34,r4,5l43,14r5,10l43,34r-5,9l34,48r-10,l14,48,5,43,,34,,24xe" fillcolor="#00a7d1" stroked="f">
          <v:path arrowok="t"/>
        </v:shape>
      </w:pict>
    </w:r>
    <w:r>
      <w:rPr>
        <w:noProof/>
      </w:rPr>
      <w:pict>
        <v:shape id="_x0000_s2073" style="position:absolute;margin-left:117.45pt;margin-top:-56.25pt;width:2.4pt;height:2.4pt;z-index:251511808;mso-wrap-edited:f" coordsize="48,48" wrapcoords="-16 0 -16 32 64 32 48 0 -16 0" path="m24,l34,5r4,5l43,14r5,10l43,34r-5,9l34,48r-10,l14,48,5,43,,34,,24,,14,5,10,14,5,24,xe" fillcolor="#00a7d1" stroked="f">
          <v:path arrowok="t"/>
        </v:shape>
      </w:pict>
    </w:r>
    <w:r>
      <w:rPr>
        <w:noProof/>
      </w:rPr>
      <w:pict>
        <v:shape id="_x0000_s2071" style="position:absolute;margin-left:80pt;margin-top:-305.15pt;width:2.4pt;height:2.4pt;z-index:251509760;mso-wrap-edited:f" coordsize="48,48" wrapcoords="-16 0 -16 32 48 32 48 0 -16 0" path="m,24l,14,5,4,14,,24,,34,r4,4l43,14r5,10l43,33r-5,5l34,43,24,48,14,43,5,38,,33,,24xe" fillcolor="#00a7d1" stroked="f">
          <v:path arrowok="t"/>
        </v:shape>
      </w:pict>
    </w:r>
    <w:r>
      <w:rPr>
        <w:noProof/>
      </w:rPr>
      <w:pict>
        <v:shape id="_x0000_s2070" style="position:absolute;margin-left:80pt;margin-top:-66.55pt;width:2.4pt;height:2.4pt;z-index:251508736;mso-wrap-edited:f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>
        <v:shape id="_x0000_s2069" style="position:absolute;margin-left:112.4pt;margin-top:-56.25pt;width:2.4pt;height:2.4pt;z-index:251507712;mso-wrap-edited:f" coordsize="48,48" wrapcoords="-16 0 -16 32 64 32 48 0 -16 0" path="m24,l34,5r9,5l48,14r,10l48,34r-5,9l34,48r-10,l15,48,10,43,5,34,,24,5,14r5,-4l15,5,24,xe" fillcolor="#00a7d1" stroked="f">
          <v:path arrowok="t"/>
        </v:shape>
      </w:pict>
    </w:r>
    <w:r>
      <w:rPr>
        <w:noProof/>
      </w:rPr>
      <w:pict>
        <v:shape id="_x0000_s2067" style="position:absolute;margin-left:80pt;margin-top:-300.35pt;width:2.4pt;height:2.4pt;z-index:251505664;mso-wrap-edited:f" coordsize="48,48" wrapcoords="-16 0 -16 32 64 32 48 0 -16 0" path="m,24l,14,5,4,14,,24,,34,r4,4l43,14r5,10l43,33,38,43r-4,5l24,48r-10,l5,43,,33,,24xe" fillcolor="#00a7d1" stroked="f">
          <v:path arrowok="t"/>
        </v:shape>
      </w:pict>
    </w:r>
    <w:r>
      <w:rPr>
        <w:noProof/>
      </w:rPr>
      <w:pict>
        <v:shape id="_x0000_s2066" style="position:absolute;margin-left:80pt;margin-top:-61.75pt;width:2.4pt;height:2.65pt;z-index:251504640;mso-wrap-edited:f" coordsize="48,53" wrapcoords="-16 0 -16 40 48 40 48 0 -16 0" path="m,24l,19,5,10,14,5,24,,34,5r4,5l43,19r5,5l43,34r-5,9l34,48,24,53,14,48,5,43,,34,,24xe" fillcolor="#00a7d1" stroked="f">
          <v:path arrowok="t"/>
        </v:shape>
      </w:pict>
    </w:r>
    <w:r>
      <w:rPr>
        <w:noProof/>
      </w:rPr>
      <w:pict>
        <v:shape id="_x0000_s2065" style="position:absolute;margin-left:107.6pt;margin-top:-56.25pt;width:2.4pt;height:2.4pt;z-index:251503616;mso-wrap-edited:f" coordsize="48,48" wrapcoords="-16 0 -16 32 64 32 48 0 -16 0" path="m24,l34,5r9,5l48,14r,10l48,34r-5,9l34,48r-10,l15,48,10,43,,34,,24,,14,10,10,15,5,24,xe" fillcolor="#00a7d1" stroked="f">
          <v:path arrowok="t"/>
        </v:shape>
      </w:pict>
    </w:r>
    <w:r>
      <w:rPr>
        <w:noProof/>
      </w:rPr>
      <w:pict>
        <v:shape id="_x0000_s2063" style="position:absolute;margin-left:80pt;margin-top:-295.6pt;width:2.4pt;height:2.4pt;z-index:251501568;mso-wrap-edited:f" coordsize="48,48" wrapcoords="-16 0 -16 32 64 32 48 0 -16 0" path="m,24l,15,5,10,14,5,24,,34,5r4,5l43,15r5,9l43,34,38,44r-4,4l24,48r-10,l5,44,,34,,24xe" fillcolor="#00a7d1" stroked="f">
          <v:path arrowok="t"/>
        </v:shape>
      </w:pict>
    </w:r>
    <w:r>
      <w:rPr>
        <w:noProof/>
      </w:rPr>
      <w:pict>
        <v:shape id="_x0000_s2062" style="position:absolute;margin-left:80pt;margin-top:-56.7pt;width:2.4pt;height:2.4pt;z-index:251500544;mso-wrap-edited:f" coordsize="48,48" wrapcoords="-16 0 -16 32 48 32 48 0 -16 0" path="m,24l,14,5,4,14,,24,,34,r4,4l43,14r5,10l43,33r-5,5l34,43,24,48,14,43,5,38,,33,,24xe" fillcolor="#00a7d1" stroked="f">
          <v:path arrowok="t"/>
        </v:shape>
      </w:pict>
    </w:r>
    <w:r>
      <w:rPr>
        <w:noProof/>
      </w:rPr>
      <w:pict>
        <v:shape id="_x0000_s2061" style="position:absolute;margin-left:102.8pt;margin-top:-56.25pt;width:2.4pt;height:2.4pt;z-index:251499520;mso-wrap-edited:f" coordsize="48,48" wrapcoords="-16 0 -16 32 64 32 48 0 -16 0" path="m24,l34,5r9,5l48,14r,10l48,34r-5,9l34,48r-10,l15,48,5,43,,34,,24,,14,5,10,15,5,24,xe" fillcolor="#00a7d1" stroked="f">
          <v:path arrowok="t"/>
        </v:shape>
      </w:pict>
    </w:r>
    <w:r>
      <w:rPr>
        <w:noProof/>
      </w:rPr>
      <w:pict>
        <v:shape id="_x0000_s2059" style="position:absolute;margin-left:80pt;margin-top:-290.8pt;width:2.4pt;height:2.65pt;z-index:251497472;mso-wrap-edited:f" coordsize="48,53" wrapcoords="-16 0 -16 40 48 40 48 0 -16 0" path="m,24l,20,5,10,14,5,24,,34,5r4,5l43,20r5,4l43,34,38,44r-4,4l24,53,14,48,5,44,,34,,24xe" fillcolor="#00a7d1" stroked="f">
          <v:path arrowok="t"/>
        </v:shape>
      </w:pict>
    </w:r>
    <w:r>
      <w:rPr>
        <w:noProof/>
      </w:rPr>
      <w:pict>
        <v:shape id="_x0000_s2058" style="position:absolute;margin-left:98pt;margin-top:-56.25pt;width:2.4pt;height:2.4pt;z-index:251496448" coordsize="48,48" path="m24,l34,5r5,5l44,14r4,10l44,34r-5,9l34,48r-10,l15,48,5,43,,34,,24,,14,5,10,15,5,24,xe" fillcolor="#00a7d1" stroked="f">
          <v:path arrowok="t"/>
        </v:shape>
      </w:pict>
    </w:r>
    <w:r>
      <w:rPr>
        <w:noProof/>
      </w:rPr>
      <w:pict>
        <v:shape id="_x0000_s2057" style="position:absolute;margin-left:80pt;margin-top:-285.75pt;width:2.4pt;height:2.4pt;z-index:251495424" coordsize="48,48" path="m,24l,15,5,5,14,,24,,34,r4,5l43,15r5,9l43,34r-5,5l34,43,24,48,14,43,5,39,,34,,24xe" fillcolor="#00a7d1" stroked="f">
          <v:path arrowok="t"/>
        </v:shape>
      </w:pict>
    </w:r>
    <w:r>
      <w:rPr>
        <w:noProof/>
      </w:rPr>
      <w:pict>
        <v:shape id="_x0000_s2056" style="position:absolute;margin-left:93pt;margin-top:-56.25pt;width:2.6pt;height:2.4pt;z-index:251494400" coordsize="52,48" path="m28,r5,5l43,10r5,4l52,24,48,34r-5,9l33,48r-5,l19,48,9,43,4,34,,24,4,14,9,10,19,5,28,xe" fillcolor="#00a7d1" stroked="f">
          <v:path arrowok="t"/>
        </v:shape>
      </w:pict>
    </w:r>
    <w:r>
      <w:rPr>
        <w:noProof/>
      </w:rPr>
      <w:pict>
        <v:shape id="_x0000_s2055" style="position:absolute;margin-left:80pt;margin-top:-280.95pt;width:2.4pt;height:2.4pt;z-index:251493376" coordsize="48,48" path="m,24l,14,5,5,14,,24,,34,r4,5l43,14r5,10l43,34r-5,4l34,48r-10,l14,48,5,38,,34,,24xe" fillcolor="#00a7d1" stroked="f">
          <v:path arrowok="t"/>
        </v:shape>
      </w:pict>
    </w:r>
    <w:r>
      <w:rPr>
        <w:noProof/>
      </w:rPr>
      <w:pict>
        <v:shape id="_x0000_s2054" style="position:absolute;margin-left:88.2pt;margin-top:-56.25pt;width:2.4pt;height:2.4pt;z-index:251492352" coordsize="48,48" path="m24,r9,5l43,10r5,4l48,24r,10l43,43,33,48r-9,l14,48,9,43,4,34,,24,4,14,9,10,14,5,24,xe" fillcolor="#00a7d1" stroked="f">
          <v:path arrowok="t"/>
        </v:shape>
      </w:pict>
    </w:r>
    <w:r>
      <w:rPr>
        <w:noProof/>
      </w:rPr>
      <w:pict>
        <v:shape id="_x0000_s2053" style="position:absolute;margin-left:80pt;margin-top:-276.15pt;width:2.4pt;height:2.4pt;z-index:251491328" coordsize="48,48" path="m,24l,14,5,10,14,,24,,34,r4,10l43,14r5,10l43,34r-5,9l34,48r-10,l14,48,5,43,,34,,24xe" fillcolor="#00a7d1" stroked="f">
          <v:path arrowok="t"/>
        </v:shape>
      </w:pict>
    </w:r>
    <w:r>
      <w:rPr>
        <w:noProof/>
      </w:rPr>
      <w:pict>
        <v:shape id="_x0000_s2052" style="position:absolute;margin-left:83.4pt;margin-top:-56.25pt;width:2.4pt;height:2.4pt;z-index:251490304" coordsize="48,48" path="m24,r9,5l43,10r5,4l48,24r,10l43,43,33,48r-9,l14,48,9,43,,34,,24,,14,9,10,14,5,24,xe" fillcolor="#00a7d1" stroked="f">
          <v:path arrowok="t"/>
        </v:shape>
      </w:pict>
    </w:r>
    <w:r>
      <w:rPr>
        <w:noProof/>
      </w:rPr>
      <w:pict>
        <v:shape id="_x0000_s2051" style="position:absolute;margin-left:80pt;margin-top:-271.35pt;width:2.4pt;height:2.4pt;z-index:251489280" coordsize="48,48" path="m,24l,14,5,10,14,5,24,,34,5r4,5l43,14r5,10l43,33,38,43r-4,5l24,48r-10,l5,43,,33,,24xe" fillcolor="#00a7d1" stroked="f">
          <v:path arrowok="t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5B4" w:rsidRPr="00745754" w:rsidRDefault="005E05B4" w:rsidP="00745754">
    <w:pPr>
      <w:pStyle w:val="Zpat"/>
      <w:tabs>
        <w:tab w:val="left" w:pos="993"/>
      </w:tabs>
      <w:rPr>
        <w:rFonts w:ascii="Arial" w:hAnsi="Arial"/>
        <w:color w:val="002060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4DD" w:rsidRDefault="00CF44DD">
      <w:r>
        <w:separator/>
      </w:r>
    </w:p>
  </w:footnote>
  <w:footnote w:type="continuationSeparator" w:id="0">
    <w:p w:rsidR="00CF44DD" w:rsidRDefault="00CF44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5B4" w:rsidRDefault="003465B7">
    <w:pPr>
      <w:pStyle w:val="Zhlav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68.3pt;margin-top:52.4pt;width:405.3pt;height:38.75pt;z-index:251488256;mso-wrap-edited:f" wrapcoords="0 0 21600 0 21600 21600 0 21600 0 0" filled="f" stroked="f">
          <v:textbox style="mso-next-textbox:#_x0000_s2050">
            <w:txbxContent>
              <w:p w:rsidR="005E05B4" w:rsidRPr="00AF23EB" w:rsidRDefault="005E05B4">
                <w:pPr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</w:pPr>
                <w:r>
                  <w:rPr>
                    <w:rFonts w:ascii="Arial" w:hAnsi="Arial"/>
                    <w:b/>
                    <w:color w:val="000080"/>
                    <w:spacing w:val="2"/>
                    <w:sz w:val="46"/>
                  </w:rPr>
                  <w:t xml:space="preserve">                                </w:t>
                </w:r>
                <w:r w:rsidRPr="00AF23EB"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  <w:t>EP R</w:t>
                </w:r>
                <w:r w:rsidR="00AF23EB" w:rsidRPr="00AF23EB"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  <w:t>ožnov</w:t>
                </w:r>
                <w:r w:rsidRPr="00AF23EB">
                  <w:rPr>
                    <w:rFonts w:ascii="Arial" w:hAnsi="Arial"/>
                    <w:b/>
                    <w:color w:val="002060"/>
                    <w:spacing w:val="2"/>
                    <w:sz w:val="46"/>
                  </w:rPr>
                  <w:t>, a.s.</w:t>
                </w:r>
              </w:p>
            </w:txbxContent>
          </v:textbox>
        </v:shape>
      </w:pict>
    </w:r>
    <w:r w:rsidR="006C0402">
      <w:rPr>
        <w:noProof/>
      </w:rPr>
      <w:drawing>
        <wp:anchor distT="0" distB="0" distL="114300" distR="114300" simplePos="0" relativeHeight="251828224" behindDoc="0" locked="0" layoutInCell="1" allowOverlap="1">
          <wp:simplePos x="0" y="0"/>
          <wp:positionH relativeFrom="column">
            <wp:posOffset>929640</wp:posOffset>
          </wp:positionH>
          <wp:positionV relativeFrom="paragraph">
            <wp:posOffset>395605</wp:posOffset>
          </wp:positionV>
          <wp:extent cx="811530" cy="762000"/>
          <wp:effectExtent l="19050" t="0" r="7620" b="0"/>
          <wp:wrapNone/>
          <wp:docPr id="1677" name="obrázek 1677" descr="logo EP NOVÉ střed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77" descr="logo EP NOVÉ střední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153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 id="_x0000_s2375" style="position:absolute;margin-left:86.5pt;margin-top:108.6pt;width:57.6pt;height:662.15pt;z-index:-251495424;mso-position-horizontal-relative:text;mso-position-vertical-relative:text" coordsize="1152,13524" path="m,1140l,13524r1152,l1146,,,1140xe" fillcolor="#9cf" stroked="f">
          <v:fill color2="#edffff" focus="100%" type="gradient"/>
          <v:path arrowok="t"/>
        </v:shape>
      </w:pict>
    </w:r>
    <w:r>
      <w:rPr>
        <w:noProof/>
      </w:rPr>
      <w:pict>
        <v:shape id="_x0000_s2371" style="position:absolute;margin-left:552.6pt;margin-top:86.15pt;width:2.65pt;height:2.4pt;z-index:251816960;mso-wrap-edited:f;mso-position-horizontal-relative:text;mso-position-vertical-relative:text" coordsize="53,48" wrapcoords="-13 0 -13 32 53 32 53 0 -13 0" path="m29,r5,l43,5r5,9l53,24,48,34r-5,4l34,43r-5,5l19,43,10,38,5,34,,24,5,14,10,5,19,,29,xe" fillcolor="#00a7d1" stroked="f">
          <v:path arrowok="t"/>
        </v:shape>
      </w:pict>
    </w:r>
    <w:r>
      <w:rPr>
        <w:noProof/>
      </w:rPr>
      <w:pict>
        <v:shape id="_x0000_s2370" style="position:absolute;margin-left:547.8pt;margin-top:86.15pt;width:2.4pt;height:2.4pt;z-index:251815936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>
      <w:rPr>
        <w:noProof/>
      </w:rPr>
      <w:pict>
        <v:shape id="_x0000_s2369" style="position:absolute;margin-left:543pt;margin-top:86.15pt;width:2.4pt;height:2.4pt;z-index:251814912;mso-wrap-edited:f;mso-position-horizontal-relative:text;mso-position-vertical-relative:text" coordsize="48,48" wrapcoords="-16 0 -16 32 64 32 64 0 -16 0" path="m24,l34,,44,5r4,9l48,24r,10l44,38,34,43,24,48,15,43,10,38,,34,,24,,14,10,5,15,r9,xe" fillcolor="#00a7d1" stroked="f">
          <v:path arrowok="t"/>
        </v:shape>
      </w:pict>
    </w:r>
    <w:r>
      <w:rPr>
        <w:noProof/>
      </w:rPr>
      <w:pict>
        <v:shape id="_x0000_s2368" style="position:absolute;margin-left:538.2pt;margin-top:86.15pt;width:2.4pt;height:2.4pt;z-index:251813888;mso-wrap-edited:f;mso-position-horizontal-relative:text;mso-position-vertical-relative:text" coordsize="48,48" wrapcoords="-16 0 -16 32 48 32 48 0 -16 0" path="m24,l34,r5,5l48,14r,10l48,34r-9,4l34,43,24,48,15,43,5,38,,34,,24,,14,5,5,15,r9,xe" fillcolor="#00a7d1" stroked="f">
          <v:path arrowok="t"/>
        </v:shape>
      </w:pict>
    </w:r>
    <w:r>
      <w:rPr>
        <w:noProof/>
      </w:rPr>
      <w:pict>
        <v:shape id="_x0000_s2367" style="position:absolute;margin-left:533.4pt;margin-top:86.15pt;width:2.4pt;height:2.4pt;z-index:251812864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>
      <w:rPr>
        <w:noProof/>
      </w:rPr>
      <w:pict>
        <v:shape id="_x0000_s2366" style="position:absolute;margin-left:528.4pt;margin-top:86.15pt;width:2.6pt;height:2.4pt;z-index:251811840;mso-wrap-edited:f;mso-position-horizontal-relative:text;mso-position-vertical-relative:text" coordsize="52,48" wrapcoords="-17 0 -17 32 52 32 52 0 -17 0" path="m24,r9,l43,5r5,9l52,24,48,34r-5,4l33,43r-9,5l19,43,9,38,4,34,,24,4,14,9,5,19,r5,xe" fillcolor="#00a7d1" stroked="f">
          <v:path arrowok="t"/>
        </v:shape>
      </w:pict>
    </w:r>
    <w:r>
      <w:rPr>
        <w:noProof/>
      </w:rPr>
      <w:pict>
        <v:shape id="_x0000_s2365" style="position:absolute;margin-left:523.6pt;margin-top:86.15pt;width:2.4pt;height:2.4pt;z-index:251810816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>
      <w:rPr>
        <w:noProof/>
      </w:rPr>
      <w:pict>
        <v:shape id="_x0000_s2364" style="position:absolute;margin-left:80pt;margin-top:166.45pt;width:2.4pt;height:2.4pt;z-index:251809792;mso-position-horizontal-relative:text;mso-position-vertical-relative:text" coordsize="48,48" path="m,24l,15,5,10,14,5,24,,34,5r4,5l43,15r5,9l43,34r-5,9l34,48r-10,l14,48,5,43,,34,,24xe" fillcolor="#00a7d1" stroked="f">
          <v:path arrowok="t"/>
        </v:shape>
      </w:pict>
    </w:r>
    <w:r>
      <w:rPr>
        <w:noProof/>
      </w:rPr>
      <w:pict>
        <v:shape id="_x0000_s2362" style="position:absolute;margin-left:80pt;margin-top:171.25pt;width:2.4pt;height:2.4pt;z-index:251807744;mso-position-horizontal-relative:text;mso-position-vertical-relative:text" coordsize="48,48" path="m,24l,15,5,10,14,5,24,,34,5r4,5l43,15r5,9l43,34r-5,9l34,48r-10,l14,48,5,43,,34,,24xe" fillcolor="#00a7d1" stroked="f">
          <v:path arrowok="t"/>
        </v:shape>
      </w:pict>
    </w:r>
    <w:r>
      <w:rPr>
        <w:noProof/>
      </w:rPr>
      <w:pict>
        <v:shape id="_x0000_s2360" style="position:absolute;margin-left:80pt;margin-top:176.3pt;width:2.4pt;height:2.4pt;z-index:251805696;mso-position-horizontal-relative:text;mso-position-vertical-relative:text" coordsize="48,48" path="m,24l,14,5,5,14,,24,,34,r4,5l43,14r5,10l43,33r-5,5l34,43,24,48,14,43,5,38,,33,,24xe" fillcolor="#00a7d1" stroked="f">
          <v:path arrowok="t"/>
        </v:shape>
      </w:pict>
    </w:r>
    <w:r>
      <w:rPr>
        <w:noProof/>
      </w:rPr>
      <w:pict>
        <v:shape id="_x0000_s2358" style="position:absolute;margin-left:518.85pt;margin-top:86.15pt;width:2.4pt;height:2.4pt;z-index:251803648;mso-position-horizontal-relative:text;mso-position-vertical-relative:text" coordsize="48,48" path="m24,l34,r4,5l43,14r5,10l43,34r-5,4l34,43,24,48,14,43,5,38,,34,,24,,14,5,5,14,,24,xe" fillcolor="#00a7d1" stroked="f">
          <v:path arrowok="t"/>
        </v:shape>
      </w:pict>
    </w:r>
    <w:r>
      <w:rPr>
        <w:noProof/>
      </w:rPr>
      <w:pict>
        <v:shape id="_x0000_s2357" style="position:absolute;margin-left:80pt;margin-top:181.1pt;width:2.4pt;height:2.4pt;z-index:251802624;mso-position-horizontal-relative:text;mso-position-vertical-relative:text" coordsize="48,48" path="m,24l,14,5,5,14,,24,,34,r4,5l43,14r5,10l43,33r-5,5l34,43,24,48,14,43,5,38,,33,,24xe" fillcolor="#00a7d1" stroked="f">
          <v:path arrowok="t"/>
        </v:shape>
      </w:pict>
    </w:r>
    <w:r>
      <w:rPr>
        <w:noProof/>
      </w:rPr>
      <w:pict>
        <v:shape id="_x0000_s2354" style="position:absolute;margin-left:513.35pt;margin-top:86.15pt;width:2.4pt;height:2.4pt;z-index:251799552;mso-position-horizontal-relative:text;mso-position-vertical-relative:text" coordsize="48,48" path="m24,r9,l43,5r5,9l48,24r,10l43,38,33,43r-9,5l14,43,9,38,5,34,,24,5,14,9,5,14,,24,xe" fillcolor="#00a7d1" stroked="f">
          <v:path arrowok="t"/>
        </v:shape>
      </w:pict>
    </w:r>
    <w:r>
      <w:rPr>
        <w:noProof/>
      </w:rPr>
      <w:pict>
        <v:shape id="_x0000_s2353" style="position:absolute;margin-left:80pt;margin-top:185.9pt;width:2.4pt;height:2.4pt;z-index:251798528;mso-position-horizontal-relative:text;mso-position-vertical-relative:text" coordsize="48,48" path="m,24l,14,5,5,14,,24,,34,r4,5l43,14r5,10l43,33,38,43r-4,5l24,48r-10,l5,43,,33,,24xe" fillcolor="#00a7d1" stroked="f">
          <v:path arrowok="t"/>
        </v:shape>
      </w:pict>
    </w:r>
    <w:r>
      <w:rPr>
        <w:noProof/>
      </w:rPr>
      <w:pict>
        <v:shape id="_x0000_s2350" style="position:absolute;margin-left:508.55pt;margin-top:86.15pt;width:2.4pt;height:2.4pt;z-index:251795456;mso-position-horizontal-relative:text;mso-position-vertical-relative:text" coordsize="48,48" path="m24,r9,l43,5r5,9l48,24r,10l43,38,33,43r-9,5l14,43,5,38,,34,,24,,14,5,5,14,,24,xe" fillcolor="#00a7d1" stroked="f">
          <v:path arrowok="t"/>
        </v:shape>
      </w:pict>
    </w:r>
    <w:r>
      <w:rPr>
        <w:noProof/>
      </w:rPr>
      <w:pict>
        <v:shape id="_x0000_s2349" style="position:absolute;margin-left:80pt;margin-top:190.7pt;width:2.4pt;height:2.4pt;z-index:251794432;mso-position-horizontal-relative:text;mso-position-vertical-relative:text" coordsize="48,48" path="m,24l,14,5,9,14,4,24,,34,4r4,5l43,14r5,10l43,33,38,43r-4,5l24,48r-10,l5,43,,33,,24xe" fillcolor="#00a7d1" stroked="f">
          <v:path arrowok="t"/>
        </v:shape>
      </w:pict>
    </w:r>
    <w:r>
      <w:rPr>
        <w:noProof/>
      </w:rPr>
      <w:pict>
        <v:shape id="_x0000_s2346" style="position:absolute;margin-left:503.75pt;margin-top:86.15pt;width:2.4pt;height:2.4pt;z-index:251791360;mso-position-horizontal-relative:text;mso-position-vertical-relative:text" coordsize="48,48" path="m24,r9,l38,5r5,9l48,24,43,34r-5,4l33,43r-9,5l14,43,5,38,,34,,24,,14,5,5,14,,24,xe" fillcolor="#00a7d1" stroked="f">
          <v:path arrowok="t"/>
        </v:shape>
      </w:pict>
    </w:r>
    <w:r>
      <w:rPr>
        <w:noProof/>
      </w:rPr>
      <w:pict>
        <v:shape id="_x0000_s2345" style="position:absolute;margin-left:80pt;margin-top:195.5pt;width:2.4pt;height:2.4pt;z-index:251790336;mso-position-horizontal-relative:text;mso-position-vertical-relative:text" coordsize="48,48" path="m,24l,14,5,9,14,4,24,,34,4r4,5l43,14r5,10l43,33,38,43r-4,5l24,48r-10,l5,43,,33,,24xe" fillcolor="#00a7d1" stroked="f">
          <v:path arrowok="t"/>
        </v:shape>
      </w:pict>
    </w:r>
    <w:r>
      <w:rPr>
        <w:noProof/>
      </w:rPr>
      <w:pict>
        <v:shape id="_x0000_s2342" style="position:absolute;margin-left:498.45pt;margin-top:86.15pt;width:2.4pt;height:2.4pt;z-index:251787264;mso-position-horizontal-relative:text;mso-position-vertical-relative:text" coordsize="48,48" path="m24,l34,,44,5r4,9l48,24r,10l44,38,34,43,24,48,15,43,10,38,5,34,,24,5,14,10,5,15,r9,xe" fillcolor="#00a7d1" stroked="f">
          <v:path arrowok="t"/>
        </v:shape>
      </w:pict>
    </w:r>
    <w:r>
      <w:rPr>
        <w:noProof/>
      </w:rPr>
      <w:pict>
        <v:shape id="_x0000_s2341" style="position:absolute;margin-left:80pt;margin-top:200.5pt;width:2.4pt;height:2.4pt;z-index:251786240;mso-position-horizontal-relative:text;mso-position-vertical-relative:text" coordsize="48,48" path="m,24l,15,5,5,14,,24,,34,r4,5l43,15r5,9l43,34r-5,5l34,44,24,48,14,44,5,39,,34,,24xe" fillcolor="#00a7d1" stroked="f">
          <v:path arrowok="t"/>
        </v:shape>
      </w:pict>
    </w:r>
    <w:r>
      <w:rPr>
        <w:noProof/>
      </w:rPr>
      <w:pict>
        <v:shape id="_x0000_s2338" style="position:absolute;margin-left:493.65pt;margin-top:86.15pt;width:2.4pt;height:2.4pt;z-index:251783168;mso-position-horizontal-relative:text;mso-position-vertical-relative:text" coordsize="48,48" path="m24,l34,,44,5r4,9l48,24r,10l44,38,34,43,24,48,15,43,10,38,,34,,24,,14,10,5,15,r9,xe" fillcolor="#00a7d1" stroked="f">
          <v:path arrowok="t"/>
        </v:shape>
      </w:pict>
    </w:r>
    <w:r>
      <w:rPr>
        <w:noProof/>
      </w:rPr>
      <w:pict>
        <v:shape id="_x0000_s2337" style="position:absolute;margin-left:80pt;margin-top:205.3pt;width:2.4pt;height:2.4pt;z-index:251782144;mso-position-horizontal-relative:text;mso-position-vertical-relative:text" coordsize="48,48" path="m,24l,15,5,5,14,,24,,34,r4,5l43,15r5,9l43,34r-5,5l34,48r-10,l14,48,5,39,,34,,24xe" fillcolor="#00a7d1" stroked="f">
          <v:path arrowok="t"/>
        </v:shape>
      </w:pict>
    </w:r>
    <w:r>
      <w:rPr>
        <w:noProof/>
      </w:rPr>
      <w:pict>
        <v:shape id="_x0000_s2334" style="position:absolute;margin-left:488.85pt;margin-top:86.15pt;width:2.4pt;height:2.4pt;z-index:251779072;mso-position-horizontal-relative:text;mso-position-vertical-relative:text" coordsize="48,48" path="m24,l34,,44,5r4,9l48,24r,10l44,38,34,43,24,48,15,43,5,38,,34,,24,,14,5,5,15,r9,xe" fillcolor="#00a7d1" stroked="f">
          <v:path arrowok="t"/>
        </v:shape>
      </w:pict>
    </w:r>
    <w:r>
      <w:rPr>
        <w:noProof/>
      </w:rPr>
      <w:pict>
        <v:shape id="_x0000_s2333" style="position:absolute;margin-left:80pt;margin-top:210.1pt;width:2.4pt;height:2.4pt;z-index:251778048;mso-position-horizontal-relative:text;mso-position-vertical-relative:text" coordsize="48,48" path="m,24l,15,5,10,14,,24,,34,r4,10l43,15r5,9l43,34r-5,9l34,48r-10,l14,48,5,43,,34,,24xe" fillcolor="#00a7d1" stroked="f">
          <v:path arrowok="t"/>
        </v:shape>
      </w:pict>
    </w:r>
    <w:r>
      <w:rPr>
        <w:noProof/>
      </w:rPr>
      <w:pict>
        <v:shape id="_x0000_s2330" style="position:absolute;margin-left:484.05pt;margin-top:86.15pt;width:2.4pt;height:2.4pt;z-index:251774976;mso-position-horizontal-relative:text;mso-position-vertical-relative:text" coordsize="48,48" path="m24,l34,r5,5l44,14r4,10l44,34r-5,4l34,43,24,48,15,43,5,38,,34,,24,,14,5,5,15,r9,xe" fillcolor="#00a7d1" stroked="f">
          <v:path arrowok="t"/>
        </v:shape>
      </w:pict>
    </w:r>
    <w:r>
      <w:rPr>
        <w:noProof/>
      </w:rPr>
      <w:pict>
        <v:shape id="_x0000_s2329" style="position:absolute;margin-left:80pt;margin-top:214.9pt;width:2.4pt;height:2.4pt;z-index:251773952;mso-position-horizontal-relative:text;mso-position-vertical-relative:text" coordsize="48,48" path="m,24l,15,5,10,14,5,24,,34,5r4,5l43,15r5,9l43,34r-5,9l34,48r-10,l14,48,5,43,,34,,24xe" fillcolor="#00a7d1" stroked="f">
          <v:path arrowok="t"/>
        </v:shape>
      </w:pict>
    </w:r>
    <w:r>
      <w:rPr>
        <w:noProof/>
      </w:rPr>
      <w:pict>
        <v:shape id="_x0000_s2326" style="position:absolute;margin-left:479.05pt;margin-top:86.15pt;width:2.65pt;height:2.4pt;z-index:251770880;mso-position-horizontal-relative:text;mso-position-vertical-relative:text" coordsize="53,48" path="m29,r4,l43,5r5,9l53,24,48,34r-5,4l33,43r-4,5l19,43,9,38,5,34,,24,5,14,9,5,19,,29,xe" fillcolor="#00a7d1" stroked="f">
          <v:path arrowok="t"/>
        </v:shape>
      </w:pict>
    </w:r>
    <w:r>
      <w:rPr>
        <w:noProof/>
      </w:rPr>
      <w:pict>
        <v:shape id="_x0000_s2325" style="position:absolute;margin-left:80pt;margin-top:219.7pt;width:2.4pt;height:2.65pt;z-index:251769856;mso-position-horizontal-relative:text;mso-position-vertical-relative:text" coordsize="48,53" path="m,24l,19,5,10,14,5,24,,34,5r4,5l43,19r5,5l43,34r-5,9l34,48,24,53,14,48,5,43,,34,,24xe" fillcolor="#00a7d1" stroked="f">
          <v:path arrowok="t"/>
        </v:shape>
      </w:pict>
    </w:r>
    <w:r>
      <w:rPr>
        <w:noProof/>
      </w:rPr>
      <w:pict>
        <v:shape id="_x0000_s2322" style="position:absolute;margin-left:474.25pt;margin-top:86.15pt;width:2.4pt;height:2.4pt;z-index:251766784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>
      <w:rPr>
        <w:noProof/>
      </w:rPr>
      <w:pict>
        <v:shape id="_x0000_s2321" style="position:absolute;margin-left:80pt;margin-top:224.75pt;width:2.4pt;height:2.4pt;z-index:251765760;mso-wrap-edited:f;mso-position-horizontal-relative:text;mso-position-vertical-relative:text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>
        <v:shape id="_x0000_s2320" style="position:absolute;margin-left:154.35pt;margin-top:89.7pt;width:2.4pt;height:2.4pt;z-index:251764736;mso-wrap-edited:f;mso-position-horizontal-relative:text;mso-position-vertical-relative:text" coordsize="48,48" wrapcoords="-16 0 -16 32 48 32 48 0 -16 0" path="m5,5l15,r9,l29,,39,5r4,10l48,24,43,34r-4,5l29,48r-5,l15,48,5,39,,34,,24,,15,5,5xe" fillcolor="#00a7d1" stroked="f">
          <v:path arrowok="t"/>
        </v:shape>
      </w:pict>
    </w:r>
    <w:r>
      <w:rPr>
        <w:noProof/>
      </w:rPr>
      <w:pict>
        <v:shape id="_x0000_s2317" style="position:absolute;margin-left:469.45pt;margin-top:86.15pt;width:2.4pt;height:2.4pt;z-index:251761664;mso-wrap-edited:f;mso-position-horizontal-relative:text;mso-position-vertical-relative:text" coordsize="48,48" wrapcoords="-16 0 -16 32 64 32 64 0 -16 0" path="m24,r9,l43,5r5,9l48,24r,10l43,38,33,43r-9,5l14,43,9,38,,34,,24,,14,9,5,14,,24,xe" fillcolor="#00a7d1" stroked="f">
          <v:path arrowok="t"/>
        </v:shape>
      </w:pict>
    </w:r>
    <w:r>
      <w:rPr>
        <w:noProof/>
      </w:rPr>
      <w:pict>
        <v:shape id="_x0000_s2316" style="position:absolute;margin-left:80pt;margin-top:229.55pt;width:2.4pt;height:2.4pt;z-index:251760640;mso-wrap-edited:f;mso-position-horizontal-relative:text;mso-position-vertical-relative:text" coordsize="48,48" wrapcoords="-16 0 -16 32 48 32 48 0 -16 0" path="m,24l,14,5,4,14,,24,,34,r4,4l43,14r5,10l43,33r-5,5l34,48r-10,l14,48,5,38,,33,,24xe" fillcolor="#00a7d1" stroked="f">
          <v:path arrowok="t"/>
        </v:shape>
      </w:pict>
    </w:r>
    <w:r>
      <w:rPr>
        <w:noProof/>
      </w:rPr>
      <w:pict>
        <v:shape id="_x0000_s2315" style="position:absolute;margin-left:150.75pt;margin-top:93.1pt;width:2.4pt;height:2.4pt;z-index:251759616;mso-wrap-edited:f;mso-position-horizontal-relative:text;mso-position-vertical-relative:text" coordsize="48,48" wrapcoords="-16 0 -16 32 64 32 48 0 -16 0" path="m10,9l15,r9,l34,r9,9l48,14r,10l48,33,43,43r-9,5l24,48r-9,l10,43,5,33,,24,5,14,10,9xe" fillcolor="#00a7d1" stroked="f">
          <v:path arrowok="t"/>
        </v:shape>
      </w:pict>
    </w:r>
    <w:r>
      <w:rPr>
        <w:noProof/>
      </w:rPr>
      <w:pict>
        <v:shape id="_x0000_s2313" style="position:absolute;margin-left:464.65pt;margin-top:86.15pt;width:2.4pt;height:2.4pt;z-index:251757568;mso-wrap-edited:f;mso-position-horizontal-relative:text;mso-position-vertical-relative:text" coordsize="48,48" wrapcoords="-16 0 -16 32 48 32 48 0 -16 0" path="m24,r9,l38,5r10,9l48,24r,10l38,38r-5,5l24,48,14,43,5,38,,34,,24,,14,5,5,14,,24,xe" fillcolor="#00a7d1" stroked="f">
          <v:path arrowok="t"/>
        </v:shape>
      </w:pict>
    </w:r>
    <w:r>
      <w:rPr>
        <w:noProof/>
      </w:rPr>
      <w:pict>
        <v:shape id="_x0000_s2312" style="position:absolute;margin-left:80pt;margin-top:234.35pt;width:2.4pt;height:2.4pt;z-index:251756544;mso-wrap-edited:f;mso-position-horizontal-relative:text;mso-position-vertical-relative:text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>
        <v:shape id="_x0000_s2311" style="position:absolute;margin-left:147.4pt;margin-top:96.45pt;width:2.4pt;height:2.4pt;z-index:251755520;mso-wrap-edited:f;mso-position-horizontal-relative:text;mso-position-vertical-relative:text" coordsize="48,48" wrapcoords="-16 0 -16 32 64 32 48 0 -16 0" path="m5,9l14,5,24,,34,5r9,4l48,19r,5l48,33,43,43r-9,5l24,48r-10,l5,43,,33,,24,,14,5,9xe" fillcolor="#00a7d1" stroked="f">
          <v:path arrowok="t"/>
        </v:shape>
      </w:pict>
    </w:r>
    <w:r>
      <w:rPr>
        <w:noProof/>
      </w:rPr>
      <w:pict>
        <v:shape id="_x0000_s2309" style="position:absolute;margin-left:459.85pt;margin-top:86.15pt;width:2.4pt;height:2.4pt;z-index:251753472;mso-wrap-edited:f;mso-position-horizontal-relative:text;mso-position-vertical-relative:text" coordsize="48,48" wrapcoords="-16 0 -16 32 48 32 48 0 -16 0" path="m24,l34,r4,5l43,14r5,10l43,34r-5,4l34,43,24,48,14,43,5,38,,34,,24,,14,5,5,14,,24,xe" fillcolor="#00a7d1" stroked="f">
          <v:path arrowok="t"/>
        </v:shape>
      </w:pict>
    </w:r>
    <w:r>
      <w:rPr>
        <w:noProof/>
      </w:rPr>
      <w:pict>
        <v:shape id="_x0000_s2308" style="position:absolute;margin-left:80pt;margin-top:239.15pt;width:2.4pt;height:2.4pt;z-index:251752448;mso-wrap-edited:f;mso-position-horizontal-relative:text;mso-position-vertical-relative:text" coordsize="48,48" wrapcoords="-16 0 -16 32 64 32 48 0 -16 0" path="m,24l,14,5,9,14,4,24,,34,4r4,5l43,14r5,10l43,33,38,43r-4,5l24,48r-10,l5,43,,33,,24xe" fillcolor="#00a7d1" stroked="f">
          <v:path arrowok="t"/>
        </v:shape>
      </w:pict>
    </w:r>
    <w:r>
      <w:rPr>
        <w:noProof/>
      </w:rPr>
      <w:pict>
        <v:shape id="_x0000_s2307" style="position:absolute;margin-left:144.05pt;margin-top:100.05pt;width:2.4pt;height:2.4pt;z-index:251751424;mso-wrap-edited:f;mso-position-horizontal-relative:text;mso-position-vertical-relative:text" coordsize="48,48" wrapcoords="-16 0 -16 32 48 32 48 0 -16 0" path="m5,4l14,,24,r9,l38,4r5,10l48,24r-5,9l38,38r-5,5l24,48,14,43,5,38,,33,,24,,14,5,4xe" fillcolor="#00a7d1" stroked="f">
          <v:path arrowok="t"/>
        </v:shape>
      </w:pict>
    </w:r>
    <w:r>
      <w:rPr>
        <w:noProof/>
      </w:rPr>
      <w:pict>
        <v:shape id="_x0000_s2305" style="position:absolute;margin-left:454.8pt;margin-top:86.15pt;width:2.65pt;height:2.4pt;z-index:251749376;mso-wrap-edited:f;mso-position-horizontal-relative:text;mso-position-vertical-relative:text" coordsize="53,48" wrapcoords="-13 0 -13 32 53 32 53 0 -13 0" path="m29,r5,l43,5r5,9l53,24,48,34r-5,4l34,43r-5,5l19,43,10,38,5,34,,24,5,14,10,5,19,,29,xe" fillcolor="#00a7d1" stroked="f">
          <v:path arrowok="t"/>
        </v:shape>
      </w:pict>
    </w:r>
    <w:r>
      <w:rPr>
        <w:noProof/>
      </w:rPr>
      <w:pict>
        <v:shape id="_x0000_s2304" style="position:absolute;margin-left:80pt;margin-top:244.15pt;width:2.4pt;height:2.4pt;z-index:251748352;mso-wrap-edited:f;mso-position-horizontal-relative:text;mso-position-vertical-relative:text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>
        <v:shape id="_x0000_s2303" style="position:absolute;margin-left:140.45pt;margin-top:103.4pt;width:2.4pt;height:2.4pt;z-index:251747328;mso-wrap-edited:f;mso-position-horizontal-relative:text;mso-position-vertical-relative:text" coordsize="48,48" wrapcoords="-16 0 -16 32 64 32 64 0 -16 0" path="m9,5l14,,24,r9,l43,5r5,9l48,24r,9l43,43,33,48r-9,l14,48,9,38,5,33,,24,5,14,9,5xe" fillcolor="#00a7d1" stroked="f">
          <v:path arrowok="t"/>
        </v:shape>
      </w:pict>
    </w:r>
    <w:r>
      <w:rPr>
        <w:noProof/>
      </w:rPr>
      <w:pict>
        <v:shape id="_x0000_s2301" style="position:absolute;margin-left:450pt;margin-top:86.15pt;width:2.4pt;height:2.4pt;z-index:251745280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>
      <w:rPr>
        <w:noProof/>
      </w:rPr>
      <w:pict>
        <v:shape id="_x0000_s2300" style="position:absolute;margin-left:80pt;margin-top:248.95pt;width:2.4pt;height:2.4pt;z-index:251744256;mso-wrap-edited:f;mso-position-horizontal-relative:text;mso-position-vertical-relative:text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>
        <v:shape id="_x0000_s2299" style="position:absolute;margin-left:137.1pt;margin-top:106.75pt;width:2.4pt;height:2.4pt;z-index:251743232;mso-wrap-edited:f;mso-position-horizontal-relative:text;mso-position-vertical-relative:text" coordsize="48,48" wrapcoords="-16 0 -16 32 64 32 48 0 -16 0" path="m5,10l14,,24,r9,5l43,10r5,4l48,24r,10l43,43,33,48r-9,l14,48,5,43,,34,,24,,14,5,10xe" fillcolor="#00a7d1" stroked="f">
          <v:path arrowok="t"/>
        </v:shape>
      </w:pict>
    </w:r>
    <w:r>
      <w:rPr>
        <w:noProof/>
      </w:rPr>
      <w:pict>
        <v:shape id="_x0000_s2297" style="position:absolute;margin-left:445.2pt;margin-top:86.15pt;width:2.4pt;height:2.4pt;z-index:251741184;mso-wrap-edited:f;mso-position-horizontal-relative:text;mso-position-vertical-relative:text" coordsize="48,48" wrapcoords="-16 0 -16 32 64 32 64 0 -16 0" path="m24,l34,,44,5r4,9l48,24r,10l44,38,34,43,24,48,15,43,10,38,,34,,24,,14,10,5,15,r9,xe" fillcolor="#00a7d1" stroked="f">
          <v:path arrowok="t"/>
        </v:shape>
      </w:pict>
    </w:r>
    <w:r>
      <w:rPr>
        <w:noProof/>
      </w:rPr>
      <w:pict>
        <v:shape id="_x0000_s2296" style="position:absolute;margin-left:80pt;margin-top:253.75pt;width:2.4pt;height:2.4pt;z-index:251740160;mso-wrap-edited:f;mso-position-horizontal-relative:text;mso-position-vertical-relative:text" coordsize="48,48" wrapcoords="-16 0 -16 32 64 32 48 0 -16 0" path="m,24l,15,5,5,14,,24,,34,r4,5l43,15r5,9l43,34r-5,9l34,48r-10,l14,48,5,43,,34,,24xe" fillcolor="#00a7d1" stroked="f">
          <v:path arrowok="t"/>
        </v:shape>
      </w:pict>
    </w:r>
    <w:r>
      <w:rPr>
        <w:noProof/>
      </w:rPr>
      <w:pict>
        <v:shape id="_x0000_s2295" style="position:absolute;margin-left:133.75pt;margin-top:110.1pt;width:2.4pt;height:2.4pt;z-index:251739136;mso-wrap-edited:f;mso-position-horizontal-relative:text;mso-position-vertical-relative:text" coordsize="48,48" wrapcoords="-16 0 -16 32 64 32 48 0 -16 0" path="m4,10l14,5,24,r9,5l38,10r5,9l48,24,43,34r-5,9l33,48r-9,l14,48,4,43,,34,,24,,19,4,10xe" fillcolor="#00a7d1" stroked="f">
          <v:path arrowok="t"/>
        </v:shape>
      </w:pict>
    </w:r>
    <w:r>
      <w:rPr>
        <w:noProof/>
      </w:rPr>
      <w:pict>
        <v:shape id="_x0000_s2293" style="position:absolute;margin-left:440.4pt;margin-top:86.15pt;width:2.4pt;height:2.4pt;z-index:251737088;mso-wrap-edited:f;mso-position-horizontal-relative:text;mso-position-vertical-relative:text" coordsize="48,48" wrapcoords="-16 0 -16 32 48 32 48 0 -16 0" path="m24,l34,r5,5l48,14r,10l48,34r-9,4l34,43,24,48,15,43,5,38,,34,,24,,14,5,5,15,r9,xe" fillcolor="#00a7d1" stroked="f">
          <v:path arrowok="t"/>
        </v:shape>
      </w:pict>
    </w:r>
    <w:r>
      <w:rPr>
        <w:noProof/>
      </w:rPr>
      <w:pict>
        <v:shape id="_x0000_s2292" style="position:absolute;margin-left:80pt;margin-top:258.55pt;width:2.4pt;height:2.4pt;z-index:251736064;mso-wrap-edited:f;mso-position-horizontal-relative:text;mso-position-vertical-relative:text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>
        <v:shape id="_x0000_s2291" style="position:absolute;margin-left:130.15pt;margin-top:113.7pt;width:2.4pt;height:2.4pt;z-index:251735040;mso-wrap-edited:f;mso-position-horizontal-relative:text;mso-position-vertical-relative:text" coordsize="48,48" wrapcoords="-16 0 -16 32 64 32 64 0 -16 0" path="m9,5l14,,24,r9,l43,5r5,9l48,24r,10l43,38,33,43r-9,5l14,43,9,38,4,34,,24,4,14,9,5xe" fillcolor="#00a7d1" stroked="f">
          <v:path arrowok="t"/>
        </v:shape>
      </w:pict>
    </w:r>
    <w:r>
      <w:rPr>
        <w:noProof/>
      </w:rPr>
      <w:pict>
        <v:shape id="_x0000_s2289" style="position:absolute;margin-left:435.6pt;margin-top:86.15pt;width:2.4pt;height:2.4pt;z-index:251732992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>
      <w:rPr>
        <w:noProof/>
      </w:rPr>
      <w:pict>
        <v:shape id="_x0000_s2288" style="position:absolute;margin-left:80pt;margin-top:263.35pt;width:2.4pt;height:2.4pt;z-index:251731968;mso-wrap-edited:f;mso-position-horizontal-relative:text;mso-position-vertical-relative:text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>
        <v:shape id="_x0000_s2287" style="position:absolute;margin-left:126.75pt;margin-top:117.05pt;width:2.4pt;height:2.4pt;z-index:251730944;mso-wrap-edited:f;mso-position-horizontal-relative:text;mso-position-vertical-relative:text" coordsize="48,48" wrapcoords="-16 0 -16 32 64 32 64 0 -16 0" path="m5,5l15,r9,l34,,44,5r4,10l48,24r,10l44,43,34,48r-10,l15,48,5,43,,34,,24,,15,5,5xe" fillcolor="#00a7d1" stroked="f">
          <v:path arrowok="t"/>
        </v:shape>
      </w:pict>
    </w:r>
    <w:r>
      <w:rPr>
        <w:noProof/>
      </w:rPr>
      <w:pict>
        <v:shape id="_x0000_s2285" style="position:absolute;margin-left:430.6pt;margin-top:86.15pt;width:2.6pt;height:2.4pt;z-index:251728896;mso-wrap-edited:f;mso-position-horizontal-relative:text;mso-position-vertical-relative:text" coordsize="52,48" wrapcoords="-17 0 -17 32 52 32 52 0 -17 0" path="m24,r9,l43,5r5,9l52,24,48,34r-5,4l33,43r-9,5l19,43,9,38,4,34,,24,4,14,9,5,19,r5,xe" fillcolor="#00a7d1" stroked="f">
          <v:path arrowok="t"/>
        </v:shape>
      </w:pict>
    </w:r>
    <w:r>
      <w:rPr>
        <w:noProof/>
      </w:rPr>
      <w:pict>
        <v:shape id="_x0000_s2284" style="position:absolute;margin-left:80pt;margin-top:268.4pt;width:2.4pt;height:2.4pt;z-index:251727872;mso-wrap-edited:f;mso-position-horizontal-relative:text;mso-position-vertical-relative:text" coordsize="48,48" wrapcoords="-16 0 -16 32 48 32 48 0 -16 0" path="m,24l,14,5,5,14,,24,,34,r4,5l43,14r5,10l43,33r-5,5l34,43,24,48,14,43,5,38,,33,,24xe" fillcolor="#00a7d1" stroked="f">
          <v:path arrowok="t"/>
        </v:shape>
      </w:pict>
    </w:r>
    <w:r>
      <w:rPr>
        <w:noProof/>
      </w:rPr>
      <w:pict>
        <v:shape id="_x0000_s2283" style="position:absolute;margin-left:123.4pt;margin-top:120.4pt;width:2.4pt;height:2.4pt;z-index:251726848;mso-wrap-edited:f;mso-position-horizontal-relative:text;mso-position-vertical-relative:text" coordsize="48,48" wrapcoords="-16 0 -16 32 64 32 48 0 -16 0" path="m5,10l15,5,24,,34,5r5,5l43,15r5,9l43,34,39,44r-5,4l24,48r-9,l5,44,,34,,24,,15,5,10xe" fillcolor="#00a7d1" stroked="f">
          <v:path arrowok="t"/>
        </v:shape>
      </w:pict>
    </w:r>
    <w:r>
      <w:rPr>
        <w:noProof/>
      </w:rPr>
      <w:pict>
        <v:shape id="_x0000_s2281" style="position:absolute;margin-left:425.8pt;margin-top:86.15pt;width:2.4pt;height:2.4pt;z-index:251724800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>
      <w:rPr>
        <w:noProof/>
      </w:rPr>
      <w:pict>
        <v:shape id="_x0000_s2280" style="position:absolute;margin-left:80pt;margin-top:273.2pt;width:2.4pt;height:2.4pt;z-index:251723776;mso-wrap-edited:f;mso-position-horizontal-relative:text;mso-position-vertical-relative:text" coordsize="48,48" wrapcoords="-16 0 -16 32 48 32 48 0 -16 0" path="m,24l,14,5,4,14,,24,,34,r4,4l43,14r5,10l43,33r-5,5l34,43,24,48,14,43,5,38,,33,,24xe" fillcolor="#00a7d1" stroked="f">
          <v:path arrowok="t"/>
        </v:shape>
      </w:pict>
    </w:r>
    <w:r>
      <w:rPr>
        <w:noProof/>
      </w:rPr>
      <w:pict>
        <v:shape id="_x0000_s2279" style="position:absolute;margin-left:119.8pt;margin-top:123.75pt;width:2.4pt;height:2.65pt;z-index:251722752;mso-wrap-edited:f;mso-position-horizontal-relative:text;mso-position-vertical-relative:text" coordsize="48,53" wrapcoords="-16 0 -16 40 64 40 48 0 -16 0" path="m10,10l15,5,24,,34,5r10,5l48,20r,4l48,34,44,44,34,48,24,53,15,48,10,44,5,34,,24,5,20,10,10xe" fillcolor="#00a7d1" stroked="f">
          <v:path arrowok="t"/>
        </v:shape>
      </w:pict>
    </w:r>
    <w:r>
      <w:rPr>
        <w:noProof/>
      </w:rPr>
      <w:pict>
        <v:shape id="_x0000_s2277" style="position:absolute;margin-left:421pt;margin-top:86.15pt;width:2.4pt;height:2.4pt;z-index:251720704;mso-wrap-edited:f;mso-position-horizontal-relative:text;mso-position-vertical-relative:text" coordsize="48,48" wrapcoords="-16 0 -16 32 64 32 64 0 -16 0" path="m24,r9,l43,5r5,9l48,24r,10l43,38,33,43r-9,5l14,43,5,38,,34,,24,,14,5,5,14,,24,xe" fillcolor="#00a7d1" stroked="f">
          <v:path arrowok="t"/>
        </v:shape>
      </w:pict>
    </w:r>
    <w:r>
      <w:rPr>
        <w:noProof/>
      </w:rPr>
      <w:pict>
        <v:shape id="_x0000_s2276" style="position:absolute;margin-left:80pt;margin-top:278pt;width:2.4pt;height:2.4pt;z-index:251719680;mso-wrap-edited:f;mso-position-horizontal-relative:text;mso-position-vertical-relative:text" coordsize="48,48" wrapcoords="-16 0 -16 32 64 32 48 0 -16 0" path="m,24l,14,5,4,14,,24,,34,r4,4l43,14r5,10l43,33,38,43r-4,5l24,48r-10,l5,43,,33,,24xe" fillcolor="#00a7d1" stroked="f">
          <v:path arrowok="t"/>
        </v:shape>
      </w:pict>
    </w:r>
    <w:r>
      <w:rPr>
        <w:noProof/>
      </w:rPr>
      <w:pict>
        <v:shape id="_x0000_s2275" style="position:absolute;margin-left:116.45pt;margin-top:127.35pt;width:2.4pt;height:2.4pt;z-index:251718656;mso-wrap-edited:f;mso-position-horizontal-relative:text;mso-position-vertical-relative:text" coordsize="48,48" wrapcoords="-16 0 -16 32 64 32 64 0 -16 0" path="m10,5l15,r9,l34,r9,5l48,15r,9l48,34r-5,5l34,44,24,48,15,44,5,39,,34,,24,,15,10,5xe" fillcolor="#00a7d1" stroked="f">
          <v:path arrowok="t"/>
        </v:shape>
      </w:pict>
    </w:r>
    <w:r>
      <w:rPr>
        <w:noProof/>
      </w:rPr>
      <w:pict>
        <v:shape id="_x0000_s2273" style="position:absolute;margin-left:416.2pt;margin-top:86.15pt;width:2.4pt;height:2.4pt;z-index:251716608;mso-wrap-edited:f;mso-position-horizontal-relative:text;mso-position-vertical-relative:text" coordsize="48,48" wrapcoords="-16 0 -16 32 48 32 48 0 -16 0" path="m24,r9,l38,5r10,9l48,24r,10l38,38r-5,5l24,48,14,43,5,38,,34,,24,,14,5,5,14,,24,xe" fillcolor="#00a7d1" stroked="f">
          <v:path arrowok="t"/>
        </v:shape>
      </w:pict>
    </w:r>
    <w:r>
      <w:rPr>
        <w:noProof/>
      </w:rPr>
      <w:pict>
        <v:shape id="_x0000_s2272" style="position:absolute;margin-left:80pt;margin-top:282.75pt;width:2.4pt;height:2.4pt;z-index:251715584;mso-wrap-edited:f;mso-position-horizontal-relative:text;mso-position-vertical-relative:text" coordsize="48,48" wrapcoords="-16 0 -16 32 64 32 48 0 -16 0" path="m,24l,15,5,10,14,5,24,,34,5r4,5l43,15r5,9l43,34,38,44r-4,4l24,48r-10,l5,44,,34,,24xe" fillcolor="#00a7d1" stroked="f">
          <v:path arrowok="t"/>
        </v:shape>
      </w:pict>
    </w:r>
    <w:r>
      <w:rPr>
        <w:noProof/>
      </w:rPr>
      <w:pict>
        <v:shape id="_x0000_s2271" style="position:absolute;margin-left:113.1pt;margin-top:130.75pt;width:2.4pt;height:2.4pt;z-index:251714560;mso-wrap-edited:f;mso-position-horizontal-relative:text;mso-position-vertical-relative:text" coordsize="48,48" wrapcoords="-16 0 -16 32 64 32 48 0 -16 0" path="m5,4l14,,24,,34,r4,4l43,14r5,10l43,33,38,43r-4,5l24,48r-10,l5,43,,33,,24,,14,5,4xe" fillcolor="#00a7d1" stroked="f">
          <v:path arrowok="t"/>
        </v:shape>
      </w:pict>
    </w:r>
    <w:r>
      <w:rPr>
        <w:noProof/>
      </w:rPr>
      <w:pict>
        <v:shape id="_x0000_s2269" style="position:absolute;margin-left:411.4pt;margin-top:86.15pt;width:2.4pt;height:2.4pt;z-index:251712512;mso-wrap-edited:f;mso-position-horizontal-relative:text;mso-position-vertical-relative:text" coordsize="48,48" wrapcoords="-16 0 -16 32 48 32 48 0 -16 0" path="m24,l34,r4,5l43,14r5,10l43,34r-5,4l34,43,24,48,14,43,5,38,,34,,24,,14,5,5,14,,24,xe" fillcolor="#00a7d1" stroked="f">
          <v:path arrowok="t"/>
        </v:shape>
      </w:pict>
    </w:r>
    <w:r>
      <w:rPr>
        <w:noProof/>
      </w:rPr>
      <w:pict>
        <v:shape id="_x0000_s2268" style="position:absolute;margin-left:80pt;margin-top:287.55pt;width:2.4pt;height:2.65pt;z-index:251711488;mso-wrap-edited:f;mso-position-horizontal-relative:text;mso-position-vertical-relative:text" coordsize="48,53" wrapcoords="-16 0 -16 40 48 40 48 0 -16 0" path="m,24l,15,5,10,14,5,24,,34,5r4,5l43,15r5,9l43,34,38,44r-4,4l24,53,14,48,5,44,,34,,24xe" fillcolor="#00a7d1" stroked="f">
          <v:path arrowok="t"/>
        </v:shape>
      </w:pict>
    </w:r>
    <w:r>
      <w:rPr>
        <w:noProof/>
      </w:rPr>
      <w:pict>
        <v:shape id="_x0000_s2267" style="position:absolute;margin-left:109.5pt;margin-top:134.1pt;width:2.4pt;height:2.4pt;z-index:251710464;mso-wrap-edited:f;mso-position-horizontal-relative:text;mso-position-vertical-relative:text" coordsize="48,48" wrapcoords="-16 0 -16 32 64 32 48 0 -16 0" path="m10,9l19,5,24,,34,5r9,4l48,14r,10l48,33,43,43r-9,5l24,48r-5,l10,43,5,33,,24,5,14,10,9xe" fillcolor="#00a7d1" stroked="f">
          <v:path arrowok="t"/>
        </v:shape>
      </w:pict>
    </w:r>
    <w:r>
      <w:rPr>
        <w:noProof/>
      </w:rPr>
      <w:pict>
        <v:shape id="_x0000_s2265" style="position:absolute;margin-left:406.35pt;margin-top:86.15pt;width:2.4pt;height:2.4pt;z-index:251708416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>
      <w:rPr>
        <w:noProof/>
      </w:rPr>
      <w:pict>
        <v:shape id="_x0000_s2264" style="position:absolute;margin-left:80pt;margin-top:292.6pt;width:2.4pt;height:2.4pt;z-index:251707392;mso-wrap-edited:f;mso-position-horizontal-relative:text;mso-position-vertical-relative:text" coordsize="48,48" wrapcoords="-16 0 -16 32 48 32 48 0 -16 0" path="m,24l,15,5,5,14,,24,,34,r4,5l43,15r5,9l43,34r-5,5l34,43,24,48,14,43,5,39,,34,,24xe" fillcolor="#00a7d1" stroked="f">
          <v:path arrowok="t"/>
        </v:shape>
      </w:pict>
    </w:r>
    <w:r>
      <w:rPr>
        <w:noProof/>
      </w:rPr>
      <w:pict>
        <v:shape id="_x0000_s2263" style="position:absolute;margin-left:106.15pt;margin-top:137.45pt;width:2.4pt;height:2.65pt;z-index:251706368;mso-wrap-edited:f;mso-position-horizontal-relative:text;mso-position-vertical-relative:text" coordsize="48,53" wrapcoords="-16 0 -16 40 64 40 48 0 -16 0" path="m9,9l14,5,24,r9,5l43,9r5,10l48,29r,4l43,43,33,48r-9,5l14,48,9,43,,33,,29,,19,9,9xe" fillcolor="#00a7d1" stroked="f">
          <v:path arrowok="t"/>
        </v:shape>
      </w:pict>
    </w:r>
    <w:r>
      <w:rPr>
        <w:noProof/>
      </w:rPr>
      <w:pict>
        <v:shape id="_x0000_s2261" style="position:absolute;margin-left:401.55pt;margin-top:86.15pt;width:2.4pt;height:2.4pt;z-index:251704320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>
      <w:rPr>
        <w:noProof/>
      </w:rPr>
      <w:pict>
        <v:shape id="_x0000_s2260" style="position:absolute;margin-left:80pt;margin-top:297.4pt;width:2.4pt;height:2.4pt;z-index:251703296;mso-wrap-edited:f;mso-position-horizontal-relative:text;mso-position-vertical-relative:text" coordsize="48,48" wrapcoords="-16 0 -16 32 48 32 48 0 -16 0" path="m,24l,14,5,5,14,,24,,34,r4,5l43,14r5,10l43,34r-5,4l34,48r-10,l14,48,5,38,,34,,24xe" fillcolor="#00a7d1" stroked="f">
          <v:path arrowok="t"/>
        </v:shape>
      </w:pict>
    </w:r>
    <w:r>
      <w:rPr>
        <w:noProof/>
      </w:rPr>
      <w:pict>
        <v:shape id="_x0000_s2259" style="position:absolute;margin-left:102.8pt;margin-top:141.05pt;width:2.4pt;height:2.4pt;z-index:251702272;mso-wrap-edited:f;mso-position-horizontal-relative:text;mso-position-vertical-relative:text" coordsize="48,48" wrapcoords="-16 0 -16 32 48 32 48 0 -16 0" path="m5,5l14,,24,r9,l38,5r5,9l48,24r-5,9l38,38r-5,5l24,48,14,43,5,38,,33,,24,,14,5,5xe" fillcolor="#00a7d1" stroked="f">
          <v:path arrowok="t"/>
        </v:shape>
      </w:pict>
    </w:r>
    <w:r>
      <w:rPr>
        <w:noProof/>
      </w:rPr>
      <w:pict>
        <v:shape id="_x0000_s2257" style="position:absolute;margin-left:396.75pt;margin-top:86.15pt;width:2.4pt;height:2.4pt;z-index:251700224;mso-wrap-edited:f;mso-position-horizontal-relative:text;mso-position-vertical-relative:text" coordsize="48,48" wrapcoords="-16 0 -16 32 64 32 64 0 -16 0" path="m24,l34,r9,5l48,14r,10l48,34r-5,4l34,43,24,48,15,43,5,38,,34,,24,,14,5,5,15,r9,xe" fillcolor="#00a7d1" stroked="f">
          <v:path arrowok="t"/>
        </v:shape>
      </w:pict>
    </w:r>
    <w:r>
      <w:rPr>
        <w:noProof/>
      </w:rPr>
      <w:pict>
        <v:shape id="_x0000_s2256" style="position:absolute;margin-left:80pt;margin-top:302.2pt;width:2.4pt;height:2.4pt;z-index:251699200;mso-wrap-edited:f;mso-position-horizontal-relative:text;mso-position-vertical-relative:text" coordsize="48,48" wrapcoords="-16 0 -16 32 64 32 48 0 -16 0" path="m,24l,14,5,10,14,,24,,34,r4,10l43,14r5,10l43,34r-5,9l34,48r-10,l14,48,5,43,,34,,24xe" fillcolor="#00a7d1" stroked="f">
          <v:path arrowok="t"/>
        </v:shape>
      </w:pict>
    </w:r>
    <w:r>
      <w:rPr>
        <w:noProof/>
      </w:rPr>
      <w:pict>
        <v:shape id="_x0000_s2255" style="position:absolute;margin-left:99.2pt;margin-top:144.4pt;width:2.65pt;height:2.4pt;z-index:251698176;mso-wrap-edited:f;mso-position-horizontal-relative:text;mso-position-vertical-relative:text" coordsize="53,48" wrapcoords="-13 0 -13 32 66 32 53 0 -13 0" path="m9,5l19,r5,l33,,43,5r5,9l53,24,48,34r-5,9l33,48r-9,l19,48,9,43,5,34,,24,5,14,9,5xe" fillcolor="#00a7d1" stroked="f">
          <v:path arrowok="t"/>
        </v:shape>
      </w:pict>
    </w:r>
    <w:r>
      <w:rPr>
        <w:noProof/>
      </w:rPr>
      <w:pict>
        <v:shape id="_x0000_s2253" style="position:absolute;margin-left:391.95pt;margin-top:86.15pt;width:2.4pt;height:2.4pt;z-index:251696128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>
      <w:rPr>
        <w:noProof/>
      </w:rPr>
      <w:pict>
        <v:shape id="_x0000_s2252" style="position:absolute;margin-left:80pt;margin-top:307pt;width:2.4pt;height:2.4pt;z-index:251695104;mso-wrap-edited:f;mso-position-horizontal-relative:text;mso-position-vertical-relative:text" coordsize="48,48" wrapcoords="-16 0 -16 32 64 32 48 0 -16 0" path="m,24l,14,5,10,14,5,24,,34,5r4,5l43,14r5,10l43,34r-5,9l34,48r-10,l14,48,5,43,,34,,24xe" fillcolor="#00a7d1" stroked="f">
          <v:path arrowok="t"/>
        </v:shape>
      </w:pict>
    </w:r>
    <w:r>
      <w:rPr>
        <w:noProof/>
      </w:rPr>
      <w:pict>
        <v:shape id="_x0000_s2251" style="position:absolute;margin-left:95.85pt;margin-top:147.75pt;width:2.4pt;height:2.4pt;z-index:251694080;mso-wrap-edited:f;mso-position-horizontal-relative:text;mso-position-vertical-relative:text" coordsize="48,48" wrapcoords="-16 0 -16 32 64 32 48 0 -16 0" path="m9,10l14,5,24,r9,5l43,10r5,5l48,24r,10l43,43,33,48r-9,l14,48,9,43,,34,,24,,15,9,10xe" fillcolor="#00a7d1" stroked="f">
          <v:path arrowok="t"/>
        </v:shape>
      </w:pict>
    </w:r>
    <w:r>
      <w:rPr>
        <w:noProof/>
      </w:rPr>
      <w:pict>
        <v:shape id="_x0000_s2249" style="position:absolute;margin-left:387.15pt;margin-top:86.15pt;width:2.4pt;height:2.4pt;z-index:251692032;mso-wrap-edited:f;mso-position-horizontal-relative:text;mso-position-vertical-relative:text" coordsize="48,48" wrapcoords="-16 0 -16 32 48 32 48 0 -16 0" path="m24,l34,r5,5l44,14r4,10l44,34r-5,4l34,43,24,48,15,43,5,38,,34,,24,,14,5,5,15,r9,xe" fillcolor="#00a7d1" stroked="f">
          <v:path arrowok="t"/>
        </v:shape>
      </w:pict>
    </w:r>
    <w:r>
      <w:rPr>
        <w:noProof/>
      </w:rPr>
      <w:pict>
        <v:shape id="_x0000_s2248" style="position:absolute;margin-left:80pt;margin-top:311.8pt;width:2.4pt;height:2.65pt;z-index:251691008;mso-wrap-edited:f;mso-position-horizontal-relative:text;mso-position-vertical-relative:text" coordsize="48,53" wrapcoords="-16 0 -16 40 48 40 48 0 -16 0" path="m,29l,19,5,9,14,5,24,,34,5r4,4l43,19r5,10l43,33,38,43r-4,5l24,53,14,48,5,43,,33,,29xe" fillcolor="#00a7d1" stroked="f">
          <v:path arrowok="t"/>
        </v:shape>
      </w:pict>
    </w:r>
    <w:r>
      <w:rPr>
        <w:noProof/>
      </w:rPr>
      <w:pict>
        <v:shape id="_x0000_s2247" style="position:absolute;margin-left:92.45pt;margin-top:151.35pt;width:2.4pt;height:2.4pt;z-index:251689984;mso-wrap-edited:f;mso-position-horizontal-relative:text;mso-position-vertical-relative:text" coordsize="48,48" wrapcoords="-16 0 -16 32 48 32 48 0 -16 0" path="m5,5l15,r9,l34,r5,5l48,14r,10l48,29r-9,9l34,43,24,48,15,43,5,38,,29,,24,,14,5,5xe" fillcolor="#00a7d1" stroked="f">
          <v:path arrowok="t"/>
        </v:shape>
      </w:pict>
    </w:r>
    <w:r>
      <w:rPr>
        <w:noProof/>
      </w:rPr>
      <w:pict>
        <v:shape id="_x0000_s2245" style="position:absolute;margin-left:382.15pt;margin-top:86.15pt;width:2.4pt;height:2.4pt;z-index:251687936;mso-wrap-edited:f;mso-position-horizontal-relative:text;mso-position-vertical-relative:text" coordsize="48,48" wrapcoords="-16 0 -16 32 64 32 64 0 -16 0" path="m24,r9,l43,5r5,9l48,24r,10l43,38,33,43r-9,5l14,43,9,38,4,34,,24,4,14,9,5,14,,24,xe" fillcolor="#00a7d1" stroked="f">
          <v:path arrowok="t"/>
        </v:shape>
      </w:pict>
    </w:r>
    <w:r>
      <w:rPr>
        <w:noProof/>
      </w:rPr>
      <w:pict>
        <v:shape id="_x0000_s2244" style="position:absolute;margin-left:80pt;margin-top:316.85pt;width:2.4pt;height:2.4pt;z-index:251686912;mso-wrap-edited:f;mso-position-horizontal-relative:text;mso-position-vertical-relative:text" coordsize="48,48" wrapcoords="-16 0 -16 32 48 32 48 0 -16 0" path="m,24l,14,5,4,14,,24,,34,r4,4l43,14r5,10l43,33r-5,5l34,43,24,48,14,43,5,38,,33,,24xe" fillcolor="#00a7d1" stroked="f">
          <v:path arrowok="t"/>
        </v:shape>
      </w:pict>
    </w:r>
    <w:r>
      <w:rPr>
        <w:noProof/>
      </w:rPr>
      <w:pict>
        <v:shape id="_x0000_s2243" style="position:absolute;margin-left:88.85pt;margin-top:154.7pt;width:2.65pt;height:2.4pt;z-index:251685888;mso-wrap-edited:f;mso-position-horizontal-relative:text;mso-position-vertical-relative:text" coordsize="53,48" wrapcoords="-13 0 -13 32 53 32 53 0 -13 0" path="m10,5l20,r9,l34,,44,5r4,10l53,24,48,34r-4,5l34,48r-5,l20,48,10,39,5,34,,24,5,15,10,5xe" fillcolor="#00a7d1" stroked="f">
          <v:path arrowok="t"/>
        </v:shape>
      </w:pict>
    </w:r>
    <w:r>
      <w:rPr>
        <w:noProof/>
      </w:rPr>
      <w:pict>
        <v:shape id="_x0000_s2241" style="position:absolute;margin-left:377.35pt;margin-top:86.15pt;width:2.4pt;height:2.4pt;z-index:251683840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>
      <w:rPr>
        <w:noProof/>
      </w:rPr>
      <w:pict>
        <v:shape id="_x0000_s2240" style="position:absolute;margin-left:80pt;margin-top:321.65pt;width:2.4pt;height:2.35pt;z-index:251682816;mso-wrap-edited:f;mso-position-horizontal-relative:text;mso-position-vertical-relative:text" coordsize="48,47" wrapcoords="-16 0 -16 31 64 31 48 0 -16 0" path="m,23l,14,5,4,14,,24,,34,r4,4l43,14r5,9l43,33,38,43r-4,4l24,47r-10,l5,43,,33,,23xe" fillcolor="#00a7d1" stroked="f">
          <v:path arrowok="t"/>
        </v:shape>
      </w:pict>
    </w:r>
    <w:r>
      <w:rPr>
        <w:noProof/>
      </w:rPr>
      <w:pict>
        <v:shape id="_x0000_s2239" style="position:absolute;margin-left:85.5pt;margin-top:158.05pt;width:2.4pt;height:2.4pt;z-index:251681792;mso-wrap-edited:f;mso-position-horizontal-relative:text;mso-position-vertical-relative:text" coordsize="48,48" wrapcoords="-16 0 -16 32 64 32 48 0 -16 0" path="m10,10l15,r9,l34,r9,10l48,15r,9l48,34,43,44r-9,4l24,48r-9,l10,44,5,34,,24,5,15r5,-5xe" fillcolor="#00a7d1" stroked="f">
          <v:path arrowok="t"/>
        </v:shape>
      </w:pict>
    </w:r>
    <w:r>
      <w:rPr>
        <w:noProof/>
      </w:rPr>
      <w:pict>
        <v:shape id="_x0000_s2237" style="position:absolute;margin-left:372.55pt;margin-top:86.15pt;width:2.4pt;height:2.4pt;z-index:251679744;mso-wrap-edited:f;mso-position-horizontal-relative:text;mso-position-vertical-relative:text" coordsize="48,48" wrapcoords="-16 0 -16 32 64 32 64 0 -16 0" path="m24,r9,l43,5r5,9l48,24r,10l43,38,33,43r-9,5l14,43,5,38,,34,,24,,14,5,5,14,,24,xe" fillcolor="#00a7d1" stroked="f">
          <v:path arrowok="t"/>
        </v:shape>
      </w:pict>
    </w:r>
    <w:r>
      <w:rPr>
        <w:noProof/>
      </w:rPr>
      <w:pict>
        <v:shape id="_x0000_s2236" style="position:absolute;margin-left:80pt;margin-top:326.4pt;width:2.4pt;height:2.4pt;z-index:251678720;mso-wrap-edited:f;mso-position-horizontal-relative:text;mso-position-vertical-relative:text" coordsize="48,48" wrapcoords="-16 0 -16 32 64 32 48 0 -16 0" path="m,24l,15,5,10,14,,24,,34,r4,10l43,15r5,9l43,34,38,44r-4,4l24,48r-10,l5,44,,34,,24xe" fillcolor="#00a7d1" stroked="f">
          <v:path arrowok="t"/>
        </v:shape>
      </w:pict>
    </w:r>
    <w:r>
      <w:rPr>
        <w:noProof/>
      </w:rPr>
      <w:pict>
        <v:shape id="_x0000_s2235" style="position:absolute;margin-left:82.15pt;margin-top:161.45pt;width:2.4pt;height:2.35pt;z-index:251677696;mso-wrap-edited:f;mso-position-horizontal-relative:text;mso-position-vertical-relative:text" coordsize="48,47" wrapcoords="-16 0 -16 31 64 31 48 0 -16 0" path="m5,9l15,4,24,,34,4r5,5l48,14r,10l48,33,39,43r-5,4l24,47r-9,l5,43,,33,,24,,14,5,9xe" fillcolor="#00a7d1" stroked="f">
          <v:path arrowok="t"/>
        </v:shape>
      </w:pict>
    </w:r>
    <w:r>
      <w:rPr>
        <w:noProof/>
      </w:rPr>
      <w:pict>
        <v:shape id="_x0000_s2233" style="position:absolute;margin-left:367.75pt;margin-top:86.15pt;width:2.4pt;height:2.4pt;z-index:251675648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>
      <w:rPr>
        <w:noProof/>
      </w:rPr>
      <w:pict>
        <v:shape id="_x0000_s2232" style="position:absolute;margin-left:80pt;margin-top:331.2pt;width:2.4pt;height:2.4pt;z-index:251674624;mso-wrap-edited:f;mso-position-horizontal-relative:text;mso-position-vertical-relative:text" coordsize="48,48" wrapcoords="-16 0 -16 32 64 32 48 0 -16 0" path="m,24l,15,5,10,14,5,24,,34,5r4,5l43,15r5,9l43,34,38,44r-4,4l24,48r-10,l5,44,,34,,24xe" fillcolor="#00a7d1" stroked="f">
          <v:path arrowok="t"/>
        </v:shape>
      </w:pict>
    </w:r>
    <w:r>
      <w:rPr>
        <w:noProof/>
      </w:rPr>
      <w:pict>
        <v:shape id="_x0000_s2230" style="position:absolute;margin-left:362.95pt;margin-top:86.15pt;width:2.4pt;height:2.4pt;z-index:251672576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>
      <w:rPr>
        <w:noProof/>
      </w:rPr>
      <w:pict>
        <v:shape id="_x0000_s2229" style="position:absolute;margin-left:80pt;margin-top:336.25pt;width:2.4pt;height:2.4pt;z-index:251671552;mso-wrap-edited:f;mso-position-horizontal-relative:text;mso-position-vertical-relative:text" coordsize="48,48" wrapcoords="-16 0 -16 32 48 32 48 0 -16 0" path="m,24l,14,5,5,14,,24,,34,r4,5l43,14r5,10l43,34r-5,4l34,43,24,48,14,43,5,38,,34,,24xe" fillcolor="#00a7d1" stroked="f">
          <v:path arrowok="t"/>
        </v:shape>
      </w:pict>
    </w:r>
    <w:r>
      <w:rPr>
        <w:noProof/>
      </w:rPr>
      <w:pict>
        <v:shape id="_x0000_s2227" style="position:absolute;margin-left:357.9pt;margin-top:86.15pt;width:2.4pt;height:2.4pt;z-index:251669504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>
      <w:rPr>
        <w:noProof/>
      </w:rPr>
      <w:pict>
        <v:shape id="_x0000_s2226" style="position:absolute;margin-left:80pt;margin-top:341.05pt;width:2.4pt;height:2.4pt;z-index:251668480;mso-wrap-edited:f;mso-position-horizontal-relative:text;mso-position-vertical-relative:text" coordsize="48,48" wrapcoords="-16 0 -16 32 48 32 48 0 -16 0" path="m,24l,14,5,5,14,,24,,34,r4,5l43,14r5,10l43,34r-5,4l34,43,24,48,14,43,5,38,,34,,24xe" fillcolor="#00a7d1" stroked="f">
          <v:path arrowok="t"/>
        </v:shape>
      </w:pict>
    </w:r>
    <w:r>
      <w:rPr>
        <w:noProof/>
      </w:rPr>
      <w:pict>
        <v:shape id="_x0000_s2224" style="position:absolute;margin-left:353.1pt;margin-top:86.15pt;width:2.4pt;height:2.4pt;z-index:251666432;mso-wrap-edited:f;mso-position-horizontal-relative:text;mso-position-vertical-relative:text" coordsize="48,48" wrapcoords="-16 0 -16 32 64 32 64 0 -16 0" path="m24,l34,r9,5l48,14r,10l48,34r-5,4l34,43,24,48,15,43,10,38,5,34,,24,5,14,10,5,15,r9,xe" fillcolor="#00a7d1" stroked="f">
          <v:path arrowok="t"/>
        </v:shape>
      </w:pict>
    </w:r>
    <w:r>
      <w:rPr>
        <w:noProof/>
      </w:rPr>
      <w:pict>
        <v:shape id="_x0000_s2223" style="position:absolute;margin-left:80pt;margin-top:345.85pt;width:2.4pt;height:2.4pt;z-index:251665408;mso-wrap-edited:f;mso-position-horizontal-relative:text;mso-position-vertical-relative:text" coordsize="48,48" wrapcoords="-16 0 -16 32 64 32 48 0 -16 0" path="m,24l,14,5,5,14,,24,,34,r4,5l43,14r5,10l43,34r-5,9l34,48r-10,l14,48,5,43,,34,,24xe" fillcolor="#00a7d1" stroked="f">
          <v:path arrowok="t"/>
        </v:shape>
      </w:pict>
    </w:r>
    <w:r>
      <w:rPr>
        <w:noProof/>
      </w:rPr>
      <w:pict>
        <v:shape id="_x0000_s2221" style="position:absolute;margin-left:348.3pt;margin-top:86.15pt;width:2.4pt;height:2.4pt;z-index:251663360;mso-wrap-edited:f;mso-position-horizontal-relative:text;mso-position-vertical-relative:text" coordsize="48,48" wrapcoords="-16 0 -16 32 64 32 64 0 -16 0" path="m24,l34,r9,5l48,14r,10l48,34r-5,4l34,43,24,48,15,43,5,38,,34,,24,,14,5,5,15,r9,xe" fillcolor="#00a7d1" stroked="f">
          <v:path arrowok="t"/>
        </v:shape>
      </w:pict>
    </w:r>
    <w:r>
      <w:rPr>
        <w:noProof/>
      </w:rPr>
      <w:pict>
        <v:shape id="_x0000_s2220" style="position:absolute;margin-left:80pt;margin-top:350.65pt;width:2.4pt;height:2.4pt;z-index:251662336;mso-wrap-edited:f;mso-position-horizontal-relative:text;mso-position-vertical-relative:text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>
        <v:shape id="_x0000_s2217" style="position:absolute;margin-left:343.5pt;margin-top:86.15pt;width:2.4pt;height:2.4pt;z-index:251659264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>
      <w:rPr>
        <w:noProof/>
      </w:rPr>
      <w:pict>
        <v:shape id="_x0000_s2216" style="position:absolute;margin-left:80pt;margin-top:355.45pt;width:2.4pt;height:2.4pt;z-index:251658240;mso-wrap-edited:f;mso-position-horizontal-relative:text;mso-position-vertical-relative:text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>
        <v:shape id="_x0000_s2213" style="position:absolute;margin-left:338.5pt;margin-top:86.15pt;width:2.6pt;height:2.4pt;z-index:251655168;mso-wrap-edited:f;mso-position-horizontal-relative:text;mso-position-vertical-relative:text" coordsize="52,48" wrapcoords="-17 0 -17 32 52 32 52 0 -17 0" path="m28,l38,r5,5l48,14r4,10l48,34r-5,4l38,43,28,48,19,43,9,38,4,34,,24,4,14,9,5,19,r9,xe" fillcolor="#00a7d1" stroked="f">
          <v:path arrowok="t"/>
        </v:shape>
      </w:pict>
    </w:r>
    <w:r>
      <w:rPr>
        <w:noProof/>
      </w:rPr>
      <w:pict>
        <v:shape id="_x0000_s2212" style="position:absolute;margin-left:80pt;margin-top:360.5pt;width:2.4pt;height:2.35pt;z-index:251654144;mso-wrap-edited:f;mso-position-horizontal-relative:text;mso-position-vertical-relative:text" coordsize="48,47" wrapcoords="-16 0 -16 31 48 31 48 0 -16 0" path="m,24l,14,5,4,14,,24,,34,r4,4l43,14r5,10l43,33r-5,5l34,43,24,47,14,43,5,38,,33,,24xe" fillcolor="#00a7d1" stroked="f">
          <v:path arrowok="t"/>
        </v:shape>
      </w:pict>
    </w:r>
    <w:r>
      <w:rPr>
        <w:noProof/>
      </w:rPr>
      <w:pict>
        <v:shape id="_x0000_s2209" style="position:absolute;margin-left:333.7pt;margin-top:86.15pt;width:2.4pt;height:2.4pt;z-index:251651072;mso-wrap-edited:f;mso-position-horizontal-relative:text;mso-position-vertical-relative:text" coordsize="48,48" wrapcoords="-16 0 -16 32 64 32 64 0 -16 0" path="m24,r9,l43,5r5,9l48,24r,10l43,38,33,43r-9,5l14,43,9,38,4,34,,24,4,14,9,5,14,,24,xe" fillcolor="#00a7d1" stroked="f">
          <v:path arrowok="t"/>
        </v:shape>
      </w:pict>
    </w:r>
    <w:r>
      <w:rPr>
        <w:noProof/>
      </w:rPr>
      <w:pict>
        <v:shape id="_x0000_s2208" style="position:absolute;margin-left:80pt;margin-top:365.25pt;width:2.4pt;height:2.4pt;z-index:251650048;mso-wrap-edited:f;mso-position-horizontal-relative:text;mso-position-vertical-relative:text" coordsize="48,48" wrapcoords="-16 0 -16 32 48 32 48 0 -16 0" path="m,24l,15,5,5,14,,24,,34,r4,5l43,15r5,9l43,34r-5,5l34,48r-10,l14,48,5,39,,34,,24xe" fillcolor="#00a7d1" stroked="f">
          <v:path arrowok="t"/>
        </v:shape>
      </w:pict>
    </w:r>
    <w:r>
      <w:rPr>
        <w:noProof/>
      </w:rPr>
      <w:pict>
        <v:shape id="_x0000_s2205" style="position:absolute;margin-left:328.9pt;margin-top:86.15pt;width:2.4pt;height:2.4pt;z-index:251646976;mso-wrap-edited:f;mso-position-horizontal-relative:text;mso-position-vertical-relative:text" coordsize="48,48" wrapcoords="-16 0 -16 32 64 32 64 0 -16 0" path="m24,r9,l43,5r5,9l48,24r,10l43,38,33,43r-9,5l14,43,9,38,,34,,24,,14,9,5,14,,24,xe" fillcolor="#00a7d1" stroked="f">
          <v:path arrowok="t"/>
        </v:shape>
      </w:pict>
    </w:r>
    <w:r>
      <w:rPr>
        <w:noProof/>
      </w:rPr>
      <w:pict>
        <v:shape id="_x0000_s2204" style="position:absolute;margin-left:80pt;margin-top:370.05pt;width:2.4pt;height:2.4pt;z-index:251645952;mso-wrap-edited:f;mso-position-horizontal-relative:text;mso-position-vertical-relative:text" coordsize="48,48" wrapcoords="-16 0 -16 32 64 32 48 0 -16 0" path="m,24l,15,5,5,14,,24,,34,r4,5l43,15r5,9l43,34,38,44r-4,4l24,48r-10,l5,44,,34,,24xe" fillcolor="#00a7d1" stroked="f">
          <v:path arrowok="t"/>
        </v:shape>
      </w:pict>
    </w:r>
    <w:r>
      <w:rPr>
        <w:noProof/>
      </w:rPr>
      <w:pict>
        <v:shape id="_x0000_s2201" style="position:absolute;margin-left:324.1pt;margin-top:86.15pt;width:2.4pt;height:2.4pt;z-index:251642880;mso-wrap-edited:f;mso-position-horizontal-relative:text;mso-position-vertical-relative:text" coordsize="48,48" wrapcoords="-16 0 -16 32 48 32 48 0 -16 0" path="m24,r9,l38,5r10,9l48,24r,10l38,38r-5,5l24,48,14,43,5,38,,34,,24,,14,5,5,14,,24,xe" fillcolor="#00a7d1" stroked="f">
          <v:path arrowok="t"/>
        </v:shape>
      </w:pict>
    </w:r>
    <w:r>
      <w:rPr>
        <w:noProof/>
      </w:rPr>
      <w:pict>
        <v:shape id="_x0000_s2200" style="position:absolute;margin-left:80pt;margin-top:374.85pt;width:2.4pt;height:2.4pt;z-index:251641856;mso-wrap-edited:f;mso-position-horizontal-relative:text;mso-position-vertical-relative:text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>
        <v:shape id="_x0000_s2197" style="position:absolute;margin-left:319.3pt;margin-top:86.15pt;width:2.4pt;height:2.4pt;z-index:251638784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>
      <w:rPr>
        <w:noProof/>
      </w:rPr>
      <w:pict>
        <v:shape id="_x0000_s2196" style="position:absolute;margin-left:80pt;margin-top:379.65pt;width:2.4pt;height:2.65pt;z-index:251637760;mso-wrap-edited:f;mso-position-horizontal-relative:text;mso-position-vertical-relative:text" coordsize="48,53" wrapcoords="-16 0 -16 40 48 40 48 0 -16 0" path="m,24l,19,5,10,14,5,24,,34,5r4,5l43,19r5,5l43,34r-5,9l34,48,24,53,14,48,5,43,,34,,24xe" fillcolor="#00a7d1" stroked="f">
          <v:path arrowok="t"/>
        </v:shape>
      </w:pict>
    </w:r>
    <w:r>
      <w:rPr>
        <w:noProof/>
      </w:rPr>
      <w:pict>
        <v:shape id="_x0000_s2193" style="position:absolute;margin-left:314.25pt;margin-top:86.15pt;width:2.65pt;height:2.4pt;z-index:251634688;mso-wrap-edited:f;mso-position-horizontal-relative:text;mso-position-vertical-relative:text" coordsize="53,48" wrapcoords="-13 0 -13 32 53 32 53 0 -13 0" path="m29,r5,l43,5r5,9l53,24,48,34r-5,4l34,43r-5,5l19,43,10,38,5,34,,24,5,14,10,5,19,,29,xe" fillcolor="#00a7d1" stroked="f">
          <v:path arrowok="t"/>
        </v:shape>
      </w:pict>
    </w:r>
    <w:r>
      <w:rPr>
        <w:noProof/>
      </w:rPr>
      <w:pict>
        <v:shape id="_x0000_s2192" style="position:absolute;margin-left:80pt;margin-top:384.7pt;width:2.4pt;height:2.4pt;z-index:251633664;mso-wrap-edited:f;mso-position-horizontal-relative:text;mso-position-vertical-relative:text" coordsize="48,48" wrapcoords="-16 0 -16 32 48 32 48 0 -16 0" path="m,24l,14,5,5,14,,24,,34,r4,5l43,14r5,10l43,34r-5,4l34,43,24,48,14,43,5,38,,34,,24xe" fillcolor="#00a7d1" stroked="f">
          <v:path arrowok="t"/>
        </v:shape>
      </w:pict>
    </w:r>
    <w:r>
      <w:rPr>
        <w:noProof/>
      </w:rPr>
      <w:pict>
        <v:shape id="_x0000_s2189" style="position:absolute;margin-left:309.45pt;margin-top:86.15pt;width:2.4pt;height:2.4pt;z-index:251630592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>
      <w:rPr>
        <w:noProof/>
      </w:rPr>
      <w:pict>
        <v:shape id="_x0000_s2188" style="position:absolute;margin-left:80pt;margin-top:389.5pt;width:2.4pt;height:2.4pt;z-index:251629568;mso-wrap-edited:f;mso-position-horizontal-relative:text;mso-position-vertical-relative:text" coordsize="48,48" wrapcoords="-16 0 -16 32 48 32 48 0 -16 0" path="m,24l,14,5,5,14,,24,,34,r4,5l43,14r5,10l43,33r-5,5l34,48r-10,l14,48,5,38,,33,,24xe" fillcolor="#00a7d1" stroked="f">
          <v:path arrowok="t"/>
        </v:shape>
      </w:pict>
    </w:r>
    <w:r>
      <w:rPr>
        <w:noProof/>
      </w:rPr>
      <w:pict>
        <v:shape id="_x0000_s2185" style="position:absolute;margin-left:304.65pt;margin-top:86.15pt;width:2.4pt;height:2.4pt;z-index:251626496;mso-wrap-edited:f;mso-position-horizontal-relative:text;mso-position-vertical-relative:text" coordsize="48,48" wrapcoords="-16 0 -16 32 64 32 64 0 -16 0" path="m24,l34,r9,5l48,14r,10l48,34r-5,4l34,43,24,48,15,43,10,38,,34,,24,,14,10,5,15,r9,xe" fillcolor="#00a7d1" stroked="f">
          <v:path arrowok="t"/>
        </v:shape>
      </w:pict>
    </w:r>
    <w:r>
      <w:rPr>
        <w:noProof/>
      </w:rPr>
      <w:pict>
        <v:shape id="_x0000_s2184" style="position:absolute;margin-left:80pt;margin-top:394.3pt;width:2.4pt;height:2.4pt;z-index:251625472;mso-wrap-edited:f;mso-position-horizontal-relative:text;mso-position-vertical-relative:text" coordsize="48,48" wrapcoords="-16 0 -16 32 64 32 48 0 -16 0" path="m,24l,14,5,9,14,,24,,34,r4,9l43,14r5,10l43,33,38,43r-4,5l24,48r-10,l5,43,,33,,24xe" fillcolor="#00a7d1" stroked="f">
          <v:path arrowok="t"/>
        </v:shape>
      </w:pict>
    </w:r>
    <w:r>
      <w:rPr>
        <w:noProof/>
      </w:rPr>
      <w:pict>
        <v:shape id="_x0000_s2181" style="position:absolute;margin-left:299.85pt;margin-top:86.15pt;width:2.4pt;height:2.4pt;z-index:251622400;mso-wrap-edited:f;mso-position-horizontal-relative:text;mso-position-vertical-relative:text" coordsize="48,48" wrapcoords="-16 0 -16 32 48 32 48 0 -16 0" path="m24,l34,r5,5l48,14r,10l48,34r-9,4l34,43,24,48,15,43,5,38,,34,,24,,14,5,5,15,r9,xe" fillcolor="#00a7d1" stroked="f">
          <v:path arrowok="t"/>
        </v:shape>
      </w:pict>
    </w:r>
    <w:r>
      <w:rPr>
        <w:noProof/>
      </w:rPr>
      <w:pict>
        <v:shape id="_x0000_s2180" style="position:absolute;margin-left:80pt;margin-top:399.1pt;width:2.4pt;height:2.4pt;z-index:251621376;mso-wrap-edited:f;mso-position-horizontal-relative:text;mso-position-vertical-relative:text" coordsize="48,48" wrapcoords="-16 0 -16 32 64 32 48 0 -16 0" path="m,24l,14,5,9,14,5,24,,34,5r4,4l43,14r5,10l43,33,38,43r-4,5l24,48r-10,l5,43,,33,,24xe" fillcolor="#00a7d1" stroked="f">
          <v:path arrowok="t"/>
        </v:shape>
      </w:pict>
    </w:r>
    <w:r>
      <w:rPr>
        <w:noProof/>
      </w:rPr>
      <w:pict>
        <v:shape id="_x0000_s2177" style="position:absolute;margin-left:295.05pt;margin-top:86.15pt;width:2.4pt;height:2.4pt;z-index:251618304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>
      <w:rPr>
        <w:noProof/>
      </w:rPr>
      <w:pict>
        <v:shape id="_x0000_s2176" style="position:absolute;margin-left:80pt;margin-top:403.9pt;width:2.4pt;height:2.6pt;z-index:251617280;mso-wrap-edited:f;mso-position-horizontal-relative:text;mso-position-vertical-relative:text" coordsize="48,52" wrapcoords="-16 0 -16 35 48 35 48 0 -16 0" path="m,28l,19,5,9,14,4,24,,34,4r4,5l43,19r5,9l43,38r-5,5l34,48,24,52,14,48,5,43,,38,,28xe" fillcolor="#00a7d1" stroked="f">
          <v:path arrowok="t"/>
        </v:shape>
      </w:pict>
    </w:r>
    <w:r>
      <w:rPr>
        <w:noProof/>
      </w:rPr>
      <w:pict>
        <v:shape id="_x0000_s2173" style="position:absolute;margin-left:290.05pt;margin-top:86.15pt;width:2.6pt;height:2.4pt;z-index:251614208;mso-wrap-edited:f;mso-position-horizontal-relative:text;mso-position-vertical-relative:text" coordsize="52,48" wrapcoords="-17 0 -17 32 52 32 52 0 -17 0" path="m23,l33,,43,5r4,9l52,24,47,34r-4,4l33,43,23,48,19,43,9,38,4,34,,24,4,14,9,5,19,r4,xe" fillcolor="#00a7d1" stroked="f">
          <v:path arrowok="t"/>
        </v:shape>
      </w:pict>
    </w:r>
    <w:r>
      <w:rPr>
        <w:noProof/>
      </w:rPr>
      <w:pict>
        <v:shape id="_x0000_s2172" style="position:absolute;margin-left:80pt;margin-top:408.9pt;width:2.4pt;height:2.4pt;z-index:251613184;mso-wrap-edited:f;mso-position-horizontal-relative:text;mso-position-vertical-relative:text" coordsize="48,48" wrapcoords="-16 0 -16 32 48 32 48 0 -16 0" path="m,24l,15,5,5,14,,24,,34,r4,5l43,15r5,9l43,34r-5,5l34,44,24,48,14,44,5,39,,34,,24xe" fillcolor="#00a7d1" stroked="f">
          <v:path arrowok="t"/>
        </v:shape>
      </w:pict>
    </w:r>
    <w:r>
      <w:rPr>
        <w:noProof/>
      </w:rPr>
      <w:pict>
        <v:shape id="_x0000_s2169" style="position:absolute;margin-left:285.25pt;margin-top:86.15pt;width:2.4pt;height:2.4pt;z-index:251610112;mso-wrap-edited:f;mso-position-horizontal-relative:text;mso-position-vertical-relative:text" coordsize="48,48" wrapcoords="-16 0 -16 32 64 32 64 0 -16 0" path="m24,r9,l43,5r5,9l48,24r,10l43,38,33,43r-9,5l14,43,9,38,4,34,,24,4,14,9,5,14,,24,xe" fillcolor="#00a7d1" stroked="f">
          <v:path arrowok="t"/>
        </v:shape>
      </w:pict>
    </w:r>
    <w:r>
      <w:rPr>
        <w:noProof/>
      </w:rPr>
      <w:pict>
        <v:shape id="_x0000_s2168" style="position:absolute;margin-left:80pt;margin-top:413.7pt;width:2.4pt;height:2.4pt;z-index:251609088;mso-wrap-edited:f;mso-position-horizontal-relative:text;mso-position-vertical-relative:text" coordsize="48,48" wrapcoords="-16 0 -16 32 64 32 48 0 -16 0" path="m,24l,15,5,5,14,,24,,34,r4,5l43,15r5,9l43,34r-5,9l34,48r-10,l14,48,5,43,,34,,24xe" fillcolor="#00a7d1" stroked="f">
          <v:path arrowok="t"/>
        </v:shape>
      </w:pict>
    </w:r>
    <w:r>
      <w:rPr>
        <w:noProof/>
      </w:rPr>
      <w:pict>
        <v:shape id="_x0000_s2165" style="position:absolute;margin-left:280.45pt;margin-top:86.15pt;width:2.4pt;height:2.4pt;z-index:251606016;mso-wrap-edited:f;mso-position-horizontal-relative:text;mso-position-vertical-relative:text" coordsize="48,48" wrapcoords="-16 0 -16 32 64 32 64 0 -16 0" path="m24,r9,l43,5r5,9l48,24r,10l43,38,33,43r-9,5l14,43,4,38,,34,,24,,14,4,5,14,,24,xe" fillcolor="#00a7d1" stroked="f">
          <v:path arrowok="t"/>
        </v:shape>
      </w:pict>
    </w:r>
    <w:r>
      <w:rPr>
        <w:noProof/>
      </w:rPr>
      <w:pict>
        <v:shape id="_x0000_s2164" style="position:absolute;margin-left:80pt;margin-top:418.5pt;width:2.4pt;height:2.4pt;z-index:251604992;mso-wrap-edited:f;mso-position-horizontal-relative:text;mso-position-vertical-relative:text" coordsize="48,48" wrapcoords="-16 0 -16 32 64 32 48 0 -16 0" path="m,24l,15,5,10,14,5,24,,34,5r4,5l43,15r5,9l43,34r-5,9l34,48r-10,l14,48,5,43,,34,,24xe" fillcolor="#00a7d1" stroked="f">
          <v:path arrowok="t"/>
        </v:shape>
      </w:pict>
    </w:r>
    <w:r>
      <w:rPr>
        <w:noProof/>
      </w:rPr>
      <w:pict>
        <v:shape id="_x0000_s2161" style="position:absolute;margin-left:275.65pt;margin-top:86.15pt;width:2.4pt;height:2.4pt;z-index:251601920;mso-wrap-edited:f;mso-position-horizontal-relative:text;mso-position-vertical-relative:text" coordsize="48,48" wrapcoords="-16 0 -16 32 48 32 48 0 -16 0" path="m24,r9,l38,5r10,9l48,24r,10l38,38r-5,5l24,48,14,43,4,38,,34,,24,,14,4,5,14,,24,xe" fillcolor="#00a7d1" stroked="f">
          <v:path arrowok="t"/>
        </v:shape>
      </w:pict>
    </w:r>
    <w:r>
      <w:rPr>
        <w:noProof/>
      </w:rPr>
      <w:pict>
        <v:shape id="_x0000_s2157" style="position:absolute;margin-left:270.85pt;margin-top:86.15pt;width:2.4pt;height:2.4pt;z-index:251597824;mso-wrap-edited:f;mso-position-horizontal-relative:text;mso-position-vertical-relative:text" coordsize="48,48" wrapcoords="-16 0 -16 32 48 32 48 0 -16 0" path="m24,r9,l38,5r5,9l48,24,43,34r-5,4l33,43r-9,5l14,43,5,38,,34,,24,,14,5,5,14,,24,xe" fillcolor="#00a7d1" stroked="f">
          <v:path arrowok="t"/>
        </v:shape>
      </w:pict>
    </w:r>
    <w:r>
      <w:rPr>
        <w:noProof/>
      </w:rPr>
      <w:pict>
        <v:shape id="_x0000_s2153" style="position:absolute;margin-left:265.8pt;margin-top:86.15pt;width:2.4pt;height:2.4pt;z-index:251593728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>
      <w:rPr>
        <w:noProof/>
      </w:rPr>
      <w:pict>
        <v:shape id="_x0000_s2149" style="position:absolute;margin-left:261pt;margin-top:86.15pt;width:2.4pt;height:2.4pt;z-index:251589632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>
      <w:rPr>
        <w:noProof/>
      </w:rPr>
      <w:pict>
        <v:shape id="_x0000_s2145" style="position:absolute;margin-left:256.2pt;margin-top:86.15pt;width:2.4pt;height:2.4pt;z-index:251585536;mso-wrap-edited:f;mso-position-horizontal-relative:text;mso-position-vertical-relative:text" coordsize="48,48" wrapcoords="-16 0 -16 32 64 32 64 0 -16 0" path="m24,l34,r9,5l48,14r,10l48,34r-5,4l34,43,24,48,14,43,5,38,,34,,24,,14,5,5,14,,24,xe" fillcolor="#00a7d1" stroked="f">
          <v:path arrowok="t"/>
        </v:shape>
      </w:pict>
    </w:r>
    <w:r>
      <w:rPr>
        <w:noProof/>
      </w:rPr>
      <w:pict>
        <v:shape id="_x0000_s2141" style="position:absolute;margin-left:251.4pt;margin-top:86.15pt;width:2.4pt;height:2.4pt;z-index:251581440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>
      <w:rPr>
        <w:noProof/>
      </w:rPr>
      <w:pict>
        <v:shape id="_x0000_s2137" style="position:absolute;margin-left:246.6pt;margin-top:86.15pt;width:2.4pt;height:2.4pt;z-index:251577344;mso-wrap-edited:f;mso-position-horizontal-relative:text;mso-position-vertical-relative:text" coordsize="48,48" wrapcoords="-16 0 -16 32 48 32 48 0 -16 0" path="m24,l34,r5,5l43,14r5,10l43,34r-4,4l34,43,24,48,15,43,5,38,,34,,24,,14,5,5,15,r9,xe" fillcolor="#00a7d1" stroked="f">
          <v:path arrowok="t"/>
        </v:shape>
      </w:pict>
    </w:r>
    <w:r>
      <w:rPr>
        <w:noProof/>
      </w:rPr>
      <w:pict>
        <v:shape id="_x0000_s2133" style="position:absolute;margin-left:241.55pt;margin-top:86.15pt;width:2.4pt;height:2.4pt;z-index:251573248;mso-wrap-edited:f;mso-position-horizontal-relative:text;mso-position-vertical-relative:text" coordsize="48,48" wrapcoords="-16 0 -16 32 64 32 64 0 -16 0" path="m24,l34,,44,5r4,9l48,24r,10l44,38,34,43,24,48,15,43,10,38,5,34,,24,5,14,10,5,15,r9,xe" fillcolor="#00a7d1" stroked="f">
          <v:path arrowok="t"/>
        </v:shape>
      </w:pict>
    </w:r>
    <w:r>
      <w:rPr>
        <w:noProof/>
      </w:rPr>
      <w:pict>
        <v:shape id="_x0000_s2129" style="position:absolute;margin-left:236.8pt;margin-top:86.15pt;width:2.35pt;height:2.4pt;z-index:251569152;mso-wrap-edited:f;mso-position-horizontal-relative:text;mso-position-vertical-relative:text" coordsize="47,48" wrapcoords="-16 0 -16 32 63 32 63 0 -16 0" path="m23,l33,,43,5r4,9l47,24r,10l43,38,33,43,23,48,14,43,9,38,4,34,,24,4,14,9,5,14,r9,xe" fillcolor="#00a7d1" stroked="f">
          <v:path arrowok="t"/>
        </v:shape>
      </w:pict>
    </w:r>
    <w:r>
      <w:rPr>
        <w:noProof/>
      </w:rPr>
      <w:pict>
        <v:shape id="_x0000_s2124" style="position:absolute;margin-left:232pt;margin-top:86.15pt;width:2.4pt;height:2.4pt;z-index:251564032;mso-wrap-edited:f;mso-position-horizontal-relative:text;mso-position-vertical-relative:text" coordsize="48,48" wrapcoords="-16 0 -16 32 64 32 64 0 -16 0" path="m24,r9,l43,5r5,9l48,24r,10l43,38,33,43r-9,5l14,43,4,38,,34,,24,,14,4,5,14,,24,xe" fillcolor="#00a7d1" stroked="f">
          <v:path arrowok="t"/>
        </v:shape>
      </w:pict>
    </w:r>
    <w:r>
      <w:rPr>
        <w:noProof/>
      </w:rPr>
      <w:pict>
        <v:shape id="_x0000_s2119" style="position:absolute;margin-left:227.2pt;margin-top:86.15pt;width:2.4pt;height:2.4pt;z-index:251558912;mso-wrap-edited:f;mso-position-horizontal-relative:text;mso-position-vertical-relative:text" coordsize="48,48" wrapcoords="-16 0 -16 32 48 32 48 0 -16 0" path="m24,r9,l38,5r5,9l48,24,43,34r-5,4l33,43r-9,5l14,43,4,38,,34,,24,,14,4,5,14,,24,xe" fillcolor="#00a7d1" stroked="f">
          <v:path arrowok="t"/>
        </v:shape>
      </w:pict>
    </w:r>
    <w:r>
      <w:rPr>
        <w:noProof/>
      </w:rPr>
      <w:pict>
        <v:shape id="_x0000_s2114" style="position:absolute;margin-left:222.4pt;margin-top:86.15pt;width:2.4pt;height:2.4pt;z-index:251553792;mso-wrap-edited:f;mso-position-horizontal-relative:text;mso-position-vertical-relative:text" coordsize="48,48" wrapcoords="-16 0 -16 32 48 32 48 0 -16 0" path="m24,r9,l38,5r5,9l48,24,43,34r-5,4l33,43r-9,5l14,43,4,38,,34,,24,,14,4,5,14,,24,xe" fillcolor="#00a7d1" stroked="f">
          <v:path arrowok="t"/>
        </v:shape>
      </w:pict>
    </w:r>
    <w:r>
      <w:rPr>
        <w:noProof/>
      </w:rPr>
      <w:pict>
        <v:shape id="_x0000_s2109" style="position:absolute;margin-left:217.35pt;margin-top:86.15pt;width:2.4pt;height:2.4pt;z-index:251548672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>
      <w:rPr>
        <w:noProof/>
      </w:rPr>
      <w:pict>
        <v:shape id="_x0000_s2104" style="position:absolute;margin-left:212.55pt;margin-top:86.15pt;width:2.4pt;height:2.4pt;z-index:251543552;mso-wrap-edited:f;mso-position-horizontal-relative:text;mso-position-vertical-relative:text" coordsize="48,48" wrapcoords="-16 0 -16 32 64 32 64 0 -16 0" path="m24,l34,r9,5l48,14r,10l48,34r-5,4l34,43,24,48,14,43,10,38,5,34,,24,5,14,10,5,14,,24,xe" fillcolor="#00a7d1" stroked="f">
          <v:path arrowok="t"/>
        </v:shape>
      </w:pict>
    </w:r>
    <w:r>
      <w:rPr>
        <w:noProof/>
      </w:rPr>
      <w:pict>
        <v:shape id="_x0000_s2100" style="position:absolute;margin-left:207.75pt;margin-top:86.15pt;width:2.4pt;height:2.4pt;z-index:251539456;mso-wrap-edited:f;mso-position-horizontal-relative:text;mso-position-vertical-relative:text" coordsize="48,48" wrapcoords="-16 0 -16 32 64 32 64 0 -16 0" path="m24,l34,r9,5l48,14r,10l48,34r-5,4l34,43,24,48,14,43,5,38,,34,,24,,14,5,5,14,,24,xe" fillcolor="#00a7d1" stroked="f">
          <v:path arrowok="t"/>
        </v:shape>
      </w:pict>
    </w:r>
    <w:r>
      <w:rPr>
        <w:noProof/>
      </w:rPr>
      <w:pict>
        <v:shape id="_x0000_s2096" style="position:absolute;margin-left:202.95pt;margin-top:86.15pt;width:2.4pt;height:2.4pt;z-index:251535360;mso-wrap-edited:f;mso-position-horizontal-relative:text;mso-position-vertical-relative:text" coordsize="48,48" wrapcoords="-16 0 -16 32 48 32 48 0 -16 0" path="m24,l34,r4,5l43,14r5,10l43,34r-5,4l34,43,24,48,14,43,5,38,,34,,24,,14,5,5,14,,24,xe" fillcolor="#00a7d1" stroked="f">
          <v:path arrowok="t"/>
        </v:shape>
      </w:pict>
    </w:r>
    <w:r>
      <w:rPr>
        <w:noProof/>
      </w:rPr>
      <w:pict>
        <v:shape id="_x0000_s2092" style="position:absolute;margin-left:197.9pt;margin-top:86.15pt;width:2.65pt;height:2.4pt;z-index:251531264;mso-wrap-edited:f;mso-position-horizontal-relative:text;mso-position-vertical-relative:text" coordsize="53,48" wrapcoords="-13 0 -13 32 53 32 53 0 -13 0" path="m29,l39,r5,5l48,14r5,10l48,34r-4,4l39,43,29,48,20,43,10,38,5,34,,24,5,14,10,5,20,r9,xe" fillcolor="#00a7d1" stroked="f">
          <v:path arrowok="t"/>
        </v:shape>
      </w:pict>
    </w:r>
    <w:r>
      <w:rPr>
        <w:noProof/>
      </w:rPr>
      <w:pict>
        <v:shape id="_x0000_s2088" style="position:absolute;margin-left:193.1pt;margin-top:86.15pt;width:2.4pt;height:2.4pt;z-index:251527168;mso-wrap-edited:f;mso-position-horizontal-relative:text;mso-position-vertical-relative:text" coordsize="48,48" wrapcoords="-16 0 -16 32 64 32 64 0 -16 0" path="m24,l34,,44,5r4,9l48,24r,10l44,38,34,43,24,48,15,43,10,38,5,34,,24,5,14,10,5,15,r9,xe" fillcolor="#00a7d1" stroked="f">
          <v:path arrowok="t"/>
        </v:shape>
      </w:pict>
    </w:r>
    <w:r>
      <w:rPr>
        <w:noProof/>
      </w:rPr>
      <w:pict>
        <v:shape id="_x0000_s2084" style="position:absolute;margin-left:188.3pt;margin-top:86.15pt;width:2.4pt;height:2.4pt;z-index:251523072;mso-wrap-edited:f;mso-position-horizontal-relative:text;mso-position-vertical-relative:text" coordsize="48,48" wrapcoords="-16 0 -16 32 64 32 64 0 -16 0" path="m24,l34,,44,5r4,9l48,24r,10l44,38,34,43,24,48,15,43,10,38,,34,,24,,14,10,5,15,r9,xe" fillcolor="#00a7d1" stroked="f">
          <v:path arrowok="t"/>
        </v:shape>
      </w:pict>
    </w:r>
    <w:r>
      <w:rPr>
        <w:noProof/>
      </w:rPr>
      <w:pict>
        <v:shape id="_x0000_s2080" style="position:absolute;margin-left:183.55pt;margin-top:86.15pt;width:2.35pt;height:2.4pt;z-index:251518976;mso-wrap-edited:f;mso-position-horizontal-relative:text;mso-position-vertical-relative:text" coordsize="47,48" wrapcoords="-16 0 -16 32 47 32 47 0 -16 0" path="m24,r9,l38,5r9,9l47,24r,10l38,38r-5,5l24,48,14,43,4,38,,34,,24,,14,4,5,14,,24,xe" fillcolor="#00a7d1" stroked="f">
          <v:path arrowok="t"/>
        </v:shape>
      </w:pict>
    </w:r>
    <w:r>
      <w:rPr>
        <w:noProof/>
      </w:rPr>
      <w:pict>
        <v:shape id="_x0000_s2076" style="position:absolute;margin-left:178.75pt;margin-top:86.15pt;width:2.4pt;height:2.4pt;z-index:251514880;mso-wrap-edited:f;mso-position-horizontal-relative:text;mso-position-vertical-relative:text" coordsize="48,48" wrapcoords="-16 0 -16 32 48 32 48 0 -16 0" path="m24,r9,l38,5r5,9l48,24,43,34r-5,4l33,43r-9,5l14,43,4,38,,34,,24,,14,4,5,14,,24,xe" fillcolor="#00a7d1" stroked="f">
          <v:path arrowok="t"/>
        </v:shape>
      </w:pict>
    </w:r>
    <w:r>
      <w:rPr>
        <w:noProof/>
      </w:rPr>
      <w:pict>
        <v:shape id="_x0000_s2072" style="position:absolute;margin-left:173.7pt;margin-top:86.15pt;width:2.65pt;height:2.4pt;z-index:251510784;mso-wrap-edited:f;mso-position-horizontal-relative:text;mso-position-vertical-relative:text" coordsize="53,48" wrapcoords="-13 0 -13 32 53 32 53 0 -13 0" path="m29,r4,l43,5r5,9l53,24,48,34r-5,4l33,43r-4,5l19,43,9,38,5,34,,24,5,14,9,5,19,,29,xe" fillcolor="#00a7d1" stroked="f">
          <v:path arrowok="t"/>
        </v:shape>
      </w:pict>
    </w:r>
    <w:r>
      <w:rPr>
        <w:noProof/>
      </w:rPr>
      <w:pict>
        <v:shape id="_x0000_s2068" style="position:absolute;margin-left:168.9pt;margin-top:86.15pt;width:2.4pt;height:2.4pt;z-index:251506688;mso-wrap-edited:f;mso-position-horizontal-relative:text;mso-position-vertical-relative:text" coordsize="48,48" wrapcoords="-16 0 -16 32 64 32 64 0 -16 0" path="m24,r9,l43,5r5,9l48,24r,10l43,38,33,43r-9,5l14,43,9,38,5,34,,24,5,14,9,5,14,,24,xe" fillcolor="#00a7d1" stroked="f">
          <v:path arrowok="t"/>
        </v:shape>
      </w:pict>
    </w:r>
    <w:r>
      <w:rPr>
        <w:noProof/>
      </w:rPr>
      <w:pict>
        <v:shape id="_x0000_s2064" style="position:absolute;margin-left:164.1pt;margin-top:86.15pt;width:2.4pt;height:2.4pt;z-index:251502592;mso-wrap-edited:f;mso-position-horizontal-relative:text;mso-position-vertical-relative:text" coordsize="48,48" wrapcoords="-16 0 -16 32 64 32 64 0 -16 0" path="m24,l34,r9,5l48,14r,10l48,34r-5,4l34,43,24,48,14,43,10,38,,34,,24,,14,10,5,14,,24,xe" fillcolor="#00a7d1" stroked="f">
          <v:path arrowok="t"/>
        </v:shape>
      </w:pict>
    </w:r>
    <w:r>
      <w:rPr>
        <w:noProof/>
      </w:rPr>
      <w:pict>
        <v:shape id="_x0000_s2060" style="position:absolute;margin-left:159.3pt;margin-top:86.15pt;width:2.4pt;height:2.4pt;z-index:251498496;mso-wrap-edited:f;mso-position-horizontal-relative:text;mso-position-vertical-relative:text" coordsize="48,48" wrapcoords="-16 0 -16 32 48 32 48 0 -16 0" path="m24,l34,r4,5l48,14r,10l48,34,38,38r-4,5l24,48,14,43,5,38,,34,,24,,14,5,5,14,,24,xe" fillcolor="#00a7d1" stroked="f">
          <v:path arrowok="t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A66" w:rsidRDefault="00540AE3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36A"/>
    <w:multiLevelType w:val="singleLevel"/>
    <w:tmpl w:val="3DB6D38A"/>
    <w:lvl w:ilvl="0">
      <w:start w:val="1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4454AA"/>
    <w:multiLevelType w:val="singleLevel"/>
    <w:tmpl w:val="99409E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930189B"/>
    <w:multiLevelType w:val="hybridMultilevel"/>
    <w:tmpl w:val="615690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97A33"/>
    <w:multiLevelType w:val="singleLevel"/>
    <w:tmpl w:val="A052D75C"/>
    <w:lvl w:ilvl="0">
      <w:start w:val="1"/>
      <w:numFmt w:val="upperLetter"/>
      <w:lvlText w:val="%1."/>
      <w:lvlJc w:val="left"/>
      <w:pPr>
        <w:tabs>
          <w:tab w:val="num" w:pos="689"/>
        </w:tabs>
        <w:ind w:left="689" w:hanging="405"/>
      </w:pPr>
      <w:rPr>
        <w:rFonts w:hint="default"/>
      </w:rPr>
    </w:lvl>
  </w:abstractNum>
  <w:abstractNum w:abstractNumId="4">
    <w:nsid w:val="1503493D"/>
    <w:multiLevelType w:val="hybridMultilevel"/>
    <w:tmpl w:val="C8668466"/>
    <w:lvl w:ilvl="0" w:tplc="F496A656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>
    <w:nsid w:val="1E3C14AC"/>
    <w:multiLevelType w:val="singleLevel"/>
    <w:tmpl w:val="9B1634FA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6">
    <w:nsid w:val="23EF4F21"/>
    <w:multiLevelType w:val="hybridMultilevel"/>
    <w:tmpl w:val="BBE287F2"/>
    <w:lvl w:ilvl="0" w:tplc="05F267C8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7">
    <w:nsid w:val="292D6767"/>
    <w:multiLevelType w:val="singleLevel"/>
    <w:tmpl w:val="44D890DE"/>
    <w:lvl w:ilvl="0">
      <w:start w:val="1"/>
      <w:numFmt w:val="upperLetter"/>
      <w:pStyle w:val="Nadpis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A984CDC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9">
    <w:nsid w:val="2D432C55"/>
    <w:multiLevelType w:val="hybridMultilevel"/>
    <w:tmpl w:val="04DCD7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5B2492"/>
    <w:multiLevelType w:val="hybridMultilevel"/>
    <w:tmpl w:val="75165F82"/>
    <w:lvl w:ilvl="0" w:tplc="5B74F646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67B2DAF"/>
    <w:multiLevelType w:val="hybridMultilevel"/>
    <w:tmpl w:val="9BBE4DEE"/>
    <w:lvl w:ilvl="0" w:tplc="18060232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2">
    <w:nsid w:val="49E22625"/>
    <w:multiLevelType w:val="hybridMultilevel"/>
    <w:tmpl w:val="78DC08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54EB6"/>
    <w:multiLevelType w:val="hybridMultilevel"/>
    <w:tmpl w:val="059CA47A"/>
    <w:lvl w:ilvl="0" w:tplc="E0384380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4">
    <w:nsid w:val="4B70500D"/>
    <w:multiLevelType w:val="hybridMultilevel"/>
    <w:tmpl w:val="C0CE3106"/>
    <w:lvl w:ilvl="0" w:tplc="53F42AE4">
      <w:start w:val="3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>
    <w:nsid w:val="4D4B0CB8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6">
    <w:nsid w:val="50FC0E94"/>
    <w:multiLevelType w:val="hybridMultilevel"/>
    <w:tmpl w:val="0B483134"/>
    <w:lvl w:ilvl="0" w:tplc="D150980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5DB52DA7"/>
    <w:multiLevelType w:val="hybridMultilevel"/>
    <w:tmpl w:val="077A1D6A"/>
    <w:lvl w:ilvl="0" w:tplc="5ACA89C6">
      <w:start w:val="1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>
    <w:nsid w:val="60BF417B"/>
    <w:multiLevelType w:val="hybridMultilevel"/>
    <w:tmpl w:val="C3FE6E58"/>
    <w:lvl w:ilvl="0" w:tplc="875EB622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9">
    <w:nsid w:val="62506807"/>
    <w:multiLevelType w:val="hybridMultilevel"/>
    <w:tmpl w:val="4F5E2A9A"/>
    <w:lvl w:ilvl="0" w:tplc="C6FC42F6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D29A0EFE">
      <w:start w:val="1"/>
      <w:numFmt w:val="bullet"/>
      <w:lvlText w:val="-"/>
      <w:lvlJc w:val="left"/>
      <w:pPr>
        <w:tabs>
          <w:tab w:val="num" w:pos="2214"/>
        </w:tabs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0">
    <w:nsid w:val="63186508"/>
    <w:multiLevelType w:val="hybridMultilevel"/>
    <w:tmpl w:val="424238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A6B4754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2">
    <w:nsid w:val="6ABA2FA8"/>
    <w:multiLevelType w:val="hybridMultilevel"/>
    <w:tmpl w:val="1492938C"/>
    <w:lvl w:ilvl="0" w:tplc="0405000F">
      <w:start w:val="1"/>
      <w:numFmt w:val="decimal"/>
      <w:lvlText w:val="%1."/>
      <w:lvlJc w:val="left"/>
      <w:pPr>
        <w:ind w:left="1637" w:hanging="360"/>
      </w:p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3">
    <w:nsid w:val="6BFB57F7"/>
    <w:multiLevelType w:val="hybridMultilevel"/>
    <w:tmpl w:val="DF4E6D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EB43C7"/>
    <w:multiLevelType w:val="singleLevel"/>
    <w:tmpl w:val="C2A6CE4E"/>
    <w:lvl w:ilvl="0">
      <w:start w:val="4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25">
    <w:nsid w:val="722C40FF"/>
    <w:multiLevelType w:val="hybridMultilevel"/>
    <w:tmpl w:val="076E4914"/>
    <w:lvl w:ilvl="0" w:tplc="6DD0261A">
      <w:start w:val="1"/>
      <w:numFmt w:val="lowerLetter"/>
      <w:lvlText w:val="%1.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9"/>
  </w:num>
  <w:num w:numId="5">
    <w:abstractNumId w:val="11"/>
  </w:num>
  <w:num w:numId="6">
    <w:abstractNumId w:val="4"/>
  </w:num>
  <w:num w:numId="7">
    <w:abstractNumId w:val="25"/>
  </w:num>
  <w:num w:numId="8">
    <w:abstractNumId w:val="6"/>
  </w:num>
  <w:num w:numId="9">
    <w:abstractNumId w:val="18"/>
  </w:num>
  <w:num w:numId="10">
    <w:abstractNumId w:val="13"/>
  </w:num>
  <w:num w:numId="11">
    <w:abstractNumId w:val="8"/>
  </w:num>
  <w:num w:numId="12">
    <w:abstractNumId w:val="21"/>
  </w:num>
  <w:num w:numId="13">
    <w:abstractNumId w:val="22"/>
  </w:num>
  <w:num w:numId="14">
    <w:abstractNumId w:val="16"/>
  </w:num>
  <w:num w:numId="15">
    <w:abstractNumId w:val="15"/>
  </w:num>
  <w:num w:numId="16">
    <w:abstractNumId w:val="2"/>
  </w:num>
  <w:num w:numId="17">
    <w:abstractNumId w:val="23"/>
  </w:num>
  <w:num w:numId="18">
    <w:abstractNumId w:val="20"/>
  </w:num>
  <w:num w:numId="19">
    <w:abstractNumId w:val="24"/>
  </w:num>
  <w:num w:numId="20">
    <w:abstractNumId w:val="14"/>
  </w:num>
  <w:num w:numId="21">
    <w:abstractNumId w:val="12"/>
  </w:num>
  <w:num w:numId="22">
    <w:abstractNumId w:val="0"/>
  </w:num>
  <w:num w:numId="23">
    <w:abstractNumId w:val="1"/>
  </w:num>
  <w:num w:numId="24">
    <w:abstractNumId w:val="10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2" fill="f" fillcolor="white" stroke="f">
      <v:fill color="white" on="f"/>
      <v:stroke on="f"/>
      <o:colormru v:ext="edit" colors="#cff,#edfff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93E05"/>
    <w:rsid w:val="0000016F"/>
    <w:rsid w:val="00002077"/>
    <w:rsid w:val="000044B4"/>
    <w:rsid w:val="0000738E"/>
    <w:rsid w:val="00013F90"/>
    <w:rsid w:val="00020E9C"/>
    <w:rsid w:val="00041609"/>
    <w:rsid w:val="000510CF"/>
    <w:rsid w:val="000664A5"/>
    <w:rsid w:val="00074027"/>
    <w:rsid w:val="000766FD"/>
    <w:rsid w:val="00081287"/>
    <w:rsid w:val="00087686"/>
    <w:rsid w:val="00090A29"/>
    <w:rsid w:val="00093654"/>
    <w:rsid w:val="000B20FE"/>
    <w:rsid w:val="000B4511"/>
    <w:rsid w:val="000B638E"/>
    <w:rsid w:val="000C1EB2"/>
    <w:rsid w:val="000C5CAB"/>
    <w:rsid w:val="000D3149"/>
    <w:rsid w:val="000D389F"/>
    <w:rsid w:val="000D6035"/>
    <w:rsid w:val="000D703D"/>
    <w:rsid w:val="000E4C3C"/>
    <w:rsid w:val="000F01BF"/>
    <w:rsid w:val="000F03E3"/>
    <w:rsid w:val="000F577C"/>
    <w:rsid w:val="00111DD2"/>
    <w:rsid w:val="00141E98"/>
    <w:rsid w:val="00151593"/>
    <w:rsid w:val="001538D5"/>
    <w:rsid w:val="00157FE9"/>
    <w:rsid w:val="00166A23"/>
    <w:rsid w:val="00170266"/>
    <w:rsid w:val="001755B3"/>
    <w:rsid w:val="00176D07"/>
    <w:rsid w:val="00187CB6"/>
    <w:rsid w:val="001A18CE"/>
    <w:rsid w:val="001A5A0C"/>
    <w:rsid w:val="001B70A7"/>
    <w:rsid w:val="001D3DC7"/>
    <w:rsid w:val="001D4C9B"/>
    <w:rsid w:val="001E24E4"/>
    <w:rsid w:val="001E54B9"/>
    <w:rsid w:val="001F0858"/>
    <w:rsid w:val="001F5BEF"/>
    <w:rsid w:val="00201281"/>
    <w:rsid w:val="0020616A"/>
    <w:rsid w:val="00206DB6"/>
    <w:rsid w:val="0021608F"/>
    <w:rsid w:val="00216947"/>
    <w:rsid w:val="00217F4F"/>
    <w:rsid w:val="00222163"/>
    <w:rsid w:val="00244C7D"/>
    <w:rsid w:val="00256D82"/>
    <w:rsid w:val="00267A66"/>
    <w:rsid w:val="002722C1"/>
    <w:rsid w:val="00275E68"/>
    <w:rsid w:val="00276BF1"/>
    <w:rsid w:val="002A29B5"/>
    <w:rsid w:val="002A61DF"/>
    <w:rsid w:val="002B47FB"/>
    <w:rsid w:val="002C1766"/>
    <w:rsid w:val="002D699E"/>
    <w:rsid w:val="002E07AC"/>
    <w:rsid w:val="002E1E41"/>
    <w:rsid w:val="0030727A"/>
    <w:rsid w:val="00307AE7"/>
    <w:rsid w:val="00315E8F"/>
    <w:rsid w:val="00321786"/>
    <w:rsid w:val="00321DAF"/>
    <w:rsid w:val="00326A01"/>
    <w:rsid w:val="00345A79"/>
    <w:rsid w:val="003465B7"/>
    <w:rsid w:val="00357E40"/>
    <w:rsid w:val="00360D0E"/>
    <w:rsid w:val="00367E76"/>
    <w:rsid w:val="0037435E"/>
    <w:rsid w:val="00383FCC"/>
    <w:rsid w:val="00384265"/>
    <w:rsid w:val="00391FF0"/>
    <w:rsid w:val="00393B4A"/>
    <w:rsid w:val="00394B99"/>
    <w:rsid w:val="003A744C"/>
    <w:rsid w:val="003D04A4"/>
    <w:rsid w:val="003D1F40"/>
    <w:rsid w:val="003E34B4"/>
    <w:rsid w:val="003E3F68"/>
    <w:rsid w:val="003E701D"/>
    <w:rsid w:val="003F7FB3"/>
    <w:rsid w:val="0040750A"/>
    <w:rsid w:val="00411A62"/>
    <w:rsid w:val="004124AE"/>
    <w:rsid w:val="00416D29"/>
    <w:rsid w:val="00424E8F"/>
    <w:rsid w:val="004356F8"/>
    <w:rsid w:val="0044475C"/>
    <w:rsid w:val="00445FA1"/>
    <w:rsid w:val="00452288"/>
    <w:rsid w:val="004545C1"/>
    <w:rsid w:val="00462CDC"/>
    <w:rsid w:val="0047295C"/>
    <w:rsid w:val="00476BE1"/>
    <w:rsid w:val="004800AF"/>
    <w:rsid w:val="00481585"/>
    <w:rsid w:val="00485F30"/>
    <w:rsid w:val="00495F6E"/>
    <w:rsid w:val="004B0C13"/>
    <w:rsid w:val="004B18EA"/>
    <w:rsid w:val="004D2938"/>
    <w:rsid w:val="004D3EF1"/>
    <w:rsid w:val="004E413A"/>
    <w:rsid w:val="004E436C"/>
    <w:rsid w:val="00507EC5"/>
    <w:rsid w:val="00511A2E"/>
    <w:rsid w:val="00524AA7"/>
    <w:rsid w:val="00526ED2"/>
    <w:rsid w:val="00535898"/>
    <w:rsid w:val="00537473"/>
    <w:rsid w:val="00540AE3"/>
    <w:rsid w:val="00545C18"/>
    <w:rsid w:val="00553227"/>
    <w:rsid w:val="00584226"/>
    <w:rsid w:val="00593AE8"/>
    <w:rsid w:val="0059472B"/>
    <w:rsid w:val="0059734F"/>
    <w:rsid w:val="005B1966"/>
    <w:rsid w:val="005B4ABB"/>
    <w:rsid w:val="005B5AA0"/>
    <w:rsid w:val="005D48B5"/>
    <w:rsid w:val="005E05B4"/>
    <w:rsid w:val="005F0476"/>
    <w:rsid w:val="005F0C12"/>
    <w:rsid w:val="005F2286"/>
    <w:rsid w:val="005F636E"/>
    <w:rsid w:val="005F7FF9"/>
    <w:rsid w:val="00617B0C"/>
    <w:rsid w:val="00625C1D"/>
    <w:rsid w:val="00636B33"/>
    <w:rsid w:val="00645D54"/>
    <w:rsid w:val="006463CF"/>
    <w:rsid w:val="00650F6F"/>
    <w:rsid w:val="00665467"/>
    <w:rsid w:val="00697128"/>
    <w:rsid w:val="006A29F6"/>
    <w:rsid w:val="006A71A5"/>
    <w:rsid w:val="006B0C9A"/>
    <w:rsid w:val="006C0402"/>
    <w:rsid w:val="006D29F3"/>
    <w:rsid w:val="006D38F3"/>
    <w:rsid w:val="006D39D8"/>
    <w:rsid w:val="006E016A"/>
    <w:rsid w:val="006E3142"/>
    <w:rsid w:val="006F120E"/>
    <w:rsid w:val="007065B2"/>
    <w:rsid w:val="007171D0"/>
    <w:rsid w:val="00722AE2"/>
    <w:rsid w:val="00722D34"/>
    <w:rsid w:val="00745754"/>
    <w:rsid w:val="007567DF"/>
    <w:rsid w:val="00784AF6"/>
    <w:rsid w:val="0079002B"/>
    <w:rsid w:val="0079171F"/>
    <w:rsid w:val="007928A0"/>
    <w:rsid w:val="00793490"/>
    <w:rsid w:val="00795AA8"/>
    <w:rsid w:val="00796889"/>
    <w:rsid w:val="0079715F"/>
    <w:rsid w:val="00797F5E"/>
    <w:rsid w:val="007A082D"/>
    <w:rsid w:val="007C14B8"/>
    <w:rsid w:val="007C51FE"/>
    <w:rsid w:val="007C56F7"/>
    <w:rsid w:val="007C5AB6"/>
    <w:rsid w:val="007D0F3F"/>
    <w:rsid w:val="007D4FB0"/>
    <w:rsid w:val="007D7BCC"/>
    <w:rsid w:val="007E0A61"/>
    <w:rsid w:val="007E5F04"/>
    <w:rsid w:val="007E78F7"/>
    <w:rsid w:val="007F0200"/>
    <w:rsid w:val="007F063A"/>
    <w:rsid w:val="007F23E3"/>
    <w:rsid w:val="00806087"/>
    <w:rsid w:val="0081465A"/>
    <w:rsid w:val="00816B83"/>
    <w:rsid w:val="0083492F"/>
    <w:rsid w:val="00837855"/>
    <w:rsid w:val="008601FE"/>
    <w:rsid w:val="00861025"/>
    <w:rsid w:val="008636B9"/>
    <w:rsid w:val="00874CD4"/>
    <w:rsid w:val="00884266"/>
    <w:rsid w:val="00886C00"/>
    <w:rsid w:val="00893E05"/>
    <w:rsid w:val="008A557F"/>
    <w:rsid w:val="008B1BEA"/>
    <w:rsid w:val="008C49B8"/>
    <w:rsid w:val="008C6038"/>
    <w:rsid w:val="008E207E"/>
    <w:rsid w:val="008E53CE"/>
    <w:rsid w:val="008F3F41"/>
    <w:rsid w:val="00905FB6"/>
    <w:rsid w:val="009123CB"/>
    <w:rsid w:val="009128BD"/>
    <w:rsid w:val="009171DF"/>
    <w:rsid w:val="0092006F"/>
    <w:rsid w:val="00926D7A"/>
    <w:rsid w:val="00932938"/>
    <w:rsid w:val="00935BB1"/>
    <w:rsid w:val="009424D8"/>
    <w:rsid w:val="00970F58"/>
    <w:rsid w:val="00986977"/>
    <w:rsid w:val="009914E9"/>
    <w:rsid w:val="009A51E5"/>
    <w:rsid w:val="009A5277"/>
    <w:rsid w:val="009B0D0D"/>
    <w:rsid w:val="009B4BB2"/>
    <w:rsid w:val="009D33F1"/>
    <w:rsid w:val="009D4920"/>
    <w:rsid w:val="009D4989"/>
    <w:rsid w:val="009E4173"/>
    <w:rsid w:val="009E6483"/>
    <w:rsid w:val="009F1527"/>
    <w:rsid w:val="009F179E"/>
    <w:rsid w:val="009F373A"/>
    <w:rsid w:val="009F5D61"/>
    <w:rsid w:val="00A0009E"/>
    <w:rsid w:val="00A02C85"/>
    <w:rsid w:val="00A2464F"/>
    <w:rsid w:val="00A26B26"/>
    <w:rsid w:val="00A324A9"/>
    <w:rsid w:val="00A36EAF"/>
    <w:rsid w:val="00A40279"/>
    <w:rsid w:val="00A52AB0"/>
    <w:rsid w:val="00A6637C"/>
    <w:rsid w:val="00A73DE5"/>
    <w:rsid w:val="00A8621D"/>
    <w:rsid w:val="00A86FC6"/>
    <w:rsid w:val="00A90659"/>
    <w:rsid w:val="00AA189A"/>
    <w:rsid w:val="00AA5295"/>
    <w:rsid w:val="00AB2C3B"/>
    <w:rsid w:val="00AB3D1B"/>
    <w:rsid w:val="00AB46F0"/>
    <w:rsid w:val="00AC119A"/>
    <w:rsid w:val="00AC1C91"/>
    <w:rsid w:val="00AE4AB3"/>
    <w:rsid w:val="00AF1721"/>
    <w:rsid w:val="00AF23EB"/>
    <w:rsid w:val="00AF2A18"/>
    <w:rsid w:val="00B0217D"/>
    <w:rsid w:val="00B0473E"/>
    <w:rsid w:val="00B0767D"/>
    <w:rsid w:val="00B16C25"/>
    <w:rsid w:val="00B42EDE"/>
    <w:rsid w:val="00B462EC"/>
    <w:rsid w:val="00B64A23"/>
    <w:rsid w:val="00B66B4A"/>
    <w:rsid w:val="00B71BFC"/>
    <w:rsid w:val="00B722B7"/>
    <w:rsid w:val="00B77013"/>
    <w:rsid w:val="00B801C1"/>
    <w:rsid w:val="00B872DB"/>
    <w:rsid w:val="00BA6A53"/>
    <w:rsid w:val="00BB29B3"/>
    <w:rsid w:val="00BB368B"/>
    <w:rsid w:val="00BB720A"/>
    <w:rsid w:val="00BC21D1"/>
    <w:rsid w:val="00BC676B"/>
    <w:rsid w:val="00BD1728"/>
    <w:rsid w:val="00BD29F1"/>
    <w:rsid w:val="00BD7F4E"/>
    <w:rsid w:val="00BE1986"/>
    <w:rsid w:val="00BF14A6"/>
    <w:rsid w:val="00BF4488"/>
    <w:rsid w:val="00C16F6F"/>
    <w:rsid w:val="00C17E10"/>
    <w:rsid w:val="00C23EE2"/>
    <w:rsid w:val="00C303F8"/>
    <w:rsid w:val="00C41643"/>
    <w:rsid w:val="00C47ADA"/>
    <w:rsid w:val="00C63F44"/>
    <w:rsid w:val="00C741D7"/>
    <w:rsid w:val="00C8085C"/>
    <w:rsid w:val="00C838A8"/>
    <w:rsid w:val="00C86FFB"/>
    <w:rsid w:val="00C879CE"/>
    <w:rsid w:val="00C95324"/>
    <w:rsid w:val="00C9549F"/>
    <w:rsid w:val="00CB789E"/>
    <w:rsid w:val="00CE1943"/>
    <w:rsid w:val="00CF44DD"/>
    <w:rsid w:val="00CF6F11"/>
    <w:rsid w:val="00D014D8"/>
    <w:rsid w:val="00D102A1"/>
    <w:rsid w:val="00D15D42"/>
    <w:rsid w:val="00D3092C"/>
    <w:rsid w:val="00D451F6"/>
    <w:rsid w:val="00D53B4E"/>
    <w:rsid w:val="00D54B98"/>
    <w:rsid w:val="00D5519C"/>
    <w:rsid w:val="00D70820"/>
    <w:rsid w:val="00D7586B"/>
    <w:rsid w:val="00D76D49"/>
    <w:rsid w:val="00D80B9F"/>
    <w:rsid w:val="00DA2E8E"/>
    <w:rsid w:val="00DA3171"/>
    <w:rsid w:val="00DA3D9E"/>
    <w:rsid w:val="00DD09DF"/>
    <w:rsid w:val="00DD2DFD"/>
    <w:rsid w:val="00DE0AE0"/>
    <w:rsid w:val="00E1798A"/>
    <w:rsid w:val="00E249FE"/>
    <w:rsid w:val="00E3387E"/>
    <w:rsid w:val="00E36B05"/>
    <w:rsid w:val="00E37DF6"/>
    <w:rsid w:val="00E53DE9"/>
    <w:rsid w:val="00E53DFD"/>
    <w:rsid w:val="00E60862"/>
    <w:rsid w:val="00E63737"/>
    <w:rsid w:val="00E6393A"/>
    <w:rsid w:val="00E6526C"/>
    <w:rsid w:val="00E772D9"/>
    <w:rsid w:val="00E87EA0"/>
    <w:rsid w:val="00E93910"/>
    <w:rsid w:val="00EA0BAA"/>
    <w:rsid w:val="00EA0D56"/>
    <w:rsid w:val="00EB3869"/>
    <w:rsid w:val="00EB5988"/>
    <w:rsid w:val="00EE6A66"/>
    <w:rsid w:val="00EF26E5"/>
    <w:rsid w:val="00EF3E45"/>
    <w:rsid w:val="00F049BB"/>
    <w:rsid w:val="00F127B8"/>
    <w:rsid w:val="00F1381C"/>
    <w:rsid w:val="00F151A7"/>
    <w:rsid w:val="00F20801"/>
    <w:rsid w:val="00F31D51"/>
    <w:rsid w:val="00F343F8"/>
    <w:rsid w:val="00F35E34"/>
    <w:rsid w:val="00F3704A"/>
    <w:rsid w:val="00F41EBC"/>
    <w:rsid w:val="00F50574"/>
    <w:rsid w:val="00F52EB5"/>
    <w:rsid w:val="00F548B6"/>
    <w:rsid w:val="00F55EC5"/>
    <w:rsid w:val="00F62967"/>
    <w:rsid w:val="00F715E3"/>
    <w:rsid w:val="00F90CB3"/>
    <w:rsid w:val="00F9102C"/>
    <w:rsid w:val="00F95BAA"/>
    <w:rsid w:val="00FB2709"/>
    <w:rsid w:val="00FB2CC5"/>
    <w:rsid w:val="00FB652E"/>
    <w:rsid w:val="00FC1B85"/>
    <w:rsid w:val="00FC56B1"/>
    <w:rsid w:val="00FC6C37"/>
    <w:rsid w:val="00FD16F5"/>
    <w:rsid w:val="00FD6330"/>
    <w:rsid w:val="00FF2C16"/>
    <w:rsid w:val="00FF5D4A"/>
    <w:rsid w:val="00FF6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 fill="f" fillcolor="white" stroke="f">
      <v:fill color="white" on="f"/>
      <v:stroke on="f"/>
      <o:colormru v:ext="edit" colors="#cff,#edfff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B0C13"/>
  </w:style>
  <w:style w:type="paragraph" w:styleId="Nadpis1">
    <w:name w:val="heading 1"/>
    <w:basedOn w:val="Normln"/>
    <w:next w:val="Normln"/>
    <w:qFormat/>
    <w:rsid w:val="004B0C13"/>
    <w:pPr>
      <w:keepNext/>
      <w:outlineLvl w:val="0"/>
    </w:pPr>
    <w:rPr>
      <w:rFonts w:ascii="Arial" w:hAnsi="Arial"/>
      <w:b/>
      <w:snapToGrid w:val="0"/>
      <w:color w:val="0000FF"/>
      <w:sz w:val="52"/>
      <w:lang w:val="en-US"/>
    </w:rPr>
  </w:style>
  <w:style w:type="paragraph" w:styleId="Nadpis2">
    <w:name w:val="heading 2"/>
    <w:basedOn w:val="Normln"/>
    <w:next w:val="Normln"/>
    <w:qFormat/>
    <w:rsid w:val="004B0C13"/>
    <w:pPr>
      <w:keepNext/>
      <w:outlineLvl w:val="1"/>
    </w:pPr>
    <w:rPr>
      <w:rFonts w:ascii="GaramondItcTEECon" w:hAnsi="GaramondItcTEECon"/>
      <w:i/>
      <w:snapToGrid w:val="0"/>
      <w:color w:val="0000FF"/>
      <w:sz w:val="36"/>
      <w:lang w:val="en-US"/>
    </w:rPr>
  </w:style>
  <w:style w:type="paragraph" w:styleId="Nadpis3">
    <w:name w:val="heading 3"/>
    <w:basedOn w:val="Normln"/>
    <w:next w:val="Normln"/>
    <w:qFormat/>
    <w:rsid w:val="004B0C13"/>
    <w:pPr>
      <w:keepNext/>
      <w:ind w:left="1843"/>
      <w:outlineLvl w:val="2"/>
    </w:pPr>
    <w:rPr>
      <w:rFonts w:ascii="Arial Black" w:hAnsi="Arial Black"/>
      <w:color w:val="808080"/>
      <w:spacing w:val="1580"/>
      <w:sz w:val="96"/>
    </w:rPr>
  </w:style>
  <w:style w:type="paragraph" w:styleId="Nadpis4">
    <w:name w:val="heading 4"/>
    <w:basedOn w:val="Normln"/>
    <w:next w:val="Normln"/>
    <w:qFormat/>
    <w:rsid w:val="004B0C13"/>
    <w:pPr>
      <w:keepNext/>
      <w:numPr>
        <w:numId w:val="1"/>
      </w:numPr>
      <w:tabs>
        <w:tab w:val="left" w:pos="2977"/>
      </w:tabs>
      <w:ind w:left="567"/>
      <w:jc w:val="center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link w:val="Nadpis5Char"/>
    <w:qFormat/>
    <w:rsid w:val="004B0C13"/>
    <w:pPr>
      <w:keepNext/>
      <w:tabs>
        <w:tab w:val="left" w:pos="2977"/>
      </w:tabs>
      <w:ind w:left="567"/>
      <w:jc w:val="center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qFormat/>
    <w:rsid w:val="004B0C13"/>
    <w:pPr>
      <w:keepNext/>
      <w:outlineLvl w:val="5"/>
    </w:pPr>
    <w:rPr>
      <w:rFonts w:ascii="Arial" w:hAnsi="Arial"/>
      <w:b/>
      <w:color w:val="0000FF"/>
      <w:sz w:val="18"/>
    </w:rPr>
  </w:style>
  <w:style w:type="paragraph" w:styleId="Nadpis7">
    <w:name w:val="heading 7"/>
    <w:basedOn w:val="Normln"/>
    <w:next w:val="Normln"/>
    <w:qFormat/>
    <w:rsid w:val="004B0C13"/>
    <w:pPr>
      <w:keepNext/>
      <w:ind w:left="2977"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"/>
    <w:next w:val="Normln"/>
    <w:qFormat/>
    <w:rsid w:val="004B0C13"/>
    <w:pPr>
      <w:keepNext/>
      <w:outlineLvl w:val="7"/>
    </w:pPr>
    <w:rPr>
      <w:b/>
      <w:i/>
      <w:color w:val="000000"/>
      <w:sz w:val="24"/>
    </w:rPr>
  </w:style>
  <w:style w:type="paragraph" w:styleId="Nadpis9">
    <w:name w:val="heading 9"/>
    <w:basedOn w:val="Normln"/>
    <w:next w:val="Normln"/>
    <w:qFormat/>
    <w:rsid w:val="004B0C13"/>
    <w:pPr>
      <w:keepNext/>
      <w:ind w:left="284"/>
      <w:jc w:val="center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B0C1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B0C1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4B0C13"/>
    <w:pPr>
      <w:ind w:left="1134" w:hanging="567"/>
      <w:jc w:val="both"/>
    </w:pPr>
    <w:rPr>
      <w:rFonts w:ascii="Arial" w:hAnsi="Arial"/>
      <w:sz w:val="22"/>
    </w:rPr>
  </w:style>
  <w:style w:type="paragraph" w:customStyle="1" w:styleId="Odstavec">
    <w:name w:val="Odstavec"/>
    <w:basedOn w:val="Zkladntext"/>
    <w:rsid w:val="004B0C13"/>
    <w:pPr>
      <w:widowControl w:val="0"/>
      <w:spacing w:after="115" w:line="288" w:lineRule="auto"/>
      <w:ind w:firstLine="480"/>
      <w:jc w:val="both"/>
    </w:pPr>
    <w:rPr>
      <w:noProof/>
      <w:sz w:val="24"/>
    </w:rPr>
  </w:style>
  <w:style w:type="paragraph" w:styleId="Zkladntext">
    <w:name w:val="Body Text"/>
    <w:basedOn w:val="Normln"/>
    <w:rsid w:val="004B0C13"/>
    <w:pPr>
      <w:spacing w:after="120"/>
    </w:pPr>
  </w:style>
  <w:style w:type="character" w:styleId="slostrnky">
    <w:name w:val="page number"/>
    <w:basedOn w:val="Standardnpsmoodstavce"/>
    <w:rsid w:val="004B0C13"/>
  </w:style>
  <w:style w:type="character" w:customStyle="1" w:styleId="Nadpis5Char">
    <w:name w:val="Nadpis 5 Char"/>
    <w:basedOn w:val="Standardnpsmoodstavce"/>
    <w:link w:val="Nadpis5"/>
    <w:rsid w:val="008A557F"/>
    <w:rPr>
      <w:rFonts w:ascii="Arial" w:hAnsi="Arial"/>
      <w:b/>
      <w:sz w:val="24"/>
    </w:rPr>
  </w:style>
  <w:style w:type="character" w:styleId="Hypertextovodkaz">
    <w:name w:val="Hyperlink"/>
    <w:basedOn w:val="Standardnpsmoodstavce"/>
    <w:rsid w:val="009F373A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47ADA"/>
    <w:pPr>
      <w:ind w:left="708"/>
    </w:pPr>
    <w:rPr>
      <w:rFonts w:ascii="Arial" w:hAnsi="Arial"/>
    </w:rPr>
  </w:style>
  <w:style w:type="paragraph" w:customStyle="1" w:styleId="Vlastn">
    <w:name w:val="Vlastní"/>
    <w:basedOn w:val="Normln"/>
    <w:rsid w:val="00535898"/>
    <w:pPr>
      <w:ind w:firstLine="708"/>
      <w:jc w:val="both"/>
    </w:pPr>
    <w:rPr>
      <w:rFonts w:ascii="Arial" w:hAnsi="Arial"/>
      <w:sz w:val="22"/>
    </w:rPr>
  </w:style>
  <w:style w:type="paragraph" w:styleId="Textvbloku">
    <w:name w:val="Block Text"/>
    <w:basedOn w:val="Normln"/>
    <w:rsid w:val="00081287"/>
    <w:pPr>
      <w:ind w:left="1134" w:right="798"/>
    </w:pPr>
    <w:rPr>
      <w:rFonts w:ascii="Arial" w:hAnsi="Arial"/>
      <w:sz w:val="22"/>
    </w:rPr>
  </w:style>
  <w:style w:type="paragraph" w:styleId="Zkladntextodsazen2">
    <w:name w:val="Body Text Indent 2"/>
    <w:basedOn w:val="Normln"/>
    <w:link w:val="Zkladntextodsazen2Char"/>
    <w:rsid w:val="007065B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7065B2"/>
  </w:style>
  <w:style w:type="paragraph" w:styleId="Normlnodsazen">
    <w:name w:val="Normal Indent"/>
    <w:basedOn w:val="Normln"/>
    <w:uiPriority w:val="99"/>
    <w:unhideWhenUsed/>
    <w:rsid w:val="007065B2"/>
    <w:pPr>
      <w:spacing w:before="100" w:beforeAutospacing="1" w:after="100" w:afterAutospacing="1"/>
    </w:pPr>
    <w:rPr>
      <w:sz w:val="24"/>
      <w:szCs w:val="24"/>
    </w:rPr>
  </w:style>
  <w:style w:type="paragraph" w:styleId="Zkladntext3">
    <w:name w:val="Body Text 3"/>
    <w:basedOn w:val="Normln"/>
    <w:link w:val="Zkladntext3Char"/>
    <w:rsid w:val="007A082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A082D"/>
    <w:rPr>
      <w:sz w:val="16"/>
      <w:szCs w:val="16"/>
    </w:rPr>
  </w:style>
  <w:style w:type="paragraph" w:customStyle="1" w:styleId="Import0">
    <w:name w:val="Import 0"/>
    <w:basedOn w:val="Normln"/>
    <w:rsid w:val="007A082D"/>
    <w:pPr>
      <w:suppressAutoHyphens/>
      <w:spacing w:line="276" w:lineRule="auto"/>
    </w:pPr>
    <w:rPr>
      <w:rFonts w:ascii="Courier New" w:hAnsi="Courier New"/>
      <w:sz w:val="24"/>
    </w:rPr>
  </w:style>
  <w:style w:type="paragraph" w:styleId="Zkladntextodsazen3">
    <w:name w:val="Body Text Indent 3"/>
    <w:basedOn w:val="Normln"/>
    <w:link w:val="Zkladntextodsazen3Char"/>
    <w:rsid w:val="00EB598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EB5988"/>
    <w:rPr>
      <w:sz w:val="16"/>
      <w:szCs w:val="16"/>
    </w:rPr>
  </w:style>
  <w:style w:type="paragraph" w:styleId="Zkladntext2">
    <w:name w:val="Body Text 2"/>
    <w:basedOn w:val="Normln"/>
    <w:link w:val="Zkladntext2Char"/>
    <w:rsid w:val="00391FF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91FF0"/>
  </w:style>
  <w:style w:type="character" w:styleId="Siln">
    <w:name w:val="Strong"/>
    <w:basedOn w:val="Standardnpsmoodstavce"/>
    <w:uiPriority w:val="22"/>
    <w:qFormat/>
    <w:rsid w:val="00CB789E"/>
    <w:rPr>
      <w:b/>
      <w:bCs/>
    </w:rPr>
  </w:style>
  <w:style w:type="paragraph" w:styleId="Textbubliny">
    <w:name w:val="Balloon Text"/>
    <w:basedOn w:val="Normln"/>
    <w:link w:val="TextbublinyChar"/>
    <w:rsid w:val="000C5C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C5CAB"/>
    <w:rPr>
      <w:rFonts w:ascii="Tahoma" w:hAnsi="Tahoma" w:cs="Tahoma"/>
      <w:sz w:val="16"/>
      <w:szCs w:val="16"/>
    </w:rPr>
  </w:style>
  <w:style w:type="character" w:customStyle="1" w:styleId="eph">
    <w:name w:val="_eph"/>
    <w:basedOn w:val="Standardnpsmoodstavce"/>
    <w:rsid w:val="005B4A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9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ep@eprozno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ET\Miger%20-%20tituln&#237;%20listy\Technick&#225;%20zpr&#225;va%20-%20tit.list_opr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 - tit.list_opr</Template>
  <TotalTime>11</TotalTime>
  <Pages>2</Pages>
  <Words>31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MIGER</Company>
  <LinksUpToDate>false</LinksUpToDate>
  <CharactersWithSpaces>214</CharactersWithSpaces>
  <SharedDoc>false</SharedDoc>
  <HLinks>
    <vt:vector size="6" baseType="variant">
      <vt:variant>
        <vt:i4>2293782</vt:i4>
      </vt:variant>
      <vt:variant>
        <vt:i4>0</vt:i4>
      </vt:variant>
      <vt:variant>
        <vt:i4>0</vt:i4>
      </vt:variant>
      <vt:variant>
        <vt:i4>5</vt:i4>
      </vt:variant>
      <vt:variant>
        <vt:lpwstr>mailto:ep@eproznov.cz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Marcela Kolečková</dc:creator>
  <cp:lastModifiedBy>mbehal</cp:lastModifiedBy>
  <cp:revision>8</cp:revision>
  <cp:lastPrinted>2016-05-13T12:08:00Z</cp:lastPrinted>
  <dcterms:created xsi:type="dcterms:W3CDTF">2017-02-23T11:05:00Z</dcterms:created>
  <dcterms:modified xsi:type="dcterms:W3CDTF">2017-06-09T11:51:00Z</dcterms:modified>
</cp:coreProperties>
</file>