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632D9E7E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.1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1CE6B30D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1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355C79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355C79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355C79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355C79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2CCA543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 a</w:t>
      </w:r>
    </w:p>
    <w:p w14:paraId="5B89FCA3" w14:textId="5E214DDB" w:rsidR="005F05BF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355C79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36BE026A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části veřejné zakázky (např.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kontejner</w:t>
            </w:r>
            <w:r w:rsidR="00B51222">
              <w:rPr>
                <w:rFonts w:asciiTheme="majorHAnsi" w:hAnsiTheme="majorHAnsi" w:cstheme="majorHAnsi"/>
                <w:b/>
                <w:bCs/>
              </w:rPr>
              <w:t>y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 na sterilní materiál </w:t>
            </w:r>
            <w:r w:rsidR="00560159">
              <w:rPr>
                <w:rFonts w:asciiTheme="majorHAnsi" w:hAnsiTheme="majorHAnsi" w:cstheme="majorHAnsi"/>
                <w:b/>
                <w:bCs/>
              </w:rPr>
              <w:t>n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ebo sterilní nástroje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Pr="005C09F4">
              <w:rPr>
                <w:rFonts w:asciiTheme="majorHAnsi" w:hAnsiTheme="majorHAnsi" w:cstheme="majorHAnsi"/>
              </w:rPr>
              <w:t xml:space="preserve">jejichž hodnota byla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min. 1,1 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355C79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355C79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0C73E154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776C69CC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rozpočtu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318E" w14:textId="77777777" w:rsidR="00FA4BD7" w:rsidRDefault="00FA4BD7" w:rsidP="002C4725">
      <w:pPr>
        <w:spacing w:after="0" w:line="240" w:lineRule="auto"/>
      </w:pPr>
      <w:r>
        <w:separator/>
      </w:r>
    </w:p>
  </w:endnote>
  <w:endnote w:type="continuationSeparator" w:id="0">
    <w:p w14:paraId="7CC2846F" w14:textId="77777777" w:rsidR="00FA4BD7" w:rsidRDefault="00FA4BD7" w:rsidP="002C4725">
      <w:pPr>
        <w:spacing w:after="0" w:line="240" w:lineRule="auto"/>
      </w:pPr>
      <w:r>
        <w:continuationSeparator/>
      </w:r>
    </w:p>
  </w:endnote>
  <w:endnote w:type="continuationNotice" w:id="1">
    <w:p w14:paraId="693532BC" w14:textId="77777777" w:rsidR="00FA4BD7" w:rsidRDefault="00FA4B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29937" w14:textId="77777777" w:rsidR="00FA4BD7" w:rsidRDefault="00FA4BD7" w:rsidP="002C4725">
      <w:pPr>
        <w:spacing w:after="0" w:line="240" w:lineRule="auto"/>
      </w:pPr>
      <w:r>
        <w:separator/>
      </w:r>
    </w:p>
  </w:footnote>
  <w:footnote w:type="continuationSeparator" w:id="0">
    <w:p w14:paraId="1F397833" w14:textId="77777777" w:rsidR="00FA4BD7" w:rsidRDefault="00FA4BD7" w:rsidP="002C4725">
      <w:pPr>
        <w:spacing w:after="0" w:line="240" w:lineRule="auto"/>
      </w:pPr>
      <w:r>
        <w:continuationSeparator/>
      </w:r>
    </w:p>
  </w:footnote>
  <w:footnote w:type="continuationNotice" w:id="1">
    <w:p w14:paraId="70FE7F1C" w14:textId="77777777" w:rsidR="00FA4BD7" w:rsidRDefault="00FA4BD7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TbdbniL1KOn2BU0IohAA8cVxsTOsOQBfQPhm2tU6L0A2YAHiB51sTBNA4G4hqQ7UPgLB0iQsfTBihs2YoDUrwg==" w:salt="uVV5cu34Z1tEFVfeT7FDd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176A"/>
    <w:rsid w:val="00222F5E"/>
    <w:rsid w:val="00251965"/>
    <w:rsid w:val="00254286"/>
    <w:rsid w:val="00263F13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C4118"/>
    <w:rsid w:val="00FC44BE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54</TotalTime>
  <Pages>5</Pages>
  <Words>1346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8</cp:revision>
  <cp:lastPrinted>2019-12-09T09:19:00Z</cp:lastPrinted>
  <dcterms:created xsi:type="dcterms:W3CDTF">2021-10-04T07:36:00Z</dcterms:created>
  <dcterms:modified xsi:type="dcterms:W3CDTF">2021-11-15T11:02:00Z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