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BCB72" w14:textId="79C9FCB3" w:rsidR="00661D5D" w:rsidRPr="00540AA1" w:rsidRDefault="00661D5D" w:rsidP="008309D1">
      <w:pPr>
        <w:pStyle w:val="Nzev"/>
        <w:spacing w:line="276" w:lineRule="auto"/>
        <w:rPr>
          <w:caps/>
          <w:sz w:val="40"/>
          <w:szCs w:val="40"/>
        </w:rPr>
      </w:pPr>
      <w:r w:rsidRPr="00D70CCE">
        <w:rPr>
          <w:caps/>
          <w:sz w:val="40"/>
          <w:szCs w:val="40"/>
        </w:rPr>
        <w:t>příloha č. 1</w:t>
      </w:r>
      <w:r w:rsidR="00031713" w:rsidRPr="00D70CCE">
        <w:rPr>
          <w:caps/>
          <w:sz w:val="40"/>
          <w:szCs w:val="40"/>
        </w:rPr>
        <w:t>.</w:t>
      </w:r>
      <w:r w:rsidR="002658D9">
        <w:rPr>
          <w:caps/>
          <w:sz w:val="40"/>
          <w:szCs w:val="40"/>
        </w:rPr>
        <w:t>5</w:t>
      </w:r>
      <w:r w:rsidR="00CC6F40" w:rsidRPr="00D70CCE">
        <w:rPr>
          <w:caps/>
          <w:sz w:val="40"/>
          <w:szCs w:val="40"/>
        </w:rPr>
        <w:t xml:space="preserve"> </w:t>
      </w:r>
      <w:r w:rsidRPr="00D70CCE">
        <w:rPr>
          <w:caps/>
          <w:sz w:val="40"/>
          <w:szCs w:val="40"/>
        </w:rPr>
        <w:t>zadávací dokumentace</w:t>
      </w:r>
    </w:p>
    <w:p w14:paraId="2A6C22EB" w14:textId="5E2B226E" w:rsidR="00393720" w:rsidRPr="00540AA1" w:rsidRDefault="00B067DF" w:rsidP="008309D1">
      <w:pPr>
        <w:pStyle w:val="Nzev"/>
        <w:spacing w:line="276" w:lineRule="auto"/>
        <w:rPr>
          <w:caps/>
          <w:sz w:val="40"/>
          <w:szCs w:val="40"/>
        </w:rPr>
      </w:pPr>
      <w:r w:rsidRPr="00540AA1">
        <w:rPr>
          <w:caps/>
          <w:sz w:val="40"/>
          <w:szCs w:val="40"/>
        </w:rPr>
        <w:t>KRYCÍ LIST NABÍDKY</w:t>
      </w:r>
      <w:r w:rsidR="00031713">
        <w:rPr>
          <w:caps/>
          <w:sz w:val="40"/>
          <w:szCs w:val="40"/>
        </w:rPr>
        <w:t xml:space="preserve"> – část </w:t>
      </w:r>
      <w:r w:rsidR="002658D9">
        <w:rPr>
          <w:caps/>
          <w:sz w:val="40"/>
          <w:szCs w:val="40"/>
        </w:rPr>
        <w:t>5</w:t>
      </w:r>
    </w:p>
    <w:p w14:paraId="1E0F3F71" w14:textId="69486CC4" w:rsidR="00827468" w:rsidRPr="00540AA1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540AA1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540AA1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5F7AD5" w:rsidRPr="00540AA1" w14:paraId="23DBF8BC" w14:textId="77777777" w:rsidTr="5B46DF6F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3CB77B3C" w14:textId="3C7A8CF4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A401EB">
              <w:rPr>
                <w:rFonts w:asciiTheme="majorHAnsi" w:hAnsiTheme="majorHAnsi" w:cstheme="majorHAnsi"/>
                <w:b/>
              </w:rPr>
              <w:t>Modernizace Nemocnice Třinec – I. etapa</w:t>
            </w:r>
          </w:p>
        </w:tc>
      </w:tr>
      <w:tr w:rsidR="005F7AD5" w:rsidRPr="00540AA1" w14:paraId="6BECB999" w14:textId="77777777" w:rsidTr="5B46DF6F">
        <w:tc>
          <w:tcPr>
            <w:tcW w:w="3114" w:type="dxa"/>
          </w:tcPr>
          <w:p w14:paraId="48E215BE" w14:textId="77777777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Druh zadávacího řízení:</w:t>
            </w:r>
          </w:p>
        </w:tc>
        <w:tc>
          <w:tcPr>
            <w:tcW w:w="5948" w:type="dxa"/>
          </w:tcPr>
          <w:p w14:paraId="1866BB2C" w14:textId="3993E32D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8E60E2">
              <w:rPr>
                <w:rFonts w:asciiTheme="majorHAnsi" w:hAnsiTheme="majorHAnsi" w:cstheme="majorHAnsi"/>
              </w:rPr>
              <w:t>nadlimitní otevřené řízení</w:t>
            </w:r>
          </w:p>
        </w:tc>
      </w:tr>
      <w:tr w:rsidR="005F7AD5" w:rsidRPr="00540AA1" w14:paraId="16E049F7" w14:textId="77777777" w:rsidTr="5B46DF6F">
        <w:tc>
          <w:tcPr>
            <w:tcW w:w="3114" w:type="dxa"/>
          </w:tcPr>
          <w:p w14:paraId="73991392" w14:textId="60162F2A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558A2090" w14:textId="1C17435C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8E60E2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540AA1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540AA1" w14:paraId="3EB3314F" w14:textId="77777777" w:rsidTr="00C438D2">
        <w:tc>
          <w:tcPr>
            <w:tcW w:w="3114" w:type="dxa"/>
            <w:shd w:val="clear" w:color="auto" w:fill="DEEAF6" w:themeFill="accent1" w:themeFillTint="33"/>
            <w:vAlign w:val="center"/>
          </w:tcPr>
          <w:p w14:paraId="6FB43268" w14:textId="77B287C8" w:rsidR="00BF4D9C" w:rsidRPr="00540AA1" w:rsidRDefault="00BF4D9C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540AA1">
              <w:rPr>
                <w:rFonts w:asciiTheme="majorHAnsi" w:hAnsiTheme="majorHAnsi" w:cstheme="majorHAnsi"/>
                <w:b/>
              </w:rPr>
              <w:t>účastníka</w:t>
            </w:r>
            <w:r w:rsidRPr="00540AA1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EndPr/>
          <w:sdtContent>
            <w:tc>
              <w:tcPr>
                <w:tcW w:w="5948" w:type="dxa"/>
                <w:shd w:val="clear" w:color="auto" w:fill="DEEAF6" w:themeFill="accent1" w:themeFillTint="33"/>
                <w:vAlign w:val="center"/>
              </w:tcPr>
              <w:p w14:paraId="6EFEC407" w14:textId="5B726356" w:rsidR="00BF4D9C" w:rsidRPr="00540AA1" w:rsidRDefault="007E5031" w:rsidP="001E700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540AA1" w14:paraId="328D9774" w14:textId="77777777" w:rsidTr="00C438D2">
        <w:tc>
          <w:tcPr>
            <w:tcW w:w="3114" w:type="dxa"/>
            <w:vAlign w:val="center"/>
          </w:tcPr>
          <w:p w14:paraId="7B778BC5" w14:textId="58E48989" w:rsidR="00BF4D9C" w:rsidRPr="00540AA1" w:rsidRDefault="00BF4D9C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540AA1">
              <w:rPr>
                <w:rFonts w:asciiTheme="majorHAnsi" w:hAnsiTheme="majorHAnsi" w:cstheme="majorHAnsi"/>
                <w:b/>
              </w:rPr>
              <w:t>účastníka</w:t>
            </w:r>
            <w:r w:rsidRPr="00540AA1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343A103C" w14:textId="475BA5BB" w:rsidR="00BF4D9C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04DE2E11" w14:textId="77777777" w:rsidTr="00C438D2">
        <w:tc>
          <w:tcPr>
            <w:tcW w:w="3114" w:type="dxa"/>
            <w:vAlign w:val="center"/>
          </w:tcPr>
          <w:p w14:paraId="7CF805D1" w14:textId="72351B35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2042A78" w14:textId="798C580E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59560601" w14:textId="77777777" w:rsidTr="00C438D2">
        <w:tc>
          <w:tcPr>
            <w:tcW w:w="3114" w:type="dxa"/>
            <w:vAlign w:val="center"/>
          </w:tcPr>
          <w:p w14:paraId="5A99E7F0" w14:textId="11B9CA7F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D63D101" w14:textId="3171B39B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6BB330BB" w14:textId="77777777" w:rsidTr="00C438D2">
        <w:tc>
          <w:tcPr>
            <w:tcW w:w="3114" w:type="dxa"/>
            <w:vAlign w:val="center"/>
          </w:tcPr>
          <w:p w14:paraId="54312AC1" w14:textId="752CF030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DIČ:</w:t>
            </w:r>
          </w:p>
        </w:tc>
        <w:sdt>
          <w:sdtPr>
            <w:rPr>
              <w:rFonts w:asciiTheme="majorHAnsi" w:hAnsiTheme="majorHAnsi" w:cstheme="majorHAnsi"/>
            </w:rPr>
            <w:id w:val="805816322"/>
            <w:placeholder>
              <w:docPart w:val="E5C0DABB0F5446458FDAEADC32B126BC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7D421882" w14:textId="2EE15BA4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1B9B3AD5" w14:textId="77777777" w:rsidTr="00C438D2">
        <w:tc>
          <w:tcPr>
            <w:tcW w:w="3114" w:type="dxa"/>
            <w:vAlign w:val="center"/>
          </w:tcPr>
          <w:p w14:paraId="443770E8" w14:textId="58076263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Kontaktní osoba:</w:t>
            </w:r>
          </w:p>
        </w:tc>
        <w:sdt>
          <w:sdtPr>
            <w:rPr>
              <w:rFonts w:asciiTheme="majorHAnsi" w:hAnsiTheme="majorHAnsi" w:cstheme="majorHAnsi"/>
            </w:rPr>
            <w:id w:val="2014644901"/>
            <w:placeholder>
              <w:docPart w:val="683AC7DB4B4A46E2B0D16C4CB0E4502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1DF3589D" w14:textId="56DD4556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6182EEE5" w14:textId="77777777" w:rsidTr="00C438D2">
        <w:tc>
          <w:tcPr>
            <w:tcW w:w="3114" w:type="dxa"/>
            <w:vAlign w:val="center"/>
          </w:tcPr>
          <w:p w14:paraId="53BB56AA" w14:textId="2E566108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Telefon:</w:t>
            </w:r>
          </w:p>
        </w:tc>
        <w:sdt>
          <w:sdtPr>
            <w:rPr>
              <w:rFonts w:asciiTheme="majorHAnsi" w:hAnsiTheme="majorHAnsi" w:cstheme="majorHAnsi"/>
            </w:rPr>
            <w:id w:val="1979102233"/>
            <w:placeholder>
              <w:docPart w:val="C67B583E08624CB78826F91E95CD2DE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4F8A29B" w14:textId="479BF491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108F5D25" w14:textId="77777777" w:rsidTr="00C438D2">
        <w:tc>
          <w:tcPr>
            <w:tcW w:w="3114" w:type="dxa"/>
            <w:vAlign w:val="center"/>
          </w:tcPr>
          <w:p w14:paraId="3A16B472" w14:textId="42D54D6B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E-mail:</w:t>
            </w:r>
          </w:p>
        </w:tc>
        <w:sdt>
          <w:sdtPr>
            <w:rPr>
              <w:rFonts w:asciiTheme="majorHAnsi" w:hAnsiTheme="majorHAnsi" w:cstheme="majorHAnsi"/>
            </w:rPr>
            <w:id w:val="475497086"/>
            <w:placeholder>
              <w:docPart w:val="3CCC59C2DC45484C8073BE274CDDF3F0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14154F49" w14:textId="3BFA6413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07063169" w14:textId="77777777" w:rsidTr="00C438D2">
        <w:tc>
          <w:tcPr>
            <w:tcW w:w="3114" w:type="dxa"/>
            <w:vAlign w:val="center"/>
          </w:tcPr>
          <w:p w14:paraId="5B8FD735" w14:textId="23FD3E45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Identifikátor datové schránky:</w:t>
            </w:r>
          </w:p>
        </w:tc>
        <w:sdt>
          <w:sdtPr>
            <w:rPr>
              <w:rFonts w:asciiTheme="majorHAnsi" w:hAnsiTheme="majorHAnsi" w:cstheme="majorHAnsi"/>
            </w:rPr>
            <w:id w:val="-579444579"/>
            <w:placeholder>
              <w:docPart w:val="F87E358D268F49AE8FC26987775EFE2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383FEA24" w14:textId="5CEC43F0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FC4118" w:rsidRPr="00540AA1" w14:paraId="1C400E95" w14:textId="77777777" w:rsidTr="00C438D2">
        <w:tc>
          <w:tcPr>
            <w:tcW w:w="3114" w:type="dxa"/>
            <w:vAlign w:val="center"/>
          </w:tcPr>
          <w:p w14:paraId="30C56EFC" w14:textId="2D40BEB9" w:rsidR="00FC4118" w:rsidRPr="00540AA1" w:rsidRDefault="00FC4118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Velikost podniku (malý/střední</w:t>
            </w:r>
            <w:r w:rsidR="5CC02B66" w:rsidRPr="00540AA1">
              <w:rPr>
                <w:rFonts w:asciiTheme="majorHAnsi" w:hAnsiTheme="majorHAnsi" w:cstheme="majorHAnsi"/>
                <w:b/>
                <w:bCs/>
              </w:rPr>
              <w:t>/velký</w:t>
            </w:r>
            <w:r w:rsidRPr="00540AA1">
              <w:rPr>
                <w:rFonts w:asciiTheme="majorHAnsi" w:hAnsiTheme="majorHAnsi" w:cstheme="majorHAnsi"/>
                <w:b/>
              </w:rPr>
              <w:t>):</w:t>
            </w:r>
          </w:p>
        </w:tc>
        <w:sdt>
          <w:sdtPr>
            <w:rPr>
              <w:rFonts w:asciiTheme="majorHAnsi" w:hAnsiTheme="majorHAnsi" w:cstheme="majorHAnsi"/>
            </w:rPr>
            <w:id w:val="-1470809556"/>
            <w:placeholder>
              <w:docPart w:val="34CBF798E72D4527B22907889E86644A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213F80E1" w14:textId="78FD3F4E" w:rsidR="00FC4118" w:rsidRPr="00540AA1" w:rsidRDefault="00FC4118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D388A" w:rsidRPr="00540AA1" w14:paraId="4FCFA481" w14:textId="77777777" w:rsidTr="00F76B2F">
        <w:tc>
          <w:tcPr>
            <w:tcW w:w="9062" w:type="dxa"/>
            <w:gridSpan w:val="2"/>
          </w:tcPr>
          <w:p w14:paraId="673AA4C2" w14:textId="48BE3E23" w:rsidR="000D388A" w:rsidRPr="00540AA1" w:rsidRDefault="00E016D4" w:rsidP="00DB0C43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sdt>
              <w:sdtPr>
                <w:rPr>
                  <w:rFonts w:asciiTheme="majorHAnsi" w:hAnsiTheme="majorHAnsi" w:cstheme="majorHAnsi"/>
                </w:rPr>
                <w:id w:val="-746491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388A" w:rsidRPr="00540AA1">
                  <w:rPr>
                    <w:rFonts w:ascii="Segoe UI Symbol" w:eastAsia="MS Gothic" w:hAnsi="Segoe UI Symbol" w:cs="Segoe UI Symbol"/>
                    <w:shd w:val="clear" w:color="auto" w:fill="FFFF00"/>
                  </w:rPr>
                  <w:t>☐</w:t>
                </w:r>
              </w:sdtContent>
            </w:sdt>
            <w:r w:rsidR="000D388A" w:rsidRPr="00540AA1">
              <w:rPr>
                <w:rFonts w:asciiTheme="majorHAnsi" w:hAnsiTheme="majorHAnsi" w:cstheme="majorHAnsi"/>
              </w:rPr>
              <w:t xml:space="preserve"> O veřejnou zakázku se uchází více dodavatelů společně </w:t>
            </w:r>
            <w:r w:rsidR="00DB0C43" w:rsidRPr="00540AA1">
              <w:rPr>
                <w:rFonts w:asciiTheme="majorHAnsi" w:hAnsiTheme="majorHAnsi" w:cstheme="majorHAnsi"/>
              </w:rPr>
              <w:t xml:space="preserve">ve smyslu </w:t>
            </w:r>
            <w:r w:rsidR="000D388A" w:rsidRPr="00540AA1">
              <w:rPr>
                <w:rFonts w:asciiTheme="majorHAnsi" w:hAnsiTheme="majorHAnsi" w:cstheme="majorHAnsi"/>
              </w:rPr>
              <w:t>§ 82 ZZVZ.</w:t>
            </w:r>
          </w:p>
        </w:tc>
      </w:tr>
      <w:tr w:rsidR="00B067DF" w:rsidRPr="00540AA1" w14:paraId="5FD9CCC0" w14:textId="77777777" w:rsidTr="00B067DF">
        <w:trPr>
          <w:trHeight w:val="335"/>
        </w:trPr>
        <w:tc>
          <w:tcPr>
            <w:tcW w:w="3114" w:type="dxa"/>
          </w:tcPr>
          <w:p w14:paraId="7511693F" w14:textId="468BFF21" w:rsidR="00B067DF" w:rsidRPr="00540AA1" w:rsidRDefault="000D388A" w:rsidP="008309D1">
            <w:pPr>
              <w:spacing w:line="276" w:lineRule="auto"/>
              <w:ind w:left="17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I</w:t>
            </w:r>
            <w:r w:rsidR="00B067DF" w:rsidRPr="00540AA1">
              <w:rPr>
                <w:rFonts w:asciiTheme="majorHAnsi" w:hAnsiTheme="majorHAnsi" w:cstheme="majorHAnsi"/>
              </w:rPr>
              <w:t>dentifikační údaje všech zúčastněných dodavatelů:</w:t>
            </w:r>
            <w:r w:rsidRPr="00540AA1">
              <w:rPr>
                <w:rStyle w:val="Znakapoznpodarou"/>
                <w:rFonts w:asciiTheme="majorHAnsi" w:hAnsiTheme="majorHAnsi" w:cstheme="majorHAnsi"/>
              </w:rPr>
              <w:footnoteReference w:id="2"/>
            </w:r>
          </w:p>
        </w:tc>
        <w:tc>
          <w:tcPr>
            <w:tcW w:w="5948" w:type="dxa"/>
          </w:tcPr>
          <w:p w14:paraId="37FF9664" w14:textId="1F2C9A39" w:rsidR="00B067DF" w:rsidRPr="00540AA1" w:rsidRDefault="00E016D4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47398097"/>
                <w:placeholder>
                  <w:docPart w:val="4156D15AE5134F6889291C76B51BE1B4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="00B067D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>,</w:t>
            </w:r>
          </w:p>
          <w:p w14:paraId="63394195" w14:textId="770D7149" w:rsidR="00B067DF" w:rsidRPr="00540AA1" w:rsidRDefault="00E016D4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7294862"/>
                <w:placeholder>
                  <w:docPart w:val="40176582E42A4AFCB42EF3F5EE30E3D5"/>
                </w:placeholder>
                <w:showingPlcHdr/>
              </w:sdtPr>
              <w:sdtEndPr/>
              <w:sdtContent>
                <w:r w:rsidR="00B067D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 xml:space="preserve">Obchodní firma/název/jméno, sídlo, 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IČO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 xml:space="preserve">, </w:t>
            </w:r>
          </w:p>
          <w:p w14:paraId="2695E75E" w14:textId="332862CB" w:rsidR="00B067DF" w:rsidRPr="00540AA1" w:rsidRDefault="00E016D4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209952779"/>
                <w:placeholder>
                  <w:docPart w:val="BC04F29CCA534259BE45190D893BA6BB"/>
                </w:placeholder>
                <w:showingPlcHdr/>
              </w:sdtPr>
              <w:sdtEndPr/>
              <w:sdtContent>
                <w:r w:rsidR="00F76B2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 xml:space="preserve">Obchodní firma/název/jméno, sídlo, 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IČO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>.</w:t>
            </w:r>
          </w:p>
        </w:tc>
      </w:tr>
    </w:tbl>
    <w:p w14:paraId="63A4EDE7" w14:textId="09F1391B" w:rsidR="000D388A" w:rsidRPr="00540AA1" w:rsidRDefault="000D388A" w:rsidP="00254286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540AA1">
        <w:rPr>
          <w:rFonts w:asciiTheme="majorHAnsi" w:hAnsiTheme="majorHAnsi" w:cstheme="majorHAnsi"/>
          <w:b/>
        </w:rPr>
        <w:t>Tento dokument podepisuje výhradně osoba oprávněná zastupovat účastníka v zadávacím řízení. Případný doklad o zmocnění bude přílohou Krycího listu nabídky.</w:t>
      </w:r>
    </w:p>
    <w:p w14:paraId="1B041B92" w14:textId="07A25ECC" w:rsidR="00254286" w:rsidRPr="00540AA1" w:rsidRDefault="00254286" w:rsidP="00254286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5F7AD5">
        <w:rPr>
          <w:rFonts w:asciiTheme="majorHAnsi" w:hAnsiTheme="majorHAnsi" w:cstheme="majorHAnsi"/>
        </w:rPr>
        <w:t xml:space="preserve">Zadavatel v souladu s § 103 odst. 1 písm. f) ZZVZ požaduje, v případě </w:t>
      </w:r>
      <w:r w:rsidRPr="005F7AD5">
        <w:rPr>
          <w:rFonts w:asciiTheme="majorHAnsi" w:hAnsiTheme="majorHAnsi" w:cstheme="majorHAnsi"/>
          <w:b/>
          <w:bCs/>
        </w:rPr>
        <w:t>společné účasti dodavatelů</w:t>
      </w:r>
      <w:r w:rsidRPr="005F7AD5">
        <w:rPr>
          <w:rFonts w:asciiTheme="majorHAnsi" w:hAnsiTheme="majorHAnsi" w:cstheme="majorHAnsi"/>
        </w:rPr>
        <w:t xml:space="preserve">, předložení </w:t>
      </w:r>
      <w:r w:rsidRPr="005F7AD5">
        <w:rPr>
          <w:rFonts w:asciiTheme="majorHAnsi" w:hAnsiTheme="majorHAnsi" w:cstheme="majorHAnsi"/>
          <w:b/>
          <w:bCs/>
        </w:rPr>
        <w:t>smlouvy</w:t>
      </w:r>
      <w:r w:rsidRPr="005F7AD5">
        <w:rPr>
          <w:rFonts w:asciiTheme="majorHAnsi" w:hAnsiTheme="majorHAnsi" w:cstheme="majorHAnsi"/>
        </w:rPr>
        <w:t xml:space="preserve">, ve které je obsažen závazek, že všichni tito dodavatelé budou vůči zadavateli z jakýchkoliv právních vztahů vzniklých v souvislosti s veřejnou zakázkou zavázáni společně a nerozdílně, a to po celou dobu plnění veřejné zakázky i po dobu trvání jiných závazků vyplývajících z veřejné zakázky. </w:t>
      </w:r>
    </w:p>
    <w:p w14:paraId="551BE4D2" w14:textId="4F62C3F3" w:rsidR="00B067DF" w:rsidRPr="00540AA1" w:rsidRDefault="007E5031" w:rsidP="00254286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Krycí list</w:t>
      </w:r>
      <w:r w:rsidR="00B067DF" w:rsidRPr="00540AA1">
        <w:rPr>
          <w:rFonts w:asciiTheme="majorHAnsi" w:hAnsiTheme="majorHAnsi" w:cstheme="majorHAnsi"/>
        </w:rPr>
        <w:t xml:space="preserve"> nabídky je zpracován ve formátu dokumentu s omezenou možností úprav. Pole, u kterých se předpokládá doplnění informací účastníkem, jsou žlutě vyznačena a je do nich možno vepisovat text.</w:t>
      </w:r>
    </w:p>
    <w:p w14:paraId="2A26350A" w14:textId="34002FD7" w:rsidR="00B067DF" w:rsidRPr="00540AA1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lastRenderedPageBreak/>
        <w:t>Úvodní prohlášení účastníka</w:t>
      </w:r>
    </w:p>
    <w:p w14:paraId="16CD97ED" w14:textId="59193CCD" w:rsidR="00B067DF" w:rsidRPr="00540AA1" w:rsidRDefault="00B067DF" w:rsidP="008309D1">
      <w:pPr>
        <w:spacing w:line="276" w:lineRule="auto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Účastník, který se uchází o veřejnou zakázku, tímto předkládá </w:t>
      </w:r>
      <w:r w:rsidR="007E5031" w:rsidRPr="00540AA1">
        <w:rPr>
          <w:rFonts w:asciiTheme="majorHAnsi" w:hAnsiTheme="majorHAnsi" w:cstheme="majorHAnsi"/>
        </w:rPr>
        <w:t xml:space="preserve">Krycí list </w:t>
      </w:r>
      <w:r w:rsidRPr="00540AA1">
        <w:rPr>
          <w:rFonts w:asciiTheme="majorHAnsi" w:hAnsiTheme="majorHAnsi" w:cstheme="majorHAnsi"/>
        </w:rPr>
        <w:t>nabídky včetně příslušných příloh za účelem prokázání splnění jednotlivých požadavků zadavatele, kterými je podmiňována účast dodavatelů v zadávacím řízení.</w:t>
      </w:r>
    </w:p>
    <w:p w14:paraId="684A2A06" w14:textId="1972EEDC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</w:t>
      </w:r>
      <w:r w:rsidR="007E5031" w:rsidRPr="00540AA1">
        <w:rPr>
          <w:rFonts w:asciiTheme="majorHAnsi" w:hAnsiTheme="majorHAnsi" w:cstheme="majorHAnsi"/>
        </w:rPr>
        <w:t>:</w:t>
      </w:r>
      <w:r w:rsidRPr="00540AA1">
        <w:rPr>
          <w:rFonts w:asciiTheme="majorHAnsi" w:hAnsiTheme="majorHAnsi" w:cstheme="majorHAnsi"/>
        </w:rPr>
        <w:t xml:space="preserve">   </w:t>
      </w:r>
    </w:p>
    <w:p w14:paraId="003B1A99" w14:textId="1B7EFEFA" w:rsidR="00B067DF" w:rsidRPr="00540AA1" w:rsidRDefault="00B067DF" w:rsidP="00CE184D">
      <w:pPr>
        <w:numPr>
          <w:ilvl w:val="0"/>
          <w:numId w:val="9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540AA1">
        <w:rPr>
          <w:rFonts w:asciiTheme="majorHAnsi" w:eastAsia="Calibri" w:hAnsiTheme="majorHAnsi" w:cstheme="majorHAnsi"/>
        </w:rPr>
        <w:t xml:space="preserve">se pečlivě seznámil se zadávacími podmínkami, porozuměl jim a mj. tak používá veškeré pojmy a zkratky v </w:t>
      </w:r>
      <w:r w:rsidR="007E5031" w:rsidRPr="00540AA1">
        <w:rPr>
          <w:rFonts w:asciiTheme="majorHAnsi" w:eastAsia="Calibri" w:hAnsiTheme="majorHAnsi" w:cstheme="majorHAnsi"/>
        </w:rPr>
        <w:t>souladu se zadávací dokumentací,</w:t>
      </w:r>
    </w:p>
    <w:p w14:paraId="199B2582" w14:textId="4F05B68A" w:rsidR="001D487B" w:rsidRPr="00540AA1" w:rsidRDefault="001D487B" w:rsidP="00834D6D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eastAsia="Calibri" w:hAnsiTheme="majorHAnsi" w:cstheme="majorHAnsi"/>
        </w:rPr>
        <w:t>při plnění předmětu veřejné zakázky zajistí legální zaměstnávání, férové a důstojné pracovní podmínky pro všechny osoby, které se budou na plnění předmětu veřejné zakázky podílet a případně další požadavky na společenskou a environmentální odpovědnost a udržitelnost uvedené v obchodních a jiných smluvních podmínkách; splnění uvedených požadavků zajistí účastník i u svých poddodavatelů,</w:t>
      </w:r>
    </w:p>
    <w:p w14:paraId="49AFAFED" w14:textId="586E46B3" w:rsidR="00B067DF" w:rsidRPr="00031713" w:rsidRDefault="00B067DF" w:rsidP="00834D6D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031713">
        <w:rPr>
          <w:rFonts w:asciiTheme="majorHAnsi" w:eastAsia="Calibri" w:hAnsiTheme="majorHAnsi" w:cstheme="majorHAnsi"/>
        </w:rPr>
        <w:t xml:space="preserve">je srozuměn s tím, že veškeré písemnosti zasílané prostřednictvím elektronického nástroje E-ZAK se považují za řádně doručené </w:t>
      </w:r>
      <w:r w:rsidR="00BE161F" w:rsidRPr="00031713">
        <w:rPr>
          <w:rFonts w:asciiTheme="majorHAnsi" w:eastAsia="Calibri" w:hAnsiTheme="majorHAnsi" w:cstheme="majorHAnsi"/>
        </w:rPr>
        <w:t xml:space="preserve">okamžikem </w:t>
      </w:r>
      <w:r w:rsidRPr="00031713">
        <w:rPr>
          <w:rFonts w:asciiTheme="majorHAnsi" w:eastAsia="Calibri" w:hAnsiTheme="majorHAnsi" w:cstheme="majorHAnsi"/>
        </w:rPr>
        <w:t>jejich doručení do uživatelského účtu adresáta písemnosti v elektronickém nástroji E-ZAK; účastník přijímá, že na doručení písemnosti nemá vliv, zda byla písemnost jejím adresátem přečtena, případně, zda elektronický nástroj E-ZAK adresátovi odeslal na kontaktní e-mailovou adresu upozornění o jejím doručení či nikoli.</w:t>
      </w:r>
    </w:p>
    <w:p w14:paraId="73FCEDB6" w14:textId="30914DBC" w:rsidR="00B067DF" w:rsidRPr="00540AA1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>Požadavky na předmět veřejné zakázky, podmínky plnění</w:t>
      </w:r>
    </w:p>
    <w:p w14:paraId="49385E6C" w14:textId="277B7E7C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že:</w:t>
      </w:r>
    </w:p>
    <w:p w14:paraId="3A8497BA" w14:textId="77777777" w:rsidR="00BE161F" w:rsidRPr="00540AA1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splňuje veškeré požadavky zadavatele na předmět veřejné zakázky, </w:t>
      </w:r>
    </w:p>
    <w:p w14:paraId="1A7A6AF0" w14:textId="77777777" w:rsidR="005A02FA" w:rsidRPr="00540AA1" w:rsidRDefault="00BE161F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zadávací podmínky v celém rozsahu akceptuje a nečiní k nim výhrady, </w:t>
      </w:r>
    </w:p>
    <w:p w14:paraId="128B2017" w14:textId="1E280BC3" w:rsidR="00B067DF" w:rsidRPr="00540AA1" w:rsidRDefault="005A02FA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přestože nepředkládá jako součást nabídky návrh Smlouvy, bezvýhradně Smlouvu akceptuje a je jí plně vázán, </w:t>
      </w:r>
      <w:r w:rsidR="00B067DF" w:rsidRPr="00540AA1">
        <w:rPr>
          <w:rFonts w:asciiTheme="majorHAnsi" w:hAnsiTheme="majorHAnsi" w:cstheme="majorHAnsi"/>
        </w:rPr>
        <w:t>a že</w:t>
      </w:r>
    </w:p>
    <w:p w14:paraId="7E5AD770" w14:textId="24EE33F8" w:rsidR="00B067DF" w:rsidRPr="00540AA1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je pro případ uzavření smlouvy na veřejnou zakázku vázán </w:t>
      </w:r>
      <w:r w:rsidR="005A02FA" w:rsidRPr="00540AA1">
        <w:rPr>
          <w:rFonts w:asciiTheme="majorHAnsi" w:hAnsiTheme="majorHAnsi" w:cstheme="majorHAnsi"/>
        </w:rPr>
        <w:t xml:space="preserve">i </w:t>
      </w:r>
      <w:r w:rsidRPr="00540AA1">
        <w:rPr>
          <w:rFonts w:asciiTheme="majorHAnsi" w:hAnsiTheme="majorHAnsi" w:cstheme="majorHAnsi"/>
        </w:rPr>
        <w:t>veškerými technickými podmínkami zadavatele.</w:t>
      </w:r>
    </w:p>
    <w:p w14:paraId="1621F327" w14:textId="769FA675" w:rsidR="00794A6B" w:rsidRPr="003273EE" w:rsidRDefault="00794A6B" w:rsidP="00A14B76">
      <w:pPr>
        <w:spacing w:line="276" w:lineRule="auto"/>
        <w:rPr>
          <w:rFonts w:asciiTheme="majorHAnsi" w:hAnsiTheme="majorHAnsi" w:cstheme="majorHAnsi"/>
          <w:lang w:eastAsia="x-none"/>
        </w:rPr>
      </w:pPr>
      <w:r w:rsidRPr="003273EE">
        <w:rPr>
          <w:rFonts w:asciiTheme="majorHAnsi" w:hAnsiTheme="majorHAnsi" w:cstheme="majorHAnsi"/>
          <w:lang w:eastAsia="x-none"/>
        </w:rPr>
        <w:t>Účastník přikládá jako samostatnou přílohu k tomuto Krycímu listu nabídky:</w:t>
      </w:r>
    </w:p>
    <w:p w14:paraId="57A47785" w14:textId="595772B4" w:rsidR="003D501E" w:rsidRPr="00E13CE3" w:rsidRDefault="00A261D6" w:rsidP="003273EE">
      <w:pPr>
        <w:numPr>
          <w:ilvl w:val="2"/>
          <w:numId w:val="25"/>
        </w:numPr>
        <w:spacing w:before="120" w:after="120" w:line="276" w:lineRule="auto"/>
        <w:ind w:left="851"/>
        <w:jc w:val="both"/>
        <w:outlineLvl w:val="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Seznam zboží s uvedením četnosti BTK (příp. validace)</w:t>
      </w:r>
      <w:r>
        <w:rPr>
          <w:rFonts w:asciiTheme="majorHAnsi" w:hAnsiTheme="majorHAnsi" w:cstheme="majorHAnsi"/>
        </w:rPr>
        <w:t xml:space="preserve"> dle čl.VI odst. 1 písm. e) Smlouvy na danou část veřejné zakázky, pokud se tato daného zboží týká (bude Přílohou č. 1 Smlouvy) </w:t>
      </w:r>
      <w:r w:rsidR="003273EE">
        <w:rPr>
          <w:rFonts w:asciiTheme="majorHAnsi" w:hAnsiTheme="majorHAnsi" w:cstheme="majorHAnsi"/>
        </w:rPr>
        <w:t>a</w:t>
      </w:r>
    </w:p>
    <w:p w14:paraId="5B89FCA3" w14:textId="3CC96438" w:rsidR="003D501E" w:rsidRDefault="003D501E" w:rsidP="003273EE">
      <w:pPr>
        <w:numPr>
          <w:ilvl w:val="2"/>
          <w:numId w:val="25"/>
        </w:numPr>
        <w:spacing w:before="120" w:after="120" w:line="276" w:lineRule="auto"/>
        <w:ind w:left="851"/>
        <w:jc w:val="both"/>
        <w:outlineLvl w:val="1"/>
        <w:rPr>
          <w:rFonts w:asciiTheme="majorHAnsi" w:hAnsiTheme="majorHAnsi" w:cstheme="majorHAnsi"/>
        </w:rPr>
      </w:pPr>
      <w:r w:rsidRPr="00E96072">
        <w:rPr>
          <w:rFonts w:asciiTheme="majorHAnsi" w:hAnsiTheme="majorHAnsi" w:cstheme="majorHAnsi"/>
          <w:b/>
          <w:bCs/>
        </w:rPr>
        <w:t>Technická specifikace</w:t>
      </w:r>
      <w:r w:rsidRPr="00662EBE">
        <w:rPr>
          <w:rFonts w:asciiTheme="majorHAnsi" w:hAnsiTheme="majorHAnsi" w:cstheme="majorHAnsi"/>
        </w:rPr>
        <w:t xml:space="preserve"> vč. </w:t>
      </w:r>
      <w:r w:rsidR="004141C3">
        <w:rPr>
          <w:rFonts w:asciiTheme="majorHAnsi" w:hAnsiTheme="majorHAnsi" w:cstheme="majorHAnsi"/>
        </w:rPr>
        <w:t xml:space="preserve">cenové kalkulace </w:t>
      </w:r>
      <w:r w:rsidR="003273EE">
        <w:rPr>
          <w:rFonts w:asciiTheme="majorHAnsi" w:hAnsiTheme="majorHAnsi" w:cstheme="majorHAnsi"/>
        </w:rPr>
        <w:t xml:space="preserve">(bude </w:t>
      </w:r>
      <w:r w:rsidR="003273EE" w:rsidRPr="00662EBE">
        <w:rPr>
          <w:rFonts w:asciiTheme="majorHAnsi" w:hAnsiTheme="majorHAnsi" w:cstheme="majorHAnsi"/>
        </w:rPr>
        <w:t>Příloh</w:t>
      </w:r>
      <w:r w:rsidR="003273EE">
        <w:rPr>
          <w:rFonts w:asciiTheme="majorHAnsi" w:hAnsiTheme="majorHAnsi" w:cstheme="majorHAnsi"/>
        </w:rPr>
        <w:t>ou</w:t>
      </w:r>
      <w:r w:rsidR="003273EE" w:rsidRPr="00662EBE">
        <w:rPr>
          <w:rFonts w:asciiTheme="majorHAnsi" w:hAnsiTheme="majorHAnsi" w:cstheme="majorHAnsi"/>
        </w:rPr>
        <w:t xml:space="preserve"> č. 2 Smlouvy</w:t>
      </w:r>
      <w:r w:rsidR="003273EE">
        <w:rPr>
          <w:rFonts w:asciiTheme="majorHAnsi" w:hAnsiTheme="majorHAnsi" w:cstheme="majorHAnsi"/>
        </w:rPr>
        <w:t>).</w:t>
      </w:r>
    </w:p>
    <w:p w14:paraId="16E2AC9B" w14:textId="1104769A" w:rsidR="00041FE2" w:rsidRDefault="00041FE2" w:rsidP="00041FE2">
      <w:p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</w:p>
    <w:p w14:paraId="73469F93" w14:textId="7764BBFE" w:rsidR="00041FE2" w:rsidRDefault="00041FE2" w:rsidP="00041FE2">
      <w:p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</w:p>
    <w:p w14:paraId="6E8CE732" w14:textId="2E8E66F8" w:rsidR="00041FE2" w:rsidRDefault="00041FE2" w:rsidP="00041FE2">
      <w:p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</w:p>
    <w:p w14:paraId="0CB6567F" w14:textId="6E17DFE6" w:rsidR="00B067DF" w:rsidRPr="00540AA1" w:rsidRDefault="00812B87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lastRenderedPageBreak/>
        <w:t xml:space="preserve">Kritéria </w:t>
      </w:r>
      <w:r w:rsidR="00B067DF" w:rsidRPr="00540AA1">
        <w:rPr>
          <w:rStyle w:val="Siln"/>
          <w:rFonts w:cstheme="majorHAnsi"/>
          <w:b/>
        </w:rPr>
        <w:t>hodnocení</w:t>
      </w:r>
    </w:p>
    <w:p w14:paraId="4A21005B" w14:textId="77777777" w:rsidR="00B067DF" w:rsidRPr="00540AA1" w:rsidRDefault="00B067DF" w:rsidP="008309D1">
      <w:pPr>
        <w:spacing w:line="276" w:lineRule="auto"/>
        <w:ind w:left="426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  <w:lang w:eastAsia="x-none"/>
        </w:rPr>
        <w:t xml:space="preserve">Účastník čestně prohlašuje, že následující údaje považuje za rozhodné pro hodnocení. 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647"/>
        <w:gridCol w:w="1290"/>
        <w:gridCol w:w="3561"/>
      </w:tblGrid>
      <w:tr w:rsidR="00B067DF" w:rsidRPr="00540AA1" w14:paraId="354A40B9" w14:textId="21C29B2C" w:rsidTr="2A525C88">
        <w:trPr>
          <w:trHeight w:val="397"/>
        </w:trPr>
        <w:tc>
          <w:tcPr>
            <w:tcW w:w="4647" w:type="dxa"/>
            <w:shd w:val="clear" w:color="auto" w:fill="DEEAF6" w:themeFill="accent1" w:themeFillTint="33"/>
            <w:vAlign w:val="center"/>
          </w:tcPr>
          <w:p w14:paraId="4D0FF5FD" w14:textId="412C2307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>Kritérium hodnocení</w:t>
            </w:r>
          </w:p>
        </w:tc>
        <w:tc>
          <w:tcPr>
            <w:tcW w:w="1290" w:type="dxa"/>
            <w:shd w:val="clear" w:color="auto" w:fill="DEEAF6" w:themeFill="accent1" w:themeFillTint="33"/>
            <w:vAlign w:val="center"/>
          </w:tcPr>
          <w:p w14:paraId="785CDA07" w14:textId="5D9F6C36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 xml:space="preserve">Váha </w:t>
            </w:r>
          </w:p>
        </w:tc>
        <w:tc>
          <w:tcPr>
            <w:tcW w:w="3561" w:type="dxa"/>
            <w:shd w:val="clear" w:color="auto" w:fill="DEEAF6" w:themeFill="accent1" w:themeFillTint="33"/>
          </w:tcPr>
          <w:p w14:paraId="1D2526B2" w14:textId="59DA2B79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>Nabídka účastníka</w:t>
            </w:r>
          </w:p>
        </w:tc>
      </w:tr>
      <w:tr w:rsidR="00B067DF" w:rsidRPr="00540AA1" w14:paraId="1CC7F979" w14:textId="306977C9" w:rsidTr="2A525C88">
        <w:trPr>
          <w:trHeight w:val="397"/>
        </w:trPr>
        <w:tc>
          <w:tcPr>
            <w:tcW w:w="4647" w:type="dxa"/>
            <w:vAlign w:val="center"/>
          </w:tcPr>
          <w:p w14:paraId="7CA1CCAC" w14:textId="3E8B3299" w:rsidR="00B067DF" w:rsidRPr="00540AA1" w:rsidRDefault="00B067DF" w:rsidP="008309D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Nabídková cena v Kč bez DPH </w:t>
            </w:r>
          </w:p>
        </w:tc>
        <w:tc>
          <w:tcPr>
            <w:tcW w:w="1290" w:type="dxa"/>
            <w:vAlign w:val="center"/>
          </w:tcPr>
          <w:p w14:paraId="6635F006" w14:textId="74DA6265" w:rsidR="00B067DF" w:rsidRPr="00540AA1" w:rsidRDefault="00C855E6" w:rsidP="008309D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100 %</w:t>
            </w:r>
          </w:p>
        </w:tc>
        <w:tc>
          <w:tcPr>
            <w:tcW w:w="3561" w:type="dxa"/>
          </w:tcPr>
          <w:p w14:paraId="3E45F4AA" w14:textId="44A221F1" w:rsidR="00B067DF" w:rsidRPr="00540AA1" w:rsidRDefault="00E016D4" w:rsidP="008309D1">
            <w:pPr>
              <w:tabs>
                <w:tab w:val="left" w:pos="2204"/>
              </w:tabs>
              <w:spacing w:before="60" w:after="60"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228892675"/>
                <w:placeholder>
                  <w:docPart w:val="E481E2D00FCD47059FCE0F845F744AC2"/>
                </w:placeholder>
                <w:showingPlcHdr/>
              </w:sdtPr>
              <w:sdtEndPr/>
              <w:sdtContent>
                <w:r w:rsidR="00523566" w:rsidRPr="000578A6">
                  <w:rPr>
                    <w:rStyle w:val="Zstupntext"/>
                    <w:rFonts w:cstheme="majorHAnsi"/>
                    <w:shd w:val="clear" w:color="auto" w:fill="FFFF00"/>
                  </w:rPr>
                  <w:t>0000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 xml:space="preserve"> Kč bez DPH</w:t>
            </w:r>
          </w:p>
        </w:tc>
      </w:tr>
    </w:tbl>
    <w:p w14:paraId="2F4E3377" w14:textId="77777777" w:rsidR="00A46D98" w:rsidRPr="00540AA1" w:rsidRDefault="00A46D98" w:rsidP="00A46D98">
      <w:pPr>
        <w:spacing w:before="120" w:after="0"/>
        <w:ind w:left="357"/>
        <w:jc w:val="both"/>
        <w:rPr>
          <w:rFonts w:asciiTheme="majorHAnsi" w:eastAsia="Times New Roman" w:hAnsiTheme="majorHAnsi" w:cstheme="majorHAnsi"/>
        </w:rPr>
      </w:pPr>
      <w:r w:rsidRPr="00540AA1">
        <w:rPr>
          <w:rFonts w:asciiTheme="majorHAnsi" w:eastAsia="Times New Roman" w:hAnsiTheme="majorHAnsi" w:cstheme="majorHAnsi"/>
        </w:rPr>
        <w:t xml:space="preserve">V případě rozporu </w:t>
      </w:r>
      <w:r w:rsidRPr="00540AA1">
        <w:rPr>
          <w:rFonts w:asciiTheme="majorHAnsi" w:eastAsia="Times New Roman" w:hAnsiTheme="majorHAnsi" w:cstheme="majorHAnsi"/>
          <w:u w:val="single"/>
        </w:rPr>
        <w:t>mezi krycím listem nabídky a jinou částí nabídky</w:t>
      </w:r>
      <w:r w:rsidRPr="00540AA1">
        <w:rPr>
          <w:rFonts w:asciiTheme="majorHAnsi" w:eastAsia="Times New Roman" w:hAnsiTheme="majorHAnsi" w:cstheme="majorHAnsi"/>
        </w:rPr>
        <w:t>, budou pro posouzení a hodnocení nabídky účastníka relevantní údaje uvedené v krycím listu nabídky.</w:t>
      </w:r>
    </w:p>
    <w:p w14:paraId="3EBA5705" w14:textId="6D335A87" w:rsidR="00B067DF" w:rsidRPr="00540AA1" w:rsidRDefault="00812B87" w:rsidP="008309D1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>Prokazování k</w:t>
      </w:r>
      <w:r w:rsidR="00B067DF" w:rsidRPr="00540AA1">
        <w:rPr>
          <w:rStyle w:val="Siln"/>
          <w:rFonts w:cstheme="majorHAnsi"/>
          <w:b/>
        </w:rPr>
        <w:t>valifikac</w:t>
      </w:r>
      <w:r w:rsidRPr="00540AA1">
        <w:rPr>
          <w:rStyle w:val="Siln"/>
          <w:rFonts w:cstheme="majorHAnsi"/>
          <w:b/>
        </w:rPr>
        <w:t>e</w:t>
      </w:r>
    </w:p>
    <w:tbl>
      <w:tblPr>
        <w:tblStyle w:val="Mkatabulky"/>
        <w:tblW w:w="9597" w:type="dxa"/>
        <w:tblInd w:w="-34" w:type="dxa"/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3715"/>
        <w:gridCol w:w="5882"/>
      </w:tblGrid>
      <w:tr w:rsidR="00B067DF" w:rsidRPr="00540AA1" w14:paraId="31136EA9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0DA94046" w14:textId="0E005609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jc w:val="left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Základní způsobilost</w:t>
            </w:r>
          </w:p>
        </w:tc>
      </w:tr>
      <w:tr w:rsidR="00B067DF" w:rsidRPr="00540AA1" w14:paraId="114B1250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518909D5" w14:textId="634A0D47" w:rsidR="00B067DF" w:rsidRPr="00540AA1" w:rsidRDefault="00B067DF" w:rsidP="2A525C88">
            <w:pPr>
              <w:spacing w:line="276" w:lineRule="auto"/>
              <w:rPr>
                <w:rStyle w:val="Znakapoznpodarou"/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540AA1">
              <w:rPr>
                <w:rFonts w:asciiTheme="majorHAnsi" w:hAnsiTheme="majorHAnsi" w:cstheme="majorHAnsi"/>
              </w:rPr>
              <w:t xml:space="preserve">, že je způsobilým </w:t>
            </w:r>
            <w:r w:rsidR="00DB0C43" w:rsidRPr="00540AA1">
              <w:rPr>
                <w:rFonts w:asciiTheme="majorHAnsi" w:hAnsiTheme="majorHAnsi" w:cstheme="majorHAnsi"/>
              </w:rPr>
              <w:t xml:space="preserve">dle </w:t>
            </w:r>
            <w:r w:rsidRPr="00540AA1">
              <w:rPr>
                <w:rFonts w:asciiTheme="majorHAnsi" w:hAnsiTheme="majorHAnsi" w:cstheme="majorHAnsi"/>
              </w:rPr>
              <w:t>§ 74 odst. 1 ZZVZ.</w:t>
            </w:r>
          </w:p>
        </w:tc>
      </w:tr>
      <w:tr w:rsidR="00B067DF" w:rsidRPr="00540AA1" w14:paraId="0DC7970A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080A4A0D" w14:textId="7616E05B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Profesní způsobilost</w:t>
            </w:r>
          </w:p>
        </w:tc>
      </w:tr>
      <w:tr w:rsidR="00B067DF" w:rsidRPr="00540AA1" w14:paraId="3089C4BF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5E8F0A44" w14:textId="10F72DC3" w:rsidR="00B067DF" w:rsidRPr="009B74ED" w:rsidRDefault="00B067DF" w:rsidP="009B74E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B74ED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9B74ED">
              <w:rPr>
                <w:rFonts w:asciiTheme="majorHAnsi" w:hAnsiTheme="majorHAnsi" w:cstheme="majorHAnsi"/>
              </w:rPr>
              <w:t>, že splňuje požadavek dle § 77 odst. 1 ZZVZ.</w:t>
            </w:r>
          </w:p>
        </w:tc>
      </w:tr>
      <w:tr w:rsidR="00B067DF" w:rsidRPr="00540AA1" w14:paraId="2BDC3FB2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304D9866" w14:textId="77777777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Technická kvalifikace – referenční zakázky</w:t>
            </w:r>
          </w:p>
        </w:tc>
      </w:tr>
      <w:tr w:rsidR="00B067DF" w:rsidRPr="00540AA1" w14:paraId="201593E7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0EC49395" w14:textId="1BD56E4B" w:rsidR="009D06FD" w:rsidRPr="00B51222" w:rsidRDefault="002658D9" w:rsidP="009D06FD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>
              <w:rPr>
                <w:rFonts w:asciiTheme="majorHAnsi" w:hAnsiTheme="majorHAnsi" w:cstheme="majorHAnsi"/>
              </w:rPr>
              <w:t xml:space="preserve">, že splňuje následující požadavky dle § 79 odst. 2 písm. b) ZZVZ na referenční zakázky – realizace </w:t>
            </w:r>
            <w:r>
              <w:rPr>
                <w:rFonts w:asciiTheme="majorHAnsi" w:hAnsiTheme="majorHAnsi" w:cstheme="majorHAnsi"/>
                <w:b/>
                <w:bCs/>
              </w:rPr>
              <w:t>min. 2 referenční zakázky</w:t>
            </w:r>
            <w:r>
              <w:rPr>
                <w:rFonts w:asciiTheme="majorHAnsi" w:hAnsiTheme="majorHAnsi" w:cstheme="majorHAnsi"/>
              </w:rPr>
              <w:t xml:space="preserve">, jejichž předmětem byla </w:t>
            </w:r>
            <w:r>
              <w:rPr>
                <w:rFonts w:asciiTheme="majorHAnsi" w:eastAsia="Times New Roman" w:hAnsiTheme="majorHAnsi" w:cstheme="majorHAnsi"/>
                <w:b/>
                <w:bCs/>
              </w:rPr>
              <w:t>dodávka zdravotnické techniky obdobného charakteru s předmětem části veřejné zakázky (systém ohřevu pacienta</w:t>
            </w:r>
            <w:r>
              <w:rPr>
                <w:rFonts w:asciiTheme="majorHAnsi" w:hAnsiTheme="majorHAnsi" w:cstheme="majorHAnsi"/>
                <w:b/>
                <w:bCs/>
              </w:rPr>
              <w:t>)</w:t>
            </w:r>
            <w:r>
              <w:rPr>
                <w:rFonts w:asciiTheme="majorHAnsi" w:hAnsiTheme="majorHAnsi" w:cstheme="majorHAnsi"/>
              </w:rPr>
              <w:t xml:space="preserve"> jejichž hodnota byla 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min. 170 tis. Kč bez DPH </w:t>
            </w:r>
            <w:r>
              <w:rPr>
                <w:rFonts w:asciiTheme="majorHAnsi" w:hAnsiTheme="majorHAnsi" w:cstheme="majorHAnsi"/>
              </w:rPr>
              <w:t>za každou referenční zakázku.</w:t>
            </w:r>
          </w:p>
          <w:p w14:paraId="2358F9FA" w14:textId="27890B81" w:rsidR="00B067DF" w:rsidRPr="00F62DBD" w:rsidRDefault="002B5ED5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Zakázky b</w:t>
            </w:r>
            <w:r w:rsidR="00B067DF" w:rsidRPr="00F62DBD">
              <w:rPr>
                <w:rFonts w:asciiTheme="majorHAnsi" w:hAnsiTheme="majorHAnsi" w:cstheme="majorHAnsi"/>
              </w:rPr>
              <w:t>yly realizovány v</w:t>
            </w:r>
            <w:r w:rsidR="00F76B2F" w:rsidRPr="00F62DBD">
              <w:rPr>
                <w:rFonts w:asciiTheme="majorHAnsi" w:hAnsiTheme="majorHAnsi" w:cstheme="majorHAnsi"/>
              </w:rPr>
              <w:t> </w:t>
            </w:r>
            <w:r w:rsidR="00B067DF" w:rsidRPr="00F62DBD">
              <w:rPr>
                <w:rFonts w:asciiTheme="majorHAnsi" w:hAnsiTheme="majorHAnsi" w:cstheme="majorHAnsi"/>
              </w:rPr>
              <w:t>období</w:t>
            </w:r>
            <w:r w:rsidR="00F76B2F" w:rsidRPr="00F62DBD">
              <w:rPr>
                <w:rFonts w:asciiTheme="majorHAnsi" w:hAnsiTheme="majorHAnsi" w:cstheme="majorHAnsi"/>
              </w:rPr>
              <w:t xml:space="preserve"> za poslední </w:t>
            </w:r>
            <w:r w:rsidR="00F76B2F" w:rsidRPr="00F62DBD">
              <w:rPr>
                <w:rFonts w:asciiTheme="majorHAnsi" w:hAnsiTheme="majorHAnsi" w:cstheme="majorHAnsi"/>
                <w:b/>
              </w:rPr>
              <w:t>3 roky</w:t>
            </w:r>
            <w:r w:rsidR="00F76B2F" w:rsidRPr="00F62DBD">
              <w:rPr>
                <w:rFonts w:asciiTheme="majorHAnsi" w:hAnsiTheme="majorHAnsi" w:cstheme="majorHAnsi"/>
              </w:rPr>
              <w:t xml:space="preserve"> před zahájením zadávacího řízení.</w:t>
            </w:r>
            <w:r w:rsidR="00AF4FAD" w:rsidRPr="00F62DBD">
              <w:rPr>
                <w:rFonts w:asciiTheme="majorHAnsi" w:hAnsiTheme="majorHAnsi" w:cstheme="majorHAnsi"/>
              </w:rPr>
              <w:t xml:space="preserve"> </w:t>
            </w:r>
          </w:p>
          <w:p w14:paraId="72CD6B50" w14:textId="1F803AEB" w:rsidR="0022176A" w:rsidRPr="00F62DBD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>Zadavatel pro odstranění jakýchkoliv pochybností uvádí, že reference pro účely prokázání předmětného kritéria technické kvalifikace nelze sčítat (tzn. nelze sečíst 2 zakázky od různých objednatelů o menším objemu ani dělit (</w:t>
            </w:r>
            <w:r w:rsidR="003D2088" w:rsidRPr="00F62DBD">
              <w:rPr>
                <w:rFonts w:asciiTheme="majorHAnsi" w:hAnsiTheme="majorHAnsi" w:cstheme="majorHAnsi"/>
              </w:rPr>
              <w:t>například:</w:t>
            </w:r>
            <w:r w:rsidRPr="00F62DBD">
              <w:rPr>
                <w:rFonts w:asciiTheme="majorHAnsi" w:hAnsiTheme="majorHAnsi" w:cstheme="majorHAnsi"/>
              </w:rPr>
              <w:t xml:space="preserve"> zakázku od jednoho objednatele s objemem dosahujícím dvojnásobek požadovaného limitu nelze započítat jako dvě relevantní zakázky).</w:t>
            </w:r>
          </w:p>
          <w:p w14:paraId="5FC4559B" w14:textId="5D44BCA3" w:rsidR="0022176A" w:rsidRPr="00F62DBD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>Toto kritérium technické kvalifikace splní účastník i v případě, že se jedná o dodávky dosud probíhající za předpokladu splnění výše uvedených parametrů ke dni zahájení zadávacího řízení.</w:t>
            </w:r>
          </w:p>
          <w:p w14:paraId="5B8D5999" w14:textId="67BD2088" w:rsidR="0022176A" w:rsidRPr="00540AA1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 xml:space="preserve">Toto kritérium technické kvalifikace rovněž splní účastník v případě, že se jedná o </w:t>
            </w:r>
            <w:r w:rsidR="003D2088" w:rsidRPr="00F62DBD">
              <w:rPr>
                <w:rFonts w:asciiTheme="majorHAnsi" w:hAnsiTheme="majorHAnsi" w:cstheme="majorHAnsi"/>
              </w:rPr>
              <w:t xml:space="preserve">dodávky </w:t>
            </w:r>
            <w:r w:rsidRPr="00F62DBD">
              <w:rPr>
                <w:rFonts w:asciiTheme="majorHAnsi" w:hAnsiTheme="majorHAnsi" w:cstheme="majorHAnsi"/>
              </w:rPr>
              <w:t xml:space="preserve">zahájené dříve než v posledních 3 letech, pokud byly </w:t>
            </w:r>
            <w:r w:rsidR="003D2088" w:rsidRPr="00F62DBD">
              <w:rPr>
                <w:rFonts w:asciiTheme="majorHAnsi" w:hAnsiTheme="majorHAnsi" w:cstheme="majorHAnsi"/>
              </w:rPr>
              <w:t>předmětné dodávky</w:t>
            </w:r>
            <w:r w:rsidRPr="00F62DBD">
              <w:rPr>
                <w:rFonts w:asciiTheme="majorHAnsi" w:hAnsiTheme="majorHAnsi" w:cstheme="majorHAnsi"/>
              </w:rPr>
              <w:t xml:space="preserve"> v posledních 3 letech</w:t>
            </w:r>
            <w:r w:rsidRPr="00540AA1">
              <w:rPr>
                <w:rFonts w:asciiTheme="majorHAnsi" w:hAnsiTheme="majorHAnsi" w:cstheme="majorHAnsi"/>
              </w:rPr>
              <w:t xml:space="preserve"> ukončeny nebo pokud stále probíhají, za předpokladu splnění výše uvedených parametrů ke dni zahájení zadávacího řízení.</w:t>
            </w:r>
          </w:p>
          <w:p w14:paraId="29E70E1F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Informace o jednotlivých referenčních zakázkách uvádí níže:</w:t>
            </w:r>
          </w:p>
        </w:tc>
      </w:tr>
      <w:tr w:rsidR="00B067DF" w:rsidRPr="00540AA1" w14:paraId="6C258AEB" w14:textId="77777777" w:rsidTr="1A03DB76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76D7DA2F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Referenční zakázka 1:</w:t>
            </w:r>
          </w:p>
          <w:p w14:paraId="51DA3209" w14:textId="2808992E" w:rsidR="00B067DF" w:rsidRPr="00540AA1" w:rsidRDefault="00E016D4" w:rsidP="008309D1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-856889693"/>
                <w:placeholder>
                  <w:docPart w:val="F2124B2EF6B043D59452F791151988A2"/>
                </w:placeholder>
              </w:sdtPr>
              <w:sdtEndPr>
                <w:rPr>
                  <w:color w:val="auto"/>
                </w:rPr>
              </w:sdtEndPr>
              <w:sdtContent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subjektu, pro který byla r</w:t>
                </w:r>
                <w:r w:rsidR="00B067DF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eferenční zakázka realizována</w:t>
                </w:r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 xml:space="preserve"> (název, sídlo, IČO)</w:t>
                </w:r>
              </w:sdtContent>
            </w:sdt>
          </w:p>
          <w:p w14:paraId="3ABE71F0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3725E8E4" w14:textId="248C4290" w:rsidR="00B067DF" w:rsidRPr="00540AA1" w:rsidRDefault="00B067DF" w:rsidP="008309D1">
            <w:pPr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668515060"/>
                <w:placeholder>
                  <w:docPart w:val="A4532848C8E24C8DA0F7F0C58218DA9B"/>
                </w:placeholder>
                <w:showingPlcHdr/>
              </w:sdtPr>
              <w:sdtEndPr/>
              <w:sdtContent>
                <w:r w:rsidR="006116DC" w:rsidRPr="00540AA1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název zakázky, popis p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ředmět</w:t>
                </w:r>
                <w:r w:rsidR="006116DC"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u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44645176" w14:textId="0D7C2315" w:rsidR="00B067DF" w:rsidRPr="00540AA1" w:rsidRDefault="0081304A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eastAsia="Times New Roman" w:hAnsiTheme="majorHAnsi" w:cstheme="majorHAnsi"/>
              </w:rPr>
              <w:t>Termín realizace</w:t>
            </w:r>
            <w:r w:rsidR="00B067DF"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466097220"/>
                <w:placeholder>
                  <w:docPart w:val="2DB9148A35494FC99338EEA06E634E25"/>
                </w:placeholder>
                <w:showingPlcHdr/>
              </w:sdtPr>
              <w:sdtEndPr/>
              <w:sdtContent>
                <w:r w:rsidR="00B067DF"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vyplňte</w:t>
                </w:r>
                <w:r w:rsidR="00FC6C64"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 xml:space="preserve"> termín od MM/RR do MM/RR</w:t>
                </w:r>
              </w:sdtContent>
            </w:sdt>
          </w:p>
          <w:p w14:paraId="57960584" w14:textId="1DBA4049" w:rsidR="00B067DF" w:rsidRPr="00540AA1" w:rsidRDefault="005D53C2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Cena předmětu plnění</w:t>
            </w:r>
            <w:r w:rsidR="00B067DF"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44262285"/>
                <w:placeholder>
                  <w:docPart w:val="DA35938A74D24640877E75FFC22D12A3"/>
                </w:placeholder>
              </w:sdtPr>
              <w:sdtEndPr/>
              <w:sdtContent>
                <w:r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vepište hodnotu</w:t>
                </w:r>
              </w:sdtContent>
            </w:sdt>
            <w:r w:rsidRPr="00540AA1">
              <w:rPr>
                <w:rFonts w:asciiTheme="majorHAnsi" w:hAnsiTheme="majorHAnsi" w:cstheme="majorHAnsi"/>
              </w:rPr>
              <w:t xml:space="preserve"> Kč bez DPH</w:t>
            </w:r>
          </w:p>
          <w:p w14:paraId="100D5FEC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33834051"/>
                <w:placeholder>
                  <w:docPart w:val="2860A0D5795748DB9AD83100A7BCE904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5D53C2" w:rsidRPr="00540AA1" w14:paraId="60E04E61" w14:textId="77777777" w:rsidTr="1A03DB76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618F3D47" w14:textId="65886F01" w:rsidR="005D53C2" w:rsidRPr="00540AA1" w:rsidRDefault="005D53C2" w:rsidP="00041FE2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lastRenderedPageBreak/>
              <w:t>Referenční zakázka 2:</w:t>
            </w:r>
          </w:p>
          <w:p w14:paraId="4F2EB0BF" w14:textId="77777777" w:rsidR="005D53C2" w:rsidRPr="00540AA1" w:rsidRDefault="00E016D4" w:rsidP="00041FE2">
            <w:pPr>
              <w:keepNext/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-1858257108"/>
                <w:placeholder>
                  <w:docPart w:val="AF202D2ED4BD4C53B367155A0E070FC5"/>
                </w:placeholder>
              </w:sdtPr>
              <w:sdtEndPr>
                <w:rPr>
                  <w:color w:val="auto"/>
                </w:rPr>
              </w:sdtEndPr>
              <w:sdtContent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subjektu, pro který byla referenční zakázka realizována (název, sídlo, IČO)</w:t>
                </w:r>
              </w:sdtContent>
            </w:sdt>
          </w:p>
          <w:p w14:paraId="4D3F7510" w14:textId="77777777" w:rsidR="005D53C2" w:rsidRPr="00540AA1" w:rsidRDefault="005D53C2" w:rsidP="00041FE2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6013CF90" w14:textId="77777777" w:rsidR="006116DC" w:rsidRPr="00540AA1" w:rsidRDefault="006116DC" w:rsidP="00041FE2">
            <w:pPr>
              <w:keepNext/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532769344"/>
                <w:placeholder>
                  <w:docPart w:val="8949281840504FBB9D966604C52FC681"/>
                </w:placeholder>
                <w:showingPlcHdr/>
              </w:sdtPr>
              <w:sdtEndPr/>
              <w:sdtContent>
                <w:r w:rsidRPr="00540AA1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název zakázky, popis p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ředmětu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730EB634" w14:textId="77777777" w:rsidR="006116DC" w:rsidRPr="00540AA1" w:rsidRDefault="006116DC" w:rsidP="00041FE2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eastAsia="Times New Roman" w:hAnsiTheme="majorHAnsi" w:cstheme="majorHAnsi"/>
              </w:rPr>
              <w:t>Termín realizace</w:t>
            </w:r>
            <w:r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-1087295044"/>
                <w:placeholder>
                  <w:docPart w:val="6BE37F68A0954B1FA548139F8E741145"/>
                </w:placeholder>
                <w:showingPlcHdr/>
              </w:sdtPr>
              <w:sdtEndPr/>
              <w:sdtContent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vyplňte termín od MM/RR do MM/RR</w:t>
                </w:r>
              </w:sdtContent>
            </w:sdt>
          </w:p>
          <w:p w14:paraId="1670E281" w14:textId="77777777" w:rsidR="006116DC" w:rsidRPr="00540AA1" w:rsidRDefault="006116DC" w:rsidP="00041FE2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Cena předmětu plnění: </w:t>
            </w:r>
            <w:sdt>
              <w:sdtPr>
                <w:rPr>
                  <w:rFonts w:asciiTheme="majorHAnsi" w:hAnsiTheme="majorHAnsi" w:cstheme="majorHAnsi"/>
                </w:rPr>
                <w:id w:val="1507871561"/>
                <w:placeholder>
                  <w:docPart w:val="5713E35D4D154FA68B382BC8F4435A73"/>
                </w:placeholder>
              </w:sdtPr>
              <w:sdtEndPr/>
              <w:sdtContent>
                <w:r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vepište hodnotu</w:t>
                </w:r>
              </w:sdtContent>
            </w:sdt>
            <w:r w:rsidRPr="00540AA1">
              <w:rPr>
                <w:rFonts w:asciiTheme="majorHAnsi" w:hAnsiTheme="majorHAnsi" w:cstheme="majorHAnsi"/>
              </w:rPr>
              <w:t xml:space="preserve"> Kč bez DPH</w:t>
            </w:r>
          </w:p>
          <w:p w14:paraId="7FF47959" w14:textId="03AE1ADA" w:rsidR="005D53C2" w:rsidRPr="00540AA1" w:rsidRDefault="006116DC" w:rsidP="00041FE2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52167025"/>
                <w:placeholder>
                  <w:docPart w:val="5D02C1A3565844D1B0275E4BA85EC1EE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AF4FAD" w:rsidRPr="00540AA1" w14:paraId="2A34E762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2AC0316D" w14:textId="6DFAA333" w:rsidR="00AF4FAD" w:rsidRPr="00540AA1" w:rsidRDefault="00AF4FAD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Obecné informace ke kvalifikaci</w:t>
            </w:r>
          </w:p>
        </w:tc>
      </w:tr>
      <w:tr w:rsidR="00AF4FAD" w:rsidRPr="00540AA1" w14:paraId="3FF9A0D0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7E3533E2" w14:textId="6213F15E" w:rsidR="00AF4FAD" w:rsidRPr="00540AA1" w:rsidRDefault="00AF4FAD" w:rsidP="00C438D2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ind w:left="714" w:hanging="357"/>
              <w:contextualSpacing w:val="0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  <w:lang w:eastAsia="x-none"/>
              </w:rPr>
              <w:t xml:space="preserve">Doklady </w:t>
            </w:r>
            <w:r w:rsidR="00564716" w:rsidRPr="00540AA1">
              <w:rPr>
                <w:rFonts w:asciiTheme="majorHAnsi" w:hAnsiTheme="majorHAnsi" w:cstheme="majorHAnsi"/>
                <w:lang w:eastAsia="x-none"/>
              </w:rPr>
              <w:t xml:space="preserve">dle § 75 ZZVZ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prokazující základní způsobilost podle § 74 ZZVZ </w:t>
            </w:r>
            <w:r w:rsidR="000F0789" w:rsidRPr="00540AA1">
              <w:rPr>
                <w:rFonts w:asciiTheme="majorHAnsi" w:hAnsiTheme="majorHAnsi" w:cstheme="majorHAnsi"/>
                <w:lang w:eastAsia="x-none"/>
              </w:rPr>
              <w:t>a doklady prokazující</w:t>
            </w:r>
            <w:r w:rsidR="00DB0C43" w:rsidRPr="00540AA1">
              <w:rPr>
                <w:rFonts w:asciiTheme="majorHAnsi" w:hAnsiTheme="majorHAnsi" w:cstheme="majorHAnsi"/>
                <w:lang w:eastAsia="x-none"/>
              </w:rPr>
              <w:t xml:space="preserve"> profesní způsobilost </w:t>
            </w:r>
            <w:r w:rsidRPr="00540AA1">
              <w:rPr>
                <w:rFonts w:asciiTheme="majorHAnsi" w:hAnsiTheme="majorHAnsi" w:cstheme="majorHAnsi"/>
                <w:lang w:eastAsia="x-none"/>
              </w:rPr>
              <w:t>dle § 77 odst.</w:t>
            </w:r>
            <w:r w:rsidRPr="00540AA1">
              <w:rPr>
                <w:rFonts w:asciiTheme="majorHAnsi" w:eastAsiaTheme="min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1 ZZVZ </w:t>
            </w:r>
            <w:r w:rsidR="00BA239A" w:rsidRPr="00540AA1">
              <w:rPr>
                <w:rFonts w:asciiTheme="majorHAnsi" w:hAnsiTheme="majorHAnsi" w:cstheme="majorHAnsi"/>
                <w:lang w:eastAsia="x-none"/>
              </w:rPr>
              <w:t xml:space="preserve">prokazují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splnění požadovaného kritéria způsobilosti </w:t>
            </w:r>
            <w:r w:rsidRPr="00610C38">
              <w:rPr>
                <w:rFonts w:asciiTheme="majorHAnsi" w:hAnsiTheme="majorHAnsi" w:cstheme="majorHAnsi"/>
                <w:lang w:eastAsia="x-none"/>
              </w:rPr>
              <w:t>nejpozději v době</w:t>
            </w:r>
            <w:r w:rsidRPr="00610C38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 3 měsíců přede dnem zahájení zadávacího řízení</w:t>
            </w:r>
            <w:r w:rsidRPr="00540AA1">
              <w:rPr>
                <w:rFonts w:asciiTheme="majorHAnsi" w:hAnsiTheme="majorHAnsi" w:cstheme="majorHAnsi"/>
                <w:lang w:eastAsia="x-none"/>
              </w:rPr>
              <w:t>.</w:t>
            </w:r>
          </w:p>
          <w:p w14:paraId="0FAD8D0F" w14:textId="77777777" w:rsidR="00C438D2" w:rsidRPr="00540AA1" w:rsidRDefault="00C438D2" w:rsidP="00C438D2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ind w:left="714" w:hanging="357"/>
              <w:contextualSpacing w:val="0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</w:rPr>
              <w:t>V případě prokázání kvalifikace uvedené v čl. 5 písm. C Krycího listu nabídky prostřednictvím jiných osob dle § 83 ZZVZ, je účastník povinen jako </w:t>
            </w:r>
            <w:r w:rsidRPr="00540AA1">
              <w:rPr>
                <w:rFonts w:asciiTheme="majorHAnsi" w:hAnsiTheme="majorHAnsi" w:cstheme="majorHAnsi"/>
                <w:b/>
              </w:rPr>
              <w:t>samostatnou přílohu Krycího listu nabídky</w:t>
            </w:r>
            <w:r w:rsidRPr="00540AA1">
              <w:rPr>
                <w:rFonts w:asciiTheme="majorHAnsi" w:hAnsiTheme="majorHAnsi" w:cstheme="majorHAnsi"/>
                <w:bCs/>
              </w:rPr>
              <w:t xml:space="preserve"> předložit:</w:t>
            </w:r>
          </w:p>
          <w:p w14:paraId="100923FC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prokazující splnění profesní způsobilosti podle § 77 odst. 1 ZZVZ jinou osobou,</w:t>
            </w:r>
          </w:p>
          <w:p w14:paraId="49B6427A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prokazující splnění chybějící části kvalifikace prostřednictvím jiné osoby,</w:t>
            </w:r>
          </w:p>
          <w:p w14:paraId="70212A8B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o splnění základní způsobilosti podle § 74 ZZVZ jinou osobou a</w:t>
            </w:r>
          </w:p>
          <w:p w14:paraId="1413358A" w14:textId="63FCC753" w:rsidR="00D65A21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contextualSpacing w:val="0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dodavatele.</w:t>
            </w:r>
          </w:p>
        </w:tc>
      </w:tr>
    </w:tbl>
    <w:p w14:paraId="6F4617F8" w14:textId="1FBA32AB" w:rsidR="00195D10" w:rsidRPr="00540AA1" w:rsidRDefault="00195D10" w:rsidP="008309D1">
      <w:pPr>
        <w:spacing w:line="276" w:lineRule="auto"/>
        <w:rPr>
          <w:rFonts w:asciiTheme="majorHAnsi" w:hAnsiTheme="majorHAnsi" w:cstheme="majorHAnsi"/>
        </w:rPr>
      </w:pPr>
    </w:p>
    <w:p w14:paraId="73BC7169" w14:textId="77777777" w:rsidR="00BF71BE" w:rsidRPr="00540AA1" w:rsidRDefault="00BF71BE" w:rsidP="007E078A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bookmarkStart w:id="0" w:name="_Toc440366602"/>
      <w:bookmarkStart w:id="1" w:name="_Toc2604770"/>
      <w:r w:rsidRPr="00540AA1">
        <w:rPr>
          <w:rStyle w:val="Siln"/>
          <w:rFonts w:cstheme="majorHAnsi"/>
          <w:b/>
        </w:rPr>
        <w:t xml:space="preserve">Plnění prostřednictvím </w:t>
      </w:r>
      <w:bookmarkEnd w:id="0"/>
      <w:r w:rsidRPr="00540AA1">
        <w:rPr>
          <w:rStyle w:val="Siln"/>
          <w:rFonts w:cstheme="majorHAnsi"/>
          <w:b/>
        </w:rPr>
        <w:t>poddodavatelů</w:t>
      </w:r>
      <w:bookmarkEnd w:id="1"/>
      <w:r w:rsidRPr="00540AA1">
        <w:rPr>
          <w:rStyle w:val="Siln"/>
          <w:rFonts w:cstheme="majorHAnsi"/>
          <w:b/>
        </w:rPr>
        <w:tab/>
      </w:r>
    </w:p>
    <w:p w14:paraId="57E9D854" w14:textId="5169F799" w:rsidR="007E078A" w:rsidRPr="00540AA1" w:rsidRDefault="007E078A" w:rsidP="00D07749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 předmětnou veřejnou zakázku bude realizovat prostřednictvím poddodavatelů v níže uvedeném rozsahu</w:t>
      </w:r>
      <w:r w:rsidR="007244DA" w:rsidRPr="00540AA1">
        <w:rPr>
          <w:rFonts w:asciiTheme="majorHAnsi" w:hAnsiTheme="majorHAnsi" w:cstheme="majorHAnsi"/>
        </w:rPr>
        <w:t xml:space="preserve"> (pokud jsou mu známi):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536"/>
        <w:gridCol w:w="4962"/>
      </w:tblGrid>
      <w:tr w:rsidR="007E078A" w:rsidRPr="00540AA1" w14:paraId="351D0701" w14:textId="77777777" w:rsidTr="003E4BBC">
        <w:trPr>
          <w:trHeight w:val="397"/>
        </w:trPr>
        <w:tc>
          <w:tcPr>
            <w:tcW w:w="9498" w:type="dxa"/>
            <w:gridSpan w:val="2"/>
            <w:shd w:val="clear" w:color="auto" w:fill="DEEAF6" w:themeFill="accent1" w:themeFillTint="33"/>
            <w:vAlign w:val="center"/>
          </w:tcPr>
          <w:p w14:paraId="5FCC210E" w14:textId="2248679E" w:rsidR="007E078A" w:rsidRPr="00540AA1" w:rsidRDefault="007244DA" w:rsidP="007E078A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  <w:lang w:eastAsia="x-none"/>
              </w:rPr>
              <w:t>Seznam poddodavatelů</w:t>
            </w:r>
          </w:p>
        </w:tc>
      </w:tr>
      <w:tr w:rsidR="007E078A" w:rsidRPr="00540AA1" w14:paraId="471FA7D6" w14:textId="77777777" w:rsidTr="00C438D2">
        <w:trPr>
          <w:trHeight w:val="397"/>
        </w:trPr>
        <w:tc>
          <w:tcPr>
            <w:tcW w:w="4536" w:type="dxa"/>
            <w:shd w:val="clear" w:color="auto" w:fill="DEEAF6" w:themeFill="accent1" w:themeFillTint="33"/>
            <w:vAlign w:val="center"/>
          </w:tcPr>
          <w:p w14:paraId="35A280F0" w14:textId="27AE3F93" w:rsidR="007E078A" w:rsidRPr="00540AA1" w:rsidRDefault="007E078A" w:rsidP="003E4BBC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Označení poddodavatele </w:t>
            </w:r>
            <w:r w:rsidRPr="00540AA1">
              <w:rPr>
                <w:rFonts w:asciiTheme="majorHAnsi" w:hAnsiTheme="majorHAnsi" w:cstheme="majorHAnsi"/>
              </w:rPr>
              <w:t>(Název, sídlo, IČO)</w:t>
            </w:r>
          </w:p>
        </w:tc>
        <w:tc>
          <w:tcPr>
            <w:tcW w:w="4962" w:type="dxa"/>
            <w:shd w:val="clear" w:color="auto" w:fill="DEEAF6" w:themeFill="accent1" w:themeFillTint="33"/>
            <w:vAlign w:val="center"/>
          </w:tcPr>
          <w:p w14:paraId="4F5691AE" w14:textId="6B19F739" w:rsidR="007E078A" w:rsidRPr="00540AA1" w:rsidRDefault="007E078A" w:rsidP="00D07749">
            <w:pPr>
              <w:spacing w:before="60" w:after="6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Věcná specifikace části veřejné zakázky realizované poddodavatelem </w:t>
            </w:r>
            <w:r w:rsidRPr="00540AA1">
              <w:rPr>
                <w:rFonts w:asciiTheme="majorHAnsi" w:hAnsiTheme="majorHAnsi" w:cstheme="majorHAnsi"/>
              </w:rPr>
              <w:t xml:space="preserve">(druh </w:t>
            </w:r>
            <w:r w:rsidR="00D07749" w:rsidRPr="00540AA1">
              <w:rPr>
                <w:rFonts w:asciiTheme="majorHAnsi" w:hAnsiTheme="majorHAnsi" w:cstheme="majorHAnsi"/>
              </w:rPr>
              <w:t xml:space="preserve">a rozsah </w:t>
            </w:r>
            <w:r w:rsidRPr="00540AA1">
              <w:rPr>
                <w:rFonts w:asciiTheme="majorHAnsi" w:hAnsiTheme="majorHAnsi" w:cstheme="majorHAnsi"/>
              </w:rPr>
              <w:t>prací)</w:t>
            </w:r>
          </w:p>
        </w:tc>
      </w:tr>
      <w:tr w:rsidR="007244DA" w:rsidRPr="00540AA1" w14:paraId="2BD71A35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-705720226"/>
            <w:placeholder>
              <w:docPart w:val="87745AE4552044B096E0AB71E4F9C878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24769E9A" w14:textId="5F4819EC" w:rsidR="007244DA" w:rsidRPr="00540AA1" w:rsidRDefault="007244DA" w:rsidP="003E4BBC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2092149228"/>
            <w:placeholder>
              <w:docPart w:val="529C780E335847EB9ED99459765C239F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5DB60B29" w14:textId="40861E9C" w:rsidR="007244DA" w:rsidRPr="00540AA1" w:rsidRDefault="007244DA" w:rsidP="003E4BBC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7244DA" w:rsidRPr="00540AA1" w14:paraId="5ADE198F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722341052"/>
            <w:placeholder>
              <w:docPart w:val="FEA2437317244E18B8CFF94636AEC5FF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65B2E3A6" w14:textId="66E20022" w:rsidR="007244DA" w:rsidRPr="00540AA1" w:rsidRDefault="007244DA" w:rsidP="003E4BBC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99379831"/>
            <w:placeholder>
              <w:docPart w:val="5C6C52B91A8640A0B21D3CCC8554439E"/>
            </w:placeholder>
          </w:sdtPr>
          <w:sdtEndPr/>
          <w:sdtContent>
            <w:tc>
              <w:tcPr>
                <w:tcW w:w="4962" w:type="dxa"/>
                <w:vAlign w:val="center"/>
              </w:tcPr>
              <w:p w14:paraId="1AD43ABD" w14:textId="5AA48270" w:rsidR="007244DA" w:rsidRPr="00540AA1" w:rsidRDefault="007244DA" w:rsidP="003E4BBC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50997C5A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-136343973"/>
            <w:placeholder>
              <w:docPart w:val="BD91E698A02A401BBCA8F0684263DC6F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2FF69496" w14:textId="1878762E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1864586139"/>
            <w:placeholder>
              <w:docPart w:val="C60B0C4A6A094525B460BE2469090F4F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21AEF92A" w14:textId="27EF2ED4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1825183E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133682781"/>
            <w:placeholder>
              <w:docPart w:val="4BFBCA409F834C9DB56B23CD8719C41A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7AD36596" w14:textId="50530791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653564949"/>
            <w:placeholder>
              <w:docPart w:val="0C41B2E5FBB349599199E843A8ACB3E1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1AED2EB2" w14:textId="380E812E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0F9B35B7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953837537"/>
            <w:placeholder>
              <w:docPart w:val="13B917F499F5452DA2B42CF8FC0DDC4A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14378FFC" w14:textId="1D4FCF9D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2138140240"/>
            <w:placeholder>
              <w:docPart w:val="4B497F69C1EF49978B3F11F4CB97B186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329B6C6C" w14:textId="74366D89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1F57B7AB" w14:textId="00DD1A6E" w:rsidR="00BF71BE" w:rsidRPr="00540AA1" w:rsidRDefault="007244DA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Pokud účastníkovi poddodavatelé nejsou známi, nebo pokud účastník nebude realizovat veřejnou zakázku prostřednictvím poddodavatelů, </w:t>
      </w:r>
      <w:r w:rsidR="00D07749" w:rsidRPr="00540AA1">
        <w:rPr>
          <w:rFonts w:asciiTheme="majorHAnsi" w:hAnsiTheme="majorHAnsi" w:cstheme="majorHAnsi"/>
        </w:rPr>
        <w:t>nemusí účastník seznam dále upravovat</w:t>
      </w:r>
      <w:r w:rsidRPr="00540AA1">
        <w:rPr>
          <w:rFonts w:asciiTheme="majorHAnsi" w:hAnsiTheme="majorHAnsi" w:cstheme="majorHAnsi"/>
        </w:rPr>
        <w:t>.</w:t>
      </w:r>
    </w:p>
    <w:p w14:paraId="032DCB9B" w14:textId="2F6B1A55" w:rsidR="00BF71BE" w:rsidRPr="00540AA1" w:rsidRDefault="00BF71BE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Účastník v Seznamu poddodavatelů uvede i jiné osoby </w:t>
      </w:r>
      <w:r w:rsidR="00DB0C43" w:rsidRPr="00540AA1">
        <w:rPr>
          <w:rFonts w:asciiTheme="majorHAnsi" w:hAnsiTheme="majorHAnsi" w:cstheme="majorHAnsi"/>
        </w:rPr>
        <w:t xml:space="preserve">dle </w:t>
      </w:r>
      <w:r w:rsidR="007244DA" w:rsidRPr="00540AA1">
        <w:rPr>
          <w:rFonts w:asciiTheme="majorHAnsi" w:hAnsiTheme="majorHAnsi" w:cstheme="majorHAnsi"/>
        </w:rPr>
        <w:t>§ 83 ZZVZ</w:t>
      </w:r>
      <w:r w:rsidRPr="00540AA1">
        <w:rPr>
          <w:rFonts w:asciiTheme="majorHAnsi" w:hAnsiTheme="majorHAnsi" w:cstheme="majorHAnsi"/>
        </w:rPr>
        <w:t>, prostřednictvím kterých dodavatel prokazuje kvalifikaci, a budou se podílet na plnění veřejné zakázky.</w:t>
      </w:r>
    </w:p>
    <w:p w14:paraId="1FA85B7C" w14:textId="027041D7" w:rsidR="00BF71BE" w:rsidRPr="00540AA1" w:rsidRDefault="00F72D7A" w:rsidP="008309D1">
      <w:pPr>
        <w:pStyle w:val="Nadpis1"/>
        <w:spacing w:line="276" w:lineRule="auto"/>
        <w:rPr>
          <w:rFonts w:cstheme="majorHAnsi"/>
        </w:rPr>
      </w:pPr>
      <w:r w:rsidRPr="00540AA1">
        <w:rPr>
          <w:rFonts w:cstheme="majorHAnsi"/>
        </w:rPr>
        <w:lastRenderedPageBreak/>
        <w:t>Další obsah nabídky</w:t>
      </w:r>
    </w:p>
    <w:p w14:paraId="19E28D79" w14:textId="77777777" w:rsidR="00195D10" w:rsidRPr="00540AA1" w:rsidRDefault="00195D10" w:rsidP="00F72D7A">
      <w:pPr>
        <w:numPr>
          <w:ilvl w:val="1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b/>
          <w:u w:val="single"/>
        </w:rPr>
      </w:pPr>
      <w:r w:rsidRPr="00540AA1">
        <w:rPr>
          <w:rFonts w:asciiTheme="majorHAnsi" w:hAnsiTheme="majorHAnsi" w:cstheme="majorHAnsi"/>
          <w:b/>
          <w:u w:val="single"/>
        </w:rPr>
        <w:t>Zadavatel doporučuje sestavení dokumentů v nabídce účastníka v následujícím pořadí:</w:t>
      </w:r>
    </w:p>
    <w:p w14:paraId="49D4F437" w14:textId="23AB2775" w:rsidR="00F72D7A" w:rsidRPr="00540AA1" w:rsidRDefault="00F72D7A" w:rsidP="00F72D7A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u w:val="single"/>
        </w:rPr>
      </w:pPr>
      <w:r w:rsidRPr="00540AA1">
        <w:rPr>
          <w:rFonts w:asciiTheme="majorHAnsi" w:eastAsia="Calibri" w:hAnsiTheme="majorHAnsi" w:cstheme="majorHAnsi"/>
          <w:b/>
        </w:rPr>
        <w:t>Krycí list nabídky</w:t>
      </w:r>
      <w:r w:rsidR="009B7883" w:rsidRPr="00540AA1">
        <w:rPr>
          <w:rFonts w:asciiTheme="majorHAnsi" w:eastAsia="Calibri" w:hAnsiTheme="majorHAnsi" w:cstheme="majorHAnsi"/>
        </w:rPr>
        <w:t>,</w:t>
      </w:r>
      <w:r w:rsidRPr="00540AA1">
        <w:rPr>
          <w:rFonts w:asciiTheme="majorHAnsi" w:eastAsia="Calibri" w:hAnsiTheme="majorHAnsi" w:cstheme="majorHAnsi"/>
        </w:rPr>
        <w:t xml:space="preserve"> včetně všech z něj vyplývajících příloh:</w:t>
      </w:r>
    </w:p>
    <w:p w14:paraId="79C4E033" w14:textId="7ED26BD0" w:rsidR="00F72D7A" w:rsidRPr="00540AA1" w:rsidRDefault="00F72D7A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Doklad o zplnomocnění osoby oprávněnou zastupovat účastníka (je-li relevantní),</w:t>
      </w:r>
    </w:p>
    <w:p w14:paraId="193965B8" w14:textId="37C84A39" w:rsidR="007F1D6E" w:rsidRPr="00540AA1" w:rsidRDefault="00FE0146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Závazek (smlouva)</w:t>
      </w:r>
      <w:r w:rsidR="007F1D6E" w:rsidRPr="00540AA1">
        <w:rPr>
          <w:rFonts w:asciiTheme="majorHAnsi" w:hAnsiTheme="majorHAnsi" w:cstheme="majorHAnsi"/>
        </w:rPr>
        <w:t xml:space="preserve"> o společné a nerozdílné odpovědnosti</w:t>
      </w:r>
      <w:r w:rsidRPr="00540AA1">
        <w:rPr>
          <w:rFonts w:asciiTheme="majorHAnsi" w:hAnsiTheme="majorHAnsi" w:cstheme="majorHAnsi"/>
        </w:rPr>
        <w:t xml:space="preserve"> v případě společné účasti dodavatelů</w:t>
      </w:r>
      <w:r w:rsidR="002C2D6B" w:rsidRPr="00540AA1">
        <w:rPr>
          <w:rFonts w:asciiTheme="majorHAnsi" w:hAnsiTheme="majorHAnsi" w:cstheme="majorHAnsi"/>
        </w:rPr>
        <w:t>,</w:t>
      </w:r>
    </w:p>
    <w:p w14:paraId="49067BF3" w14:textId="7E78FC35" w:rsidR="00F72D7A" w:rsidRPr="00251965" w:rsidRDefault="004477CC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51965">
        <w:rPr>
          <w:rFonts w:asciiTheme="majorHAnsi" w:hAnsiTheme="majorHAnsi" w:cstheme="majorHAnsi"/>
        </w:rPr>
        <w:t xml:space="preserve">Doklady požadované </w:t>
      </w:r>
      <w:r w:rsidR="00DB0C43" w:rsidRPr="00251965">
        <w:rPr>
          <w:rFonts w:asciiTheme="majorHAnsi" w:hAnsiTheme="majorHAnsi" w:cstheme="majorHAnsi"/>
        </w:rPr>
        <w:t xml:space="preserve">dle </w:t>
      </w:r>
      <w:r w:rsidRPr="00251965">
        <w:rPr>
          <w:rFonts w:asciiTheme="majorHAnsi" w:hAnsiTheme="majorHAnsi" w:cstheme="majorHAnsi"/>
        </w:rPr>
        <w:t>§ 83 ZZVZ, v případě prokazování kvalifikace prostřednictvím jiných osob</w:t>
      </w:r>
      <w:r w:rsidR="009B7883" w:rsidRPr="00251965">
        <w:rPr>
          <w:rFonts w:asciiTheme="majorHAnsi" w:hAnsiTheme="majorHAnsi" w:cstheme="majorHAnsi"/>
        </w:rPr>
        <w:t>.</w:t>
      </w:r>
    </w:p>
    <w:p w14:paraId="4D8AE609" w14:textId="5C25BC23" w:rsidR="00251965" w:rsidRPr="00E13CE3" w:rsidRDefault="00A261D6" w:rsidP="00251965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Seznam zboží s uvedením četnosti BTK (příp. validace)</w:t>
      </w:r>
      <w:r>
        <w:rPr>
          <w:rFonts w:asciiTheme="majorHAnsi" w:hAnsiTheme="majorHAnsi" w:cstheme="majorHAnsi"/>
        </w:rPr>
        <w:t xml:space="preserve"> dle čl.VI odst. 1 písm. e) Smlouvy na danou část veřejné zakázky, pokud se tato daného zboží týká (bude Přílohou č. 1 Smlouvy).</w:t>
      </w:r>
    </w:p>
    <w:p w14:paraId="64A7C980" w14:textId="7AAE2C86" w:rsidR="00251965" w:rsidRPr="00662EBE" w:rsidRDefault="00251965" w:rsidP="00251965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51965">
        <w:rPr>
          <w:rFonts w:asciiTheme="majorHAnsi" w:hAnsiTheme="majorHAnsi" w:cstheme="majorHAnsi"/>
          <w:b/>
          <w:bCs/>
        </w:rPr>
        <w:t>Technická specifikace</w:t>
      </w:r>
      <w:r w:rsidRPr="00662EBE">
        <w:rPr>
          <w:rFonts w:asciiTheme="majorHAnsi" w:hAnsiTheme="majorHAnsi" w:cstheme="majorHAnsi"/>
        </w:rPr>
        <w:t xml:space="preserve"> vč. </w:t>
      </w:r>
      <w:r w:rsidR="004141C3">
        <w:rPr>
          <w:rFonts w:asciiTheme="majorHAnsi" w:hAnsiTheme="majorHAnsi" w:cstheme="majorHAnsi"/>
        </w:rPr>
        <w:t xml:space="preserve">cenové kalkulace </w:t>
      </w:r>
      <w:r>
        <w:rPr>
          <w:rFonts w:asciiTheme="majorHAnsi" w:hAnsiTheme="majorHAnsi" w:cstheme="majorHAnsi"/>
        </w:rPr>
        <w:t xml:space="preserve">(bude </w:t>
      </w:r>
      <w:r w:rsidRPr="00662EBE">
        <w:rPr>
          <w:rFonts w:asciiTheme="majorHAnsi" w:hAnsiTheme="majorHAnsi" w:cstheme="majorHAnsi"/>
        </w:rPr>
        <w:t>Příloh</w:t>
      </w:r>
      <w:r>
        <w:rPr>
          <w:rFonts w:asciiTheme="majorHAnsi" w:hAnsiTheme="majorHAnsi" w:cstheme="majorHAnsi"/>
        </w:rPr>
        <w:t>ou</w:t>
      </w:r>
      <w:r w:rsidRPr="00662EBE">
        <w:rPr>
          <w:rFonts w:asciiTheme="majorHAnsi" w:hAnsiTheme="majorHAnsi" w:cstheme="majorHAnsi"/>
        </w:rPr>
        <w:t xml:space="preserve"> č. 2 Smlouvy</w:t>
      </w:r>
      <w:r>
        <w:rPr>
          <w:rFonts w:asciiTheme="majorHAnsi" w:hAnsiTheme="majorHAnsi" w:cstheme="majorHAnsi"/>
        </w:rPr>
        <w:t>).</w:t>
      </w:r>
    </w:p>
    <w:p w14:paraId="285A91BF" w14:textId="6B36C12B" w:rsidR="002D727F" w:rsidRPr="00251965" w:rsidRDefault="00130843" w:rsidP="002D727F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51965">
        <w:rPr>
          <w:rFonts w:asciiTheme="majorHAnsi" w:hAnsiTheme="majorHAnsi" w:cstheme="majorHAnsi"/>
        </w:rPr>
        <w:t>D</w:t>
      </w:r>
      <w:r w:rsidR="002D727F" w:rsidRPr="00251965">
        <w:rPr>
          <w:rFonts w:asciiTheme="majorHAnsi" w:hAnsiTheme="majorHAnsi" w:cstheme="majorHAnsi"/>
        </w:rPr>
        <w:t xml:space="preserve">alší dokumenty, </w:t>
      </w:r>
      <w:r w:rsidRPr="00251965">
        <w:rPr>
          <w:rFonts w:asciiTheme="majorHAnsi" w:hAnsiTheme="majorHAnsi" w:cstheme="majorHAnsi"/>
        </w:rPr>
        <w:t xml:space="preserve">pokud to vyplývá ze </w:t>
      </w:r>
      <w:r w:rsidR="002D727F" w:rsidRPr="00251965">
        <w:rPr>
          <w:rFonts w:asciiTheme="majorHAnsi" w:hAnsiTheme="majorHAnsi" w:cstheme="majorHAnsi"/>
        </w:rPr>
        <w:t>zadávací dokumentac</w:t>
      </w:r>
      <w:r w:rsidRPr="00251965">
        <w:rPr>
          <w:rFonts w:asciiTheme="majorHAnsi" w:hAnsiTheme="majorHAnsi" w:cstheme="majorHAnsi"/>
        </w:rPr>
        <w:t>e.</w:t>
      </w:r>
    </w:p>
    <w:p w14:paraId="48B6968B" w14:textId="77777777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7AF8F34B" w14:textId="62C31910" w:rsidR="00C438D2" w:rsidRPr="00540AA1" w:rsidRDefault="00C438D2" w:rsidP="00DF325E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99A4C197F0AE4633A61E1D69DCAEF65A"/>
          </w:placeholder>
          <w:showingPlcHdr/>
        </w:sdtPr>
        <w:sdtEndPr/>
        <w:sdtContent>
          <w:r w:rsidRPr="00540AA1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540AA1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2FF490F577A44E32823999F26027A34B"/>
          </w:placeholder>
          <w:showingPlcHdr/>
        </w:sdtPr>
        <w:sdtEndPr/>
        <w:sdtContent>
          <w:r w:rsidRPr="00540AA1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3B9A869F" w14:textId="77777777" w:rsidR="00C438D2" w:rsidRPr="00540AA1" w:rsidRDefault="00C438D2" w:rsidP="00DF325E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2D846A70BE2D451E890B79610970173C"/>
          </w:placeholder>
          <w:showingPlcHdr/>
        </w:sdtPr>
        <w:sdtEndPr/>
        <w:sdtContent>
          <w:r w:rsidRPr="00540AA1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p w14:paraId="0734497B" w14:textId="77777777" w:rsidR="00B067DF" w:rsidRPr="00540AA1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p w14:paraId="7B6379C8" w14:textId="77777777" w:rsidR="00B067DF" w:rsidRPr="00540AA1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540AA1" w:rsidSect="00393720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F9D26" w14:textId="77777777" w:rsidR="00E016D4" w:rsidRDefault="00E016D4" w:rsidP="002C4725">
      <w:pPr>
        <w:spacing w:after="0" w:line="240" w:lineRule="auto"/>
      </w:pPr>
      <w:r>
        <w:separator/>
      </w:r>
    </w:p>
  </w:endnote>
  <w:endnote w:type="continuationSeparator" w:id="0">
    <w:p w14:paraId="0AE6425B" w14:textId="77777777" w:rsidR="00E016D4" w:rsidRDefault="00E016D4" w:rsidP="002C4725">
      <w:pPr>
        <w:spacing w:after="0" w:line="240" w:lineRule="auto"/>
      </w:pPr>
      <w:r>
        <w:continuationSeparator/>
      </w:r>
    </w:p>
  </w:endnote>
  <w:endnote w:type="continuationNotice" w:id="1">
    <w:p w14:paraId="2795CDF8" w14:textId="77777777" w:rsidR="00E016D4" w:rsidRDefault="00E016D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63045073" w:rsidR="003D2088" w:rsidRPr="004B6AE8" w:rsidRDefault="003D2088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Krycí list nabídky</w:t>
    </w:r>
    <w:r>
      <w:rPr>
        <w:rFonts w:asciiTheme="majorHAnsi" w:hAnsiTheme="majorHAnsi" w:cstheme="majorHAnsi"/>
        <w:sz w:val="20"/>
      </w:rPr>
      <w:tab/>
    </w:r>
    <w:r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EndPr/>
      <w:sdtContent>
        <w:r w:rsidRPr="004B6AE8">
          <w:rPr>
            <w:rFonts w:asciiTheme="majorHAnsi" w:hAnsiTheme="majorHAnsi" w:cstheme="majorHAnsi"/>
            <w:sz w:val="20"/>
          </w:rPr>
          <w:fldChar w:fldCharType="begin"/>
        </w:r>
        <w:r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Pr="004B6AE8">
          <w:rPr>
            <w:rFonts w:asciiTheme="majorHAnsi" w:hAnsiTheme="majorHAnsi" w:cstheme="majorHAnsi"/>
            <w:sz w:val="20"/>
          </w:rPr>
          <w:fldChar w:fldCharType="separate"/>
        </w:r>
        <w:r w:rsidR="00683DEB">
          <w:rPr>
            <w:rFonts w:asciiTheme="majorHAnsi" w:hAnsiTheme="majorHAnsi" w:cstheme="majorHAnsi"/>
            <w:noProof/>
            <w:sz w:val="20"/>
          </w:rPr>
          <w:t>5</w:t>
        </w:r>
        <w:r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FE7B0" w14:textId="77777777" w:rsidR="00E016D4" w:rsidRDefault="00E016D4" w:rsidP="002C4725">
      <w:pPr>
        <w:spacing w:after="0" w:line="240" w:lineRule="auto"/>
      </w:pPr>
      <w:r>
        <w:separator/>
      </w:r>
    </w:p>
  </w:footnote>
  <w:footnote w:type="continuationSeparator" w:id="0">
    <w:p w14:paraId="4A2E6C37" w14:textId="77777777" w:rsidR="00E016D4" w:rsidRDefault="00E016D4" w:rsidP="002C4725">
      <w:pPr>
        <w:spacing w:after="0" w:line="240" w:lineRule="auto"/>
      </w:pPr>
      <w:r>
        <w:continuationSeparator/>
      </w:r>
    </w:p>
  </w:footnote>
  <w:footnote w:type="continuationNotice" w:id="1">
    <w:p w14:paraId="2B5A51DE" w14:textId="77777777" w:rsidR="00E016D4" w:rsidRDefault="00E016D4">
      <w:pPr>
        <w:spacing w:after="0" w:line="240" w:lineRule="auto"/>
      </w:pPr>
    </w:p>
  </w:footnote>
  <w:footnote w:id="2">
    <w:p w14:paraId="4058F573" w14:textId="23D08BCD" w:rsidR="003D2088" w:rsidRDefault="003D20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D388A">
        <w:t>Veškerá prohlášení učiněná v Krycím listu nabídky činí účastník za všechny zúčastněné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B1021" w14:textId="7824A5FD" w:rsidR="003D2088" w:rsidRPr="00D25D9E" w:rsidRDefault="00D25D9E" w:rsidP="00D25D9E">
    <w:pPr>
      <w:pStyle w:val="Zhlav"/>
    </w:pPr>
    <w:r w:rsidRPr="00E0698C">
      <w:rPr>
        <w:noProof/>
        <w:lang w:eastAsia="cs-CZ"/>
      </w:rPr>
      <w:drawing>
        <wp:inline distT="0" distB="0" distL="0" distR="0" wp14:anchorId="3100C16A" wp14:editId="303396BD">
          <wp:extent cx="5760720" cy="949960"/>
          <wp:effectExtent l="0" t="0" r="0" b="2540"/>
          <wp:docPr id="2" name="obrázek 1" descr="C:\Users\abrahamek\Desktop\kryštof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brahamek\Desktop\kryštof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9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8CA75D6"/>
    <w:multiLevelType w:val="multilevel"/>
    <w:tmpl w:val="F80688C6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0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1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CA665B"/>
    <w:multiLevelType w:val="hybridMultilevel"/>
    <w:tmpl w:val="E30AA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15C60EB"/>
    <w:multiLevelType w:val="hybridMultilevel"/>
    <w:tmpl w:val="AA4C9CD6"/>
    <w:lvl w:ilvl="0" w:tplc="0A384182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8" w15:restartNumberingAfterBreak="0">
    <w:nsid w:val="712D1613"/>
    <w:multiLevelType w:val="multilevel"/>
    <w:tmpl w:val="6B18DD2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 Light" w:hAnsi="Calibri Light" w:cs="Calibri Light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409534F"/>
    <w:multiLevelType w:val="hybridMultilevel"/>
    <w:tmpl w:val="54A82A08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AA7679"/>
    <w:multiLevelType w:val="hybridMultilevel"/>
    <w:tmpl w:val="928C6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0"/>
  </w:num>
  <w:num w:numId="4">
    <w:abstractNumId w:val="15"/>
  </w:num>
  <w:num w:numId="5">
    <w:abstractNumId w:val="11"/>
  </w:num>
  <w:num w:numId="6">
    <w:abstractNumId w:val="11"/>
  </w:num>
  <w:num w:numId="7">
    <w:abstractNumId w:val="1"/>
  </w:num>
  <w:num w:numId="8">
    <w:abstractNumId w:val="18"/>
  </w:num>
  <w:num w:numId="9">
    <w:abstractNumId w:val="5"/>
  </w:num>
  <w:num w:numId="10">
    <w:abstractNumId w:val="10"/>
  </w:num>
  <w:num w:numId="11">
    <w:abstractNumId w:val="9"/>
  </w:num>
  <w:num w:numId="12">
    <w:abstractNumId w:val="17"/>
  </w:num>
  <w:num w:numId="13">
    <w:abstractNumId w:val="4"/>
  </w:num>
  <w:num w:numId="14">
    <w:abstractNumId w:val="19"/>
  </w:num>
  <w:num w:numId="15">
    <w:abstractNumId w:val="3"/>
  </w:num>
  <w:num w:numId="16">
    <w:abstractNumId w:val="12"/>
  </w:num>
  <w:num w:numId="17">
    <w:abstractNumId w:val="13"/>
  </w:num>
  <w:num w:numId="18">
    <w:abstractNumId w:val="6"/>
  </w:num>
  <w:num w:numId="19">
    <w:abstractNumId w:val="20"/>
  </w:num>
  <w:num w:numId="20">
    <w:abstractNumId w:val="8"/>
  </w:num>
  <w:num w:numId="21">
    <w:abstractNumId w:val="2"/>
  </w:num>
  <w:num w:numId="22">
    <w:abstractNumId w:val="14"/>
  </w:num>
  <w:num w:numId="23">
    <w:abstractNumId w:val="21"/>
  </w:num>
  <w:num w:numId="24">
    <w:abstractNumId w:val="16"/>
  </w:num>
  <w:num w:numId="25">
    <w:abstractNumId w:val="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1Rj7evmY/nKUMQIrkHfBcVjbiFS5f81uRy+FyFcO22JNYpGFZAAXQBSCW3A6f/faTK3nrulDdxAIiAnrc16NWA==" w:salt="7jUFySTVctXslv7mtaF2l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31713"/>
    <w:rsid w:val="00037BE2"/>
    <w:rsid w:val="00041CA9"/>
    <w:rsid w:val="00041FE2"/>
    <w:rsid w:val="0004439B"/>
    <w:rsid w:val="000578A6"/>
    <w:rsid w:val="00072135"/>
    <w:rsid w:val="0007484A"/>
    <w:rsid w:val="00082C5A"/>
    <w:rsid w:val="000A3A57"/>
    <w:rsid w:val="000B2F21"/>
    <w:rsid w:val="000B42C0"/>
    <w:rsid w:val="000D388A"/>
    <w:rsid w:val="000D3E20"/>
    <w:rsid w:val="000F0789"/>
    <w:rsid w:val="00113F40"/>
    <w:rsid w:val="00121449"/>
    <w:rsid w:val="00130843"/>
    <w:rsid w:val="00150DC5"/>
    <w:rsid w:val="0018712C"/>
    <w:rsid w:val="00195D10"/>
    <w:rsid w:val="001A3941"/>
    <w:rsid w:val="001D4142"/>
    <w:rsid w:val="001D487B"/>
    <w:rsid w:val="001E7001"/>
    <w:rsid w:val="002063E8"/>
    <w:rsid w:val="0022176A"/>
    <w:rsid w:val="00222F5E"/>
    <w:rsid w:val="0024289D"/>
    <w:rsid w:val="00251965"/>
    <w:rsid w:val="00254286"/>
    <w:rsid w:val="00263F13"/>
    <w:rsid w:val="002658D9"/>
    <w:rsid w:val="00267824"/>
    <w:rsid w:val="00273B04"/>
    <w:rsid w:val="002A4EDC"/>
    <w:rsid w:val="002B5ED5"/>
    <w:rsid w:val="002C2D6B"/>
    <w:rsid w:val="002C4725"/>
    <w:rsid w:val="002D3AA5"/>
    <w:rsid w:val="002D619A"/>
    <w:rsid w:val="002D727F"/>
    <w:rsid w:val="002D7808"/>
    <w:rsid w:val="002F739C"/>
    <w:rsid w:val="003006F3"/>
    <w:rsid w:val="00306366"/>
    <w:rsid w:val="003113ED"/>
    <w:rsid w:val="00316023"/>
    <w:rsid w:val="003174F8"/>
    <w:rsid w:val="00324349"/>
    <w:rsid w:val="003273EE"/>
    <w:rsid w:val="0035086C"/>
    <w:rsid w:val="00351A75"/>
    <w:rsid w:val="00352481"/>
    <w:rsid w:val="00353830"/>
    <w:rsid w:val="00360120"/>
    <w:rsid w:val="003653FF"/>
    <w:rsid w:val="003823F4"/>
    <w:rsid w:val="00393720"/>
    <w:rsid w:val="003C2C32"/>
    <w:rsid w:val="003C2CAA"/>
    <w:rsid w:val="003D0B67"/>
    <w:rsid w:val="003D11C0"/>
    <w:rsid w:val="003D2088"/>
    <w:rsid w:val="003D501E"/>
    <w:rsid w:val="003E0E01"/>
    <w:rsid w:val="003F0F2F"/>
    <w:rsid w:val="003F121F"/>
    <w:rsid w:val="003F660A"/>
    <w:rsid w:val="00402441"/>
    <w:rsid w:val="00410AEB"/>
    <w:rsid w:val="004141C3"/>
    <w:rsid w:val="0041491C"/>
    <w:rsid w:val="00427539"/>
    <w:rsid w:val="004477CC"/>
    <w:rsid w:val="004524C6"/>
    <w:rsid w:val="004604EF"/>
    <w:rsid w:val="00466874"/>
    <w:rsid w:val="00474F9E"/>
    <w:rsid w:val="00476C99"/>
    <w:rsid w:val="004B0B9F"/>
    <w:rsid w:val="004B3047"/>
    <w:rsid w:val="004B35AD"/>
    <w:rsid w:val="004B6AE8"/>
    <w:rsid w:val="004B7CBD"/>
    <w:rsid w:val="004C07D9"/>
    <w:rsid w:val="004D2FF0"/>
    <w:rsid w:val="005013FB"/>
    <w:rsid w:val="00522BD1"/>
    <w:rsid w:val="00523566"/>
    <w:rsid w:val="00527013"/>
    <w:rsid w:val="00533F48"/>
    <w:rsid w:val="00540AA1"/>
    <w:rsid w:val="0055358D"/>
    <w:rsid w:val="00560159"/>
    <w:rsid w:val="00564716"/>
    <w:rsid w:val="00583EA5"/>
    <w:rsid w:val="00595BC5"/>
    <w:rsid w:val="00596F2F"/>
    <w:rsid w:val="005A02FA"/>
    <w:rsid w:val="005B1D0E"/>
    <w:rsid w:val="005B7CFB"/>
    <w:rsid w:val="005C09F4"/>
    <w:rsid w:val="005C529F"/>
    <w:rsid w:val="005D53C2"/>
    <w:rsid w:val="005F3DC9"/>
    <w:rsid w:val="005F7AD5"/>
    <w:rsid w:val="00606AD0"/>
    <w:rsid w:val="00610C38"/>
    <w:rsid w:val="006116DC"/>
    <w:rsid w:val="00634F98"/>
    <w:rsid w:val="006365AF"/>
    <w:rsid w:val="0064050F"/>
    <w:rsid w:val="00644A46"/>
    <w:rsid w:val="00661D5D"/>
    <w:rsid w:val="00663261"/>
    <w:rsid w:val="00683DEB"/>
    <w:rsid w:val="00686888"/>
    <w:rsid w:val="0069084B"/>
    <w:rsid w:val="00694C0A"/>
    <w:rsid w:val="006A51E9"/>
    <w:rsid w:val="006A6E77"/>
    <w:rsid w:val="006B099E"/>
    <w:rsid w:val="006C1405"/>
    <w:rsid w:val="006C64E7"/>
    <w:rsid w:val="006E7292"/>
    <w:rsid w:val="006E78A0"/>
    <w:rsid w:val="007074B6"/>
    <w:rsid w:val="00713E0E"/>
    <w:rsid w:val="00716A69"/>
    <w:rsid w:val="00722CDE"/>
    <w:rsid w:val="007244DA"/>
    <w:rsid w:val="0074190B"/>
    <w:rsid w:val="00741A93"/>
    <w:rsid w:val="007442A1"/>
    <w:rsid w:val="00747B3A"/>
    <w:rsid w:val="00751573"/>
    <w:rsid w:val="0076224C"/>
    <w:rsid w:val="00763788"/>
    <w:rsid w:val="00774CA9"/>
    <w:rsid w:val="00775992"/>
    <w:rsid w:val="00784C88"/>
    <w:rsid w:val="00790F44"/>
    <w:rsid w:val="007913D3"/>
    <w:rsid w:val="00794A6B"/>
    <w:rsid w:val="007979BA"/>
    <w:rsid w:val="007C57A9"/>
    <w:rsid w:val="007E0449"/>
    <w:rsid w:val="007E078A"/>
    <w:rsid w:val="007E0BED"/>
    <w:rsid w:val="007E5031"/>
    <w:rsid w:val="007E64F6"/>
    <w:rsid w:val="007F13C8"/>
    <w:rsid w:val="007F1D6E"/>
    <w:rsid w:val="007F73AC"/>
    <w:rsid w:val="00812B87"/>
    <w:rsid w:val="0081304A"/>
    <w:rsid w:val="008238B6"/>
    <w:rsid w:val="00827468"/>
    <w:rsid w:val="008309D1"/>
    <w:rsid w:val="00834D6D"/>
    <w:rsid w:val="0083788E"/>
    <w:rsid w:val="00843E3E"/>
    <w:rsid w:val="00850A7C"/>
    <w:rsid w:val="0085752B"/>
    <w:rsid w:val="0086506B"/>
    <w:rsid w:val="008707F3"/>
    <w:rsid w:val="008B2B47"/>
    <w:rsid w:val="008C45B9"/>
    <w:rsid w:val="008F3E3E"/>
    <w:rsid w:val="008F412B"/>
    <w:rsid w:val="00917068"/>
    <w:rsid w:val="0095372A"/>
    <w:rsid w:val="009974C4"/>
    <w:rsid w:val="009A5C04"/>
    <w:rsid w:val="009B67B4"/>
    <w:rsid w:val="009B74ED"/>
    <w:rsid w:val="009B7883"/>
    <w:rsid w:val="009D06FD"/>
    <w:rsid w:val="009F317C"/>
    <w:rsid w:val="00A024BA"/>
    <w:rsid w:val="00A14B76"/>
    <w:rsid w:val="00A261D6"/>
    <w:rsid w:val="00A34E99"/>
    <w:rsid w:val="00A46D98"/>
    <w:rsid w:val="00A47F3D"/>
    <w:rsid w:val="00A50942"/>
    <w:rsid w:val="00A5724A"/>
    <w:rsid w:val="00A653CA"/>
    <w:rsid w:val="00A87536"/>
    <w:rsid w:val="00A87709"/>
    <w:rsid w:val="00AB0A12"/>
    <w:rsid w:val="00AE3343"/>
    <w:rsid w:val="00AF25BE"/>
    <w:rsid w:val="00AF4FAD"/>
    <w:rsid w:val="00AF6C7A"/>
    <w:rsid w:val="00B067DF"/>
    <w:rsid w:val="00B51222"/>
    <w:rsid w:val="00B51483"/>
    <w:rsid w:val="00B527F4"/>
    <w:rsid w:val="00B56A03"/>
    <w:rsid w:val="00B7388A"/>
    <w:rsid w:val="00BA141F"/>
    <w:rsid w:val="00BA239A"/>
    <w:rsid w:val="00BC005C"/>
    <w:rsid w:val="00BC7A92"/>
    <w:rsid w:val="00BE161F"/>
    <w:rsid w:val="00BF318F"/>
    <w:rsid w:val="00BF4D9C"/>
    <w:rsid w:val="00BF71BE"/>
    <w:rsid w:val="00C01C47"/>
    <w:rsid w:val="00C22AA0"/>
    <w:rsid w:val="00C23834"/>
    <w:rsid w:val="00C26691"/>
    <w:rsid w:val="00C2779A"/>
    <w:rsid w:val="00C434B5"/>
    <w:rsid w:val="00C438D2"/>
    <w:rsid w:val="00C53271"/>
    <w:rsid w:val="00C70411"/>
    <w:rsid w:val="00C72A8D"/>
    <w:rsid w:val="00C7547F"/>
    <w:rsid w:val="00C76BAC"/>
    <w:rsid w:val="00C855E6"/>
    <w:rsid w:val="00C86896"/>
    <w:rsid w:val="00CA7410"/>
    <w:rsid w:val="00CB2191"/>
    <w:rsid w:val="00CC6F40"/>
    <w:rsid w:val="00CD39FA"/>
    <w:rsid w:val="00CE111F"/>
    <w:rsid w:val="00CE184D"/>
    <w:rsid w:val="00CE5CDF"/>
    <w:rsid w:val="00CF309A"/>
    <w:rsid w:val="00CF6CF2"/>
    <w:rsid w:val="00D07749"/>
    <w:rsid w:val="00D12EED"/>
    <w:rsid w:val="00D22DCA"/>
    <w:rsid w:val="00D25D9E"/>
    <w:rsid w:val="00D309DC"/>
    <w:rsid w:val="00D41F6D"/>
    <w:rsid w:val="00D65A21"/>
    <w:rsid w:val="00D70CCE"/>
    <w:rsid w:val="00DA2467"/>
    <w:rsid w:val="00DB0C43"/>
    <w:rsid w:val="00DB17FF"/>
    <w:rsid w:val="00DD01E9"/>
    <w:rsid w:val="00DD579E"/>
    <w:rsid w:val="00DF325E"/>
    <w:rsid w:val="00DF3C7E"/>
    <w:rsid w:val="00E016D4"/>
    <w:rsid w:val="00E54BD7"/>
    <w:rsid w:val="00E62061"/>
    <w:rsid w:val="00E63C6E"/>
    <w:rsid w:val="00E65E02"/>
    <w:rsid w:val="00E85CEE"/>
    <w:rsid w:val="00E94454"/>
    <w:rsid w:val="00E96072"/>
    <w:rsid w:val="00E97905"/>
    <w:rsid w:val="00EA06C0"/>
    <w:rsid w:val="00EC6D81"/>
    <w:rsid w:val="00EE2690"/>
    <w:rsid w:val="00EE2E83"/>
    <w:rsid w:val="00EF2A2A"/>
    <w:rsid w:val="00EF2B1F"/>
    <w:rsid w:val="00F038FF"/>
    <w:rsid w:val="00F118E1"/>
    <w:rsid w:val="00F13430"/>
    <w:rsid w:val="00F203D1"/>
    <w:rsid w:val="00F4636C"/>
    <w:rsid w:val="00F62DBD"/>
    <w:rsid w:val="00F6706F"/>
    <w:rsid w:val="00F72D7A"/>
    <w:rsid w:val="00F76B2F"/>
    <w:rsid w:val="00F84153"/>
    <w:rsid w:val="00F9675D"/>
    <w:rsid w:val="00FA4BD7"/>
    <w:rsid w:val="00FC4118"/>
    <w:rsid w:val="00FC4796"/>
    <w:rsid w:val="00FC6C64"/>
    <w:rsid w:val="00FE0146"/>
    <w:rsid w:val="00FE2F34"/>
    <w:rsid w:val="00FE74BE"/>
    <w:rsid w:val="00FF7263"/>
    <w:rsid w:val="1A03DB76"/>
    <w:rsid w:val="241B185E"/>
    <w:rsid w:val="2A525C88"/>
    <w:rsid w:val="43AD2C6D"/>
    <w:rsid w:val="50144E70"/>
    <w:rsid w:val="5B46DF6F"/>
    <w:rsid w:val="5CC02B66"/>
    <w:rsid w:val="5F27D27A"/>
    <w:rsid w:val="764F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EEFA601-A3E6-4A9F-813B-706FBDB17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55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156D15AE5134F6889291C76B51BE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E149D2-8CAD-4CC6-9F3A-668C3CDD513E}"/>
      </w:docPartPr>
      <w:docPartBody>
        <w:p w:rsidR="00113F40" w:rsidRDefault="002D7808" w:rsidP="002D7808">
          <w:pPr>
            <w:pStyle w:val="4156D15AE5134F6889291C76B51BE1B4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40176582E42A4AFCB42EF3F5EE30E3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5160C4-5B20-4AE4-9C8D-84CAA54B90FE}"/>
      </w:docPartPr>
      <w:docPartBody>
        <w:p w:rsidR="00113F40" w:rsidRDefault="002D7808" w:rsidP="002D7808">
          <w:pPr>
            <w:pStyle w:val="40176582E42A4AFCB42EF3F5EE30E3D5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BC04F29CCA534259BE45190D893BA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7BEF5A-EF92-44C4-9935-006A954CF536}"/>
      </w:docPartPr>
      <w:docPartBody>
        <w:p w:rsidR="00113F40" w:rsidRDefault="002D7808" w:rsidP="002D7808">
          <w:pPr>
            <w:pStyle w:val="BC04F29CCA534259BE45190D893BA6BB8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E481E2D00FCD47059FCE0F845F744A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103A2C-0CBE-44A2-9AB9-7817D70FD517}"/>
      </w:docPartPr>
      <w:docPartBody>
        <w:p w:rsidR="00113F40" w:rsidRDefault="002D7808" w:rsidP="002D7808">
          <w:pPr>
            <w:pStyle w:val="E481E2D00FCD47059FCE0F845F744AC29"/>
          </w:pP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>0000</w:t>
          </w:r>
        </w:p>
      </w:docPartBody>
    </w:docPart>
    <w:docPart>
      <w:docPartPr>
        <w:name w:val="F2124B2EF6B043D59452F791151988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71C00D-CE71-4CE4-91E7-A697B8E8E433}"/>
      </w:docPartPr>
      <w:docPartBody>
        <w:p w:rsidR="00113F40" w:rsidRDefault="00113F40" w:rsidP="00113F40">
          <w:pPr>
            <w:pStyle w:val="F2124B2EF6B043D59452F791151988A2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A4532848C8E24C8DA0F7F0C58218D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981E2D-44B1-4B1F-831A-DFCDC6574CFC}"/>
      </w:docPartPr>
      <w:docPartBody>
        <w:p w:rsidR="00113F40" w:rsidRDefault="002D7808" w:rsidP="002D7808">
          <w:pPr>
            <w:pStyle w:val="A4532848C8E24C8DA0F7F0C58218DA9B9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2DB9148A35494FC99338EEA06E634E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D7BBCB-8273-42E0-99CE-136CA6B0E4BE}"/>
      </w:docPartPr>
      <w:docPartBody>
        <w:p w:rsidR="00113F40" w:rsidRDefault="002D7808" w:rsidP="002D7808">
          <w:pPr>
            <w:pStyle w:val="2DB9148A35494FC99338EEA06E634E259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2860A0D5795748DB9AD83100A7BCE9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A87FFE-B37B-4E39-A612-3F899C32B062}"/>
      </w:docPartPr>
      <w:docPartBody>
        <w:p w:rsidR="00113F40" w:rsidRDefault="002D7808" w:rsidP="002D7808">
          <w:pPr>
            <w:pStyle w:val="2860A0D5795748DB9AD83100A7BCE904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DA35938A74D24640877E75FFC22D12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C8121D-447E-4795-BB9D-0B141A6CB534}"/>
      </w:docPartPr>
      <w:docPartBody>
        <w:p w:rsidR="00113F40" w:rsidRDefault="00113F40" w:rsidP="00113F40">
          <w:pPr>
            <w:pStyle w:val="DA35938A74D24640877E75FFC22D12A3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AF202D2ED4BD4C53B367155A0E070F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5F64DD-1ED1-402A-96CC-45313C7CDD9D}"/>
      </w:docPartPr>
      <w:docPartBody>
        <w:p w:rsidR="00113F40" w:rsidRDefault="00113F40" w:rsidP="00113F40">
          <w:pPr>
            <w:pStyle w:val="AF202D2ED4BD4C53B367155A0E070FC5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2D7808" w:rsidP="002D7808">
          <w:pPr>
            <w:pStyle w:val="965DAE32D48742E0820C469B6704D8918"/>
          </w:pPr>
          <w:r w:rsidRPr="000578A6">
            <w:rPr>
              <w:rStyle w:val="Zstupntext"/>
              <w:rFonts w:asciiTheme="majorHAnsi" w:hAnsiTheme="majorHAnsi" w:cstheme="majorHAnsi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2D7808" w:rsidP="002D7808">
          <w:pPr>
            <w:pStyle w:val="999D8E9014AC4508BD6078522FA0AE36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2D7808" w:rsidP="002D7808">
          <w:pPr>
            <w:pStyle w:val="E17A766FF4E34B76B9BBA8FD902870D6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2D7808" w:rsidP="002D7808">
          <w:pPr>
            <w:pStyle w:val="C276B60754C94C7D9AFD0FB834E61144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5C0DABB0F5446458FDAEADC32B126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D78D99-CAD2-40B5-A284-3C2867A420C3}"/>
      </w:docPartPr>
      <w:docPartBody>
        <w:p w:rsidR="00113F40" w:rsidRDefault="002D7808" w:rsidP="002D7808">
          <w:pPr>
            <w:pStyle w:val="E5C0DABB0F5446458FDAEADC32B126BC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683AC7DB4B4A46E2B0D16C4CB0E450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48F7F-EFFA-41FF-9A14-F016372F5E59}"/>
      </w:docPartPr>
      <w:docPartBody>
        <w:p w:rsidR="00113F40" w:rsidRDefault="002D7808" w:rsidP="002D7808">
          <w:pPr>
            <w:pStyle w:val="683AC7DB4B4A46E2B0D16C4CB0E4502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7B583E08624CB78826F91E95CD2D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729921-97C8-450D-9FA3-1CD458C8AE78}"/>
      </w:docPartPr>
      <w:docPartBody>
        <w:p w:rsidR="00113F40" w:rsidRDefault="002D7808" w:rsidP="002D7808">
          <w:pPr>
            <w:pStyle w:val="C67B583E08624CB78826F91E95CD2DE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3CCC59C2DC45484C8073BE274CDDF3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2CE6B5-E40D-488F-B09A-6B759352DBEC}"/>
      </w:docPartPr>
      <w:docPartBody>
        <w:p w:rsidR="00113F40" w:rsidRDefault="002D7808" w:rsidP="002D7808">
          <w:pPr>
            <w:pStyle w:val="3CCC59C2DC45484C8073BE274CDDF3F0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87E358D268F49AE8FC26987775EFE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5C6BC9-8443-478C-9A18-309FFC9F9F9D}"/>
      </w:docPartPr>
      <w:docPartBody>
        <w:p w:rsidR="00113F40" w:rsidRDefault="002D7808" w:rsidP="002D7808">
          <w:pPr>
            <w:pStyle w:val="F87E358D268F49AE8FC26987775EFE2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87745AE4552044B096E0AB71E4F9C8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F7D29-9ABA-43D7-97E0-AEB6D4FAFEBB}"/>
      </w:docPartPr>
      <w:docPartBody>
        <w:p w:rsidR="00F86EBD" w:rsidRDefault="002D7808" w:rsidP="002D7808">
          <w:pPr>
            <w:pStyle w:val="87745AE4552044B096E0AB71E4F9C878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29C780E335847EB9ED99459765C23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4DAF4-A327-44F2-9F2A-E4CAADCA4892}"/>
      </w:docPartPr>
      <w:docPartBody>
        <w:p w:rsidR="00F86EBD" w:rsidRDefault="002D7808" w:rsidP="002D7808">
          <w:pPr>
            <w:pStyle w:val="529C780E335847EB9ED99459765C239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EA2437317244E18B8CFF94636AEC5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23FF99-3DA4-4D0F-8453-A6B0F97EA9AB}"/>
      </w:docPartPr>
      <w:docPartBody>
        <w:p w:rsidR="00F86EBD" w:rsidRDefault="002D7808" w:rsidP="002D7808">
          <w:pPr>
            <w:pStyle w:val="FEA2437317244E18B8CFF94636AEC5F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C6C52B91A8640A0B21D3CCC855443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434CD-963A-4454-B680-216EB09E9BCA}"/>
      </w:docPartPr>
      <w:docPartBody>
        <w:p w:rsidR="00F86EBD" w:rsidRDefault="00113F40" w:rsidP="00113F40">
          <w:pPr>
            <w:pStyle w:val="5C6C52B91A8640A0B21D3CCC8554439E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BD91E698A02A401BBCA8F0684263DC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7A58A6-07B3-48DB-A02D-E79654D6824B}"/>
      </w:docPartPr>
      <w:docPartBody>
        <w:p w:rsidR="00B22A41" w:rsidRDefault="002D7808" w:rsidP="002D7808">
          <w:pPr>
            <w:pStyle w:val="BD91E698A02A401BBCA8F0684263DC6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0B0C4A6A094525B460BE2469090F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D1902D-74F8-41DE-88F3-D11642483B40}"/>
      </w:docPartPr>
      <w:docPartBody>
        <w:p w:rsidR="00B22A41" w:rsidRDefault="002D7808" w:rsidP="002D7808">
          <w:pPr>
            <w:pStyle w:val="C60B0C4A6A094525B460BE2469090F4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FBCA409F834C9DB56B23CD8719C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B77AA8-3959-4375-B187-8198820F3B61}"/>
      </w:docPartPr>
      <w:docPartBody>
        <w:p w:rsidR="00B22A41" w:rsidRDefault="002D7808" w:rsidP="002D7808">
          <w:pPr>
            <w:pStyle w:val="4BFBCA409F834C9DB56B23CD8719C41A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0C41B2E5FBB349599199E843A8ACB3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7B8D41-68D3-4806-A104-AF18310C0941}"/>
      </w:docPartPr>
      <w:docPartBody>
        <w:p w:rsidR="00B22A41" w:rsidRDefault="002D7808" w:rsidP="002D7808">
          <w:pPr>
            <w:pStyle w:val="0C41B2E5FBB349599199E843A8ACB3E1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13B917F499F5452DA2B42CF8FC0DDC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2A3C80-F51D-47BE-8E85-A88785C44679}"/>
      </w:docPartPr>
      <w:docPartBody>
        <w:p w:rsidR="00B22A41" w:rsidRDefault="002D7808" w:rsidP="002D7808">
          <w:pPr>
            <w:pStyle w:val="13B917F499F5452DA2B42CF8FC0DDC4A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497F69C1EF49978B3F11F4CB97B1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19D173-FFDD-44B8-9237-1A8F17AC5EF6}"/>
      </w:docPartPr>
      <w:docPartBody>
        <w:p w:rsidR="00B22A41" w:rsidRDefault="002D7808" w:rsidP="002D7808">
          <w:pPr>
            <w:pStyle w:val="4B497F69C1EF49978B3F11F4CB97B186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99A4C197F0AE4633A61E1D69DCAEF6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EEDFC9-8B3A-4A00-A26B-79A993FD4BAF}"/>
      </w:docPartPr>
      <w:docPartBody>
        <w:p w:rsidR="00267BF2" w:rsidRDefault="002D7808" w:rsidP="002D7808">
          <w:pPr>
            <w:pStyle w:val="99A4C197F0AE4633A61E1D69DCAEF65A5"/>
          </w:pPr>
          <w:r w:rsidRPr="000578A6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2FF490F577A44E32823999F26027A3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47A08-555D-495D-86F2-50C1A29648D4}"/>
      </w:docPartPr>
      <w:docPartBody>
        <w:p w:rsidR="00267BF2" w:rsidRDefault="002D7808" w:rsidP="002D7808">
          <w:pPr>
            <w:pStyle w:val="2FF490F577A44E32823999F26027A34B5"/>
          </w:pPr>
          <w:r w:rsidRPr="000578A6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2D846A70BE2D451E890B796109701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3C71E8-B1AC-4B7A-9832-B54E26561A56}"/>
      </w:docPartPr>
      <w:docPartBody>
        <w:p w:rsidR="00267BF2" w:rsidRDefault="002D7808" w:rsidP="002D7808">
          <w:pPr>
            <w:pStyle w:val="2D846A70BE2D451E890B79610970173C5"/>
          </w:pPr>
          <w:r w:rsidRPr="000578A6">
            <w:rPr>
              <w:rFonts w:asciiTheme="majorHAnsi" w:hAnsiTheme="majorHAnsi" w:cstheme="majorHAnsi"/>
              <w:highlight w:val="yellow"/>
            </w:rPr>
            <w:t>Jméno, funkce, podpis</w:t>
          </w:r>
        </w:p>
      </w:docPartBody>
    </w:docPart>
    <w:docPart>
      <w:docPartPr>
        <w:name w:val="8949281840504FBB9D966604C52FC6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FD49C3-CE13-4423-B9C9-E3BE148BD04A}"/>
      </w:docPartPr>
      <w:docPartBody>
        <w:p w:rsidR="00BE5D01" w:rsidRDefault="002D7808" w:rsidP="002D7808">
          <w:pPr>
            <w:pStyle w:val="8949281840504FBB9D966604C52FC6812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6BE37F68A0954B1FA548139F8E7411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6C199F-3BB1-4D7E-B0D9-269412E81CFB}"/>
      </w:docPartPr>
      <w:docPartBody>
        <w:p w:rsidR="00BE5D01" w:rsidRDefault="002D7808" w:rsidP="002D7808">
          <w:pPr>
            <w:pStyle w:val="6BE37F68A0954B1FA548139F8E7411452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5713E35D4D154FA68B382BC8F4435A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A3E701-F83C-4227-8A8C-8DAC56A1FF08}"/>
      </w:docPartPr>
      <w:docPartBody>
        <w:p w:rsidR="00BE5D01" w:rsidRDefault="002D7808" w:rsidP="002D7808">
          <w:pPr>
            <w:pStyle w:val="5713E35D4D154FA68B382BC8F4435A73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5D02C1A3565844D1B0275E4BA85EC1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955958-F5B1-41FA-AD92-8238D1B8CEBC}"/>
      </w:docPartPr>
      <w:docPartBody>
        <w:p w:rsidR="00BE5D01" w:rsidRDefault="002D7808" w:rsidP="002D7808">
          <w:pPr>
            <w:pStyle w:val="5D02C1A3565844D1B0275E4BA85EC1EE2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34CBF798E72D4527B22907889E8664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F5952A-C606-4791-9F25-562D0ED55FFA}"/>
      </w:docPartPr>
      <w:docPartBody>
        <w:p w:rsidR="008F2DDF" w:rsidRDefault="007C57A9" w:rsidP="007C57A9">
          <w:pPr>
            <w:pStyle w:val="34CBF798E72D4527B22907889E86644A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6784A"/>
    <w:rsid w:val="000751A8"/>
    <w:rsid w:val="00113F40"/>
    <w:rsid w:val="001A151B"/>
    <w:rsid w:val="001F2FE3"/>
    <w:rsid w:val="00267BF2"/>
    <w:rsid w:val="002C0CA8"/>
    <w:rsid w:val="002D7808"/>
    <w:rsid w:val="00315A91"/>
    <w:rsid w:val="003B27CE"/>
    <w:rsid w:val="003B3983"/>
    <w:rsid w:val="00473324"/>
    <w:rsid w:val="0049148D"/>
    <w:rsid w:val="004E4ED8"/>
    <w:rsid w:val="00516AEA"/>
    <w:rsid w:val="005830F2"/>
    <w:rsid w:val="00766914"/>
    <w:rsid w:val="007C57A9"/>
    <w:rsid w:val="008F2DDF"/>
    <w:rsid w:val="00AF599D"/>
    <w:rsid w:val="00B22A41"/>
    <w:rsid w:val="00BE5D01"/>
    <w:rsid w:val="00C2569D"/>
    <w:rsid w:val="00D97149"/>
    <w:rsid w:val="00EF6AB6"/>
    <w:rsid w:val="00F86EBD"/>
    <w:rsid w:val="00FE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B27CE"/>
    <w:rPr>
      <w:color w:val="808080"/>
    </w:rPr>
  </w:style>
  <w:style w:type="paragraph" w:customStyle="1" w:styleId="F2124B2EF6B043D59452F791151988A2">
    <w:name w:val="F2124B2EF6B043D59452F791151988A2"/>
    <w:rsid w:val="00113F40"/>
  </w:style>
  <w:style w:type="paragraph" w:customStyle="1" w:styleId="CFCCDD87D7C044B8ADFD9813CB4E13DF">
    <w:name w:val="CFCCDD87D7C044B8ADFD9813CB4E13DF"/>
    <w:rsid w:val="00113F40"/>
  </w:style>
  <w:style w:type="paragraph" w:customStyle="1" w:styleId="F3E1717FABB44DB6BD4A909BA82E5985">
    <w:name w:val="F3E1717FABB44DB6BD4A909BA82E5985"/>
    <w:rsid w:val="00113F40"/>
  </w:style>
  <w:style w:type="paragraph" w:customStyle="1" w:styleId="A2182A5132154E67B2C903F7DCB788E6">
    <w:name w:val="A2182A5132154E67B2C903F7DCB788E6"/>
    <w:rsid w:val="00113F40"/>
  </w:style>
  <w:style w:type="paragraph" w:customStyle="1" w:styleId="DA35938A74D24640877E75FFC22D12A3">
    <w:name w:val="DA35938A74D24640877E75FFC22D12A3"/>
    <w:rsid w:val="00113F40"/>
  </w:style>
  <w:style w:type="paragraph" w:customStyle="1" w:styleId="AF202D2ED4BD4C53B367155A0E070FC5">
    <w:name w:val="AF202D2ED4BD4C53B367155A0E070FC5"/>
    <w:rsid w:val="00113F40"/>
  </w:style>
  <w:style w:type="paragraph" w:customStyle="1" w:styleId="4656213F5EEC4453B9FAB04A7BBB618B">
    <w:name w:val="4656213F5EEC4453B9FAB04A7BBB618B"/>
    <w:rsid w:val="00113F40"/>
  </w:style>
  <w:style w:type="paragraph" w:customStyle="1" w:styleId="5C6C52B91A8640A0B21D3CCC8554439E">
    <w:name w:val="5C6C52B91A8640A0B21D3CCC8554439E"/>
    <w:rsid w:val="00113F40"/>
  </w:style>
  <w:style w:type="paragraph" w:customStyle="1" w:styleId="444CFA4DB68B42758E8E243B6E0F228C">
    <w:name w:val="444CFA4DB68B42758E8E243B6E0F228C"/>
    <w:rsid w:val="00FE74BE"/>
  </w:style>
  <w:style w:type="paragraph" w:customStyle="1" w:styleId="5713E35D4D154FA68B382BC8F4435A73">
    <w:name w:val="5713E35D4D154FA68B382BC8F4435A73"/>
    <w:rsid w:val="002D7808"/>
  </w:style>
  <w:style w:type="paragraph" w:customStyle="1" w:styleId="DC32FF594A624D1F8E7A7068CB579679">
    <w:name w:val="DC32FF594A624D1F8E7A7068CB579679"/>
    <w:rsid w:val="002D7808"/>
  </w:style>
  <w:style w:type="paragraph" w:customStyle="1" w:styleId="48D1FD5BDB3444BE8E070E16352EDF777">
    <w:name w:val="48D1FD5BDB3444BE8E070E16352EDF777"/>
    <w:rsid w:val="002D7808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  <w:lang w:eastAsia="en-US"/>
    </w:rPr>
  </w:style>
  <w:style w:type="paragraph" w:customStyle="1" w:styleId="965DAE32D48742E0820C469B6704D8918">
    <w:name w:val="965DAE32D48742E0820C469B6704D8918"/>
    <w:rsid w:val="002D7808"/>
    <w:rPr>
      <w:rFonts w:eastAsiaTheme="minorHAnsi"/>
      <w:lang w:eastAsia="en-US"/>
    </w:rPr>
  </w:style>
  <w:style w:type="paragraph" w:customStyle="1" w:styleId="999D8E9014AC4508BD6078522FA0AE367">
    <w:name w:val="999D8E9014AC4508BD6078522FA0AE367"/>
    <w:rsid w:val="002D7808"/>
    <w:rPr>
      <w:rFonts w:eastAsiaTheme="minorHAnsi"/>
      <w:lang w:eastAsia="en-US"/>
    </w:rPr>
  </w:style>
  <w:style w:type="paragraph" w:customStyle="1" w:styleId="E17A766FF4E34B76B9BBA8FD902870D67">
    <w:name w:val="E17A766FF4E34B76B9BBA8FD902870D67"/>
    <w:rsid w:val="002D7808"/>
    <w:rPr>
      <w:rFonts w:eastAsiaTheme="minorHAnsi"/>
      <w:lang w:eastAsia="en-US"/>
    </w:rPr>
  </w:style>
  <w:style w:type="paragraph" w:customStyle="1" w:styleId="C276B60754C94C7D9AFD0FB834E611447">
    <w:name w:val="C276B60754C94C7D9AFD0FB834E611447"/>
    <w:rsid w:val="002D7808"/>
    <w:rPr>
      <w:rFonts w:eastAsiaTheme="minorHAnsi"/>
      <w:lang w:eastAsia="en-US"/>
    </w:rPr>
  </w:style>
  <w:style w:type="paragraph" w:customStyle="1" w:styleId="E5C0DABB0F5446458FDAEADC32B126BC7">
    <w:name w:val="E5C0DABB0F5446458FDAEADC32B126BC7"/>
    <w:rsid w:val="002D7808"/>
    <w:rPr>
      <w:rFonts w:eastAsiaTheme="minorHAnsi"/>
      <w:lang w:eastAsia="en-US"/>
    </w:rPr>
  </w:style>
  <w:style w:type="paragraph" w:customStyle="1" w:styleId="683AC7DB4B4A46E2B0D16C4CB0E4502D7">
    <w:name w:val="683AC7DB4B4A46E2B0D16C4CB0E4502D7"/>
    <w:rsid w:val="002D7808"/>
    <w:rPr>
      <w:rFonts w:eastAsiaTheme="minorHAnsi"/>
      <w:lang w:eastAsia="en-US"/>
    </w:rPr>
  </w:style>
  <w:style w:type="paragraph" w:customStyle="1" w:styleId="C67B583E08624CB78826F91E95CD2DED7">
    <w:name w:val="C67B583E08624CB78826F91E95CD2DED7"/>
    <w:rsid w:val="002D7808"/>
    <w:rPr>
      <w:rFonts w:eastAsiaTheme="minorHAnsi"/>
      <w:lang w:eastAsia="en-US"/>
    </w:rPr>
  </w:style>
  <w:style w:type="paragraph" w:customStyle="1" w:styleId="3CCC59C2DC45484C8073BE274CDDF3F07">
    <w:name w:val="3CCC59C2DC45484C8073BE274CDDF3F07"/>
    <w:rsid w:val="002D7808"/>
    <w:rPr>
      <w:rFonts w:eastAsiaTheme="minorHAnsi"/>
      <w:lang w:eastAsia="en-US"/>
    </w:rPr>
  </w:style>
  <w:style w:type="paragraph" w:customStyle="1" w:styleId="F87E358D268F49AE8FC26987775EFE2D7">
    <w:name w:val="F87E358D268F49AE8FC26987775EFE2D7"/>
    <w:rsid w:val="002D7808"/>
    <w:rPr>
      <w:rFonts w:eastAsiaTheme="minorHAnsi"/>
      <w:lang w:eastAsia="en-US"/>
    </w:rPr>
  </w:style>
  <w:style w:type="paragraph" w:customStyle="1" w:styleId="4156D15AE5134F6889291C76B51BE1B49">
    <w:name w:val="4156D15AE5134F6889291C76B51BE1B49"/>
    <w:rsid w:val="002D7808"/>
    <w:rPr>
      <w:rFonts w:eastAsiaTheme="minorHAnsi"/>
      <w:lang w:eastAsia="en-US"/>
    </w:rPr>
  </w:style>
  <w:style w:type="paragraph" w:customStyle="1" w:styleId="40176582E42A4AFCB42EF3F5EE30E3D59">
    <w:name w:val="40176582E42A4AFCB42EF3F5EE30E3D59"/>
    <w:rsid w:val="002D7808"/>
    <w:rPr>
      <w:rFonts w:eastAsiaTheme="minorHAnsi"/>
      <w:lang w:eastAsia="en-US"/>
    </w:rPr>
  </w:style>
  <w:style w:type="paragraph" w:customStyle="1" w:styleId="BC04F29CCA534259BE45190D893BA6BB8">
    <w:name w:val="BC04F29CCA534259BE45190D893BA6BB8"/>
    <w:rsid w:val="002D7808"/>
    <w:rPr>
      <w:rFonts w:eastAsiaTheme="minorHAnsi"/>
      <w:lang w:eastAsia="en-US"/>
    </w:rPr>
  </w:style>
  <w:style w:type="paragraph" w:customStyle="1" w:styleId="E481E2D00FCD47059FCE0F845F744AC29">
    <w:name w:val="E481E2D00FCD47059FCE0F845F744AC29"/>
    <w:rsid w:val="002D7808"/>
    <w:rPr>
      <w:rFonts w:eastAsiaTheme="minorHAnsi"/>
      <w:lang w:eastAsia="en-US"/>
    </w:rPr>
  </w:style>
  <w:style w:type="paragraph" w:customStyle="1" w:styleId="74F2CE62360C4A3BB91EA555D217CEEE5">
    <w:name w:val="74F2CE62360C4A3BB91EA555D217CEEE5"/>
    <w:rsid w:val="002D7808"/>
    <w:rPr>
      <w:rFonts w:eastAsiaTheme="minorHAnsi"/>
      <w:lang w:eastAsia="en-US"/>
    </w:rPr>
  </w:style>
  <w:style w:type="paragraph" w:customStyle="1" w:styleId="79FEC0389B15472387EAD028FB03C4195">
    <w:name w:val="79FEC0389B15472387EAD028FB03C4195"/>
    <w:rsid w:val="002D7808"/>
    <w:rPr>
      <w:rFonts w:eastAsiaTheme="minorHAnsi"/>
      <w:lang w:eastAsia="en-US"/>
    </w:rPr>
  </w:style>
  <w:style w:type="paragraph" w:customStyle="1" w:styleId="FAC00642646A4707B66F9C2E92998F315">
    <w:name w:val="FAC00642646A4707B66F9C2E92998F315"/>
    <w:rsid w:val="002D7808"/>
    <w:rPr>
      <w:rFonts w:eastAsiaTheme="minorHAnsi"/>
      <w:lang w:eastAsia="en-US"/>
    </w:rPr>
  </w:style>
  <w:style w:type="paragraph" w:customStyle="1" w:styleId="A4532848C8E24C8DA0F7F0C58218DA9B9">
    <w:name w:val="A4532848C8E24C8DA0F7F0C58218DA9B9"/>
    <w:rsid w:val="002D7808"/>
    <w:rPr>
      <w:rFonts w:eastAsiaTheme="minorHAnsi"/>
      <w:lang w:eastAsia="en-US"/>
    </w:rPr>
  </w:style>
  <w:style w:type="paragraph" w:customStyle="1" w:styleId="2DB9148A35494FC99338EEA06E634E259">
    <w:name w:val="2DB9148A35494FC99338EEA06E634E259"/>
    <w:rsid w:val="002D7808"/>
    <w:rPr>
      <w:rFonts w:eastAsiaTheme="minorHAnsi"/>
      <w:lang w:eastAsia="en-US"/>
    </w:rPr>
  </w:style>
  <w:style w:type="paragraph" w:customStyle="1" w:styleId="2860A0D5795748DB9AD83100A7BCE9049">
    <w:name w:val="2860A0D5795748DB9AD83100A7BCE9049"/>
    <w:rsid w:val="002D7808"/>
    <w:rPr>
      <w:rFonts w:eastAsiaTheme="minorHAnsi"/>
      <w:lang w:eastAsia="en-US"/>
    </w:rPr>
  </w:style>
  <w:style w:type="paragraph" w:customStyle="1" w:styleId="8949281840504FBB9D966604C52FC6812">
    <w:name w:val="8949281840504FBB9D966604C52FC6812"/>
    <w:rsid w:val="002D7808"/>
    <w:rPr>
      <w:rFonts w:eastAsiaTheme="minorHAnsi"/>
      <w:lang w:eastAsia="en-US"/>
    </w:rPr>
  </w:style>
  <w:style w:type="paragraph" w:customStyle="1" w:styleId="6BE37F68A0954B1FA548139F8E7411452">
    <w:name w:val="6BE37F68A0954B1FA548139F8E7411452"/>
    <w:rsid w:val="002D7808"/>
    <w:rPr>
      <w:rFonts w:eastAsiaTheme="minorHAnsi"/>
      <w:lang w:eastAsia="en-US"/>
    </w:rPr>
  </w:style>
  <w:style w:type="paragraph" w:customStyle="1" w:styleId="5D02C1A3565844D1B0275E4BA85EC1EE2">
    <w:name w:val="5D02C1A3565844D1B0275E4BA85EC1EE2"/>
    <w:rsid w:val="002D7808"/>
    <w:rPr>
      <w:rFonts w:eastAsiaTheme="minorHAnsi"/>
      <w:lang w:eastAsia="en-US"/>
    </w:rPr>
  </w:style>
  <w:style w:type="paragraph" w:customStyle="1" w:styleId="6A9C94360A7A427990A4CAA02D1AD0CD2">
    <w:name w:val="6A9C94360A7A427990A4CAA02D1AD0CD2"/>
    <w:rsid w:val="002D7808"/>
    <w:rPr>
      <w:rFonts w:eastAsiaTheme="minorHAnsi"/>
      <w:lang w:eastAsia="en-US"/>
    </w:rPr>
  </w:style>
  <w:style w:type="paragraph" w:customStyle="1" w:styleId="323224B562AC4BCE833C08CD9428AF862">
    <w:name w:val="323224B562AC4BCE833C08CD9428AF862"/>
    <w:rsid w:val="002D7808"/>
    <w:rPr>
      <w:rFonts w:eastAsiaTheme="minorHAnsi"/>
      <w:lang w:eastAsia="en-US"/>
    </w:rPr>
  </w:style>
  <w:style w:type="paragraph" w:customStyle="1" w:styleId="19F54FB676C745DBBE2498F154FD75542">
    <w:name w:val="19F54FB676C745DBBE2498F154FD75542"/>
    <w:rsid w:val="002D7808"/>
    <w:rPr>
      <w:rFonts w:eastAsiaTheme="minorHAnsi"/>
      <w:lang w:eastAsia="en-US"/>
    </w:rPr>
  </w:style>
  <w:style w:type="paragraph" w:customStyle="1" w:styleId="CCD5C538E1A2418FB095B5C84C537CCD1">
    <w:name w:val="CCD5C538E1A2418FB095B5C84C537CCD1"/>
    <w:rsid w:val="002D7808"/>
    <w:rPr>
      <w:rFonts w:eastAsiaTheme="minorHAnsi"/>
      <w:lang w:eastAsia="en-US"/>
    </w:rPr>
  </w:style>
  <w:style w:type="paragraph" w:customStyle="1" w:styleId="87745AE4552044B096E0AB71E4F9C8786">
    <w:name w:val="87745AE4552044B096E0AB71E4F9C8786"/>
    <w:rsid w:val="002D7808"/>
    <w:rPr>
      <w:rFonts w:eastAsiaTheme="minorHAnsi"/>
      <w:lang w:eastAsia="en-US"/>
    </w:rPr>
  </w:style>
  <w:style w:type="paragraph" w:customStyle="1" w:styleId="529C780E335847EB9ED99459765C239F6">
    <w:name w:val="529C780E335847EB9ED99459765C239F6"/>
    <w:rsid w:val="002D7808"/>
    <w:rPr>
      <w:rFonts w:eastAsiaTheme="minorHAnsi"/>
      <w:lang w:eastAsia="en-US"/>
    </w:rPr>
  </w:style>
  <w:style w:type="paragraph" w:customStyle="1" w:styleId="FEA2437317244E18B8CFF94636AEC5FF6">
    <w:name w:val="FEA2437317244E18B8CFF94636AEC5FF6"/>
    <w:rsid w:val="002D7808"/>
    <w:rPr>
      <w:rFonts w:eastAsiaTheme="minorHAnsi"/>
      <w:lang w:eastAsia="en-US"/>
    </w:rPr>
  </w:style>
  <w:style w:type="paragraph" w:customStyle="1" w:styleId="BD91E698A02A401BBCA8F0684263DC6F6">
    <w:name w:val="BD91E698A02A401BBCA8F0684263DC6F6"/>
    <w:rsid w:val="002D7808"/>
    <w:rPr>
      <w:rFonts w:eastAsiaTheme="minorHAnsi"/>
      <w:lang w:eastAsia="en-US"/>
    </w:rPr>
  </w:style>
  <w:style w:type="paragraph" w:customStyle="1" w:styleId="C60B0C4A6A094525B460BE2469090F4F6">
    <w:name w:val="C60B0C4A6A094525B460BE2469090F4F6"/>
    <w:rsid w:val="002D7808"/>
    <w:rPr>
      <w:rFonts w:eastAsiaTheme="minorHAnsi"/>
      <w:lang w:eastAsia="en-US"/>
    </w:rPr>
  </w:style>
  <w:style w:type="paragraph" w:customStyle="1" w:styleId="4BFBCA409F834C9DB56B23CD8719C41A6">
    <w:name w:val="4BFBCA409F834C9DB56B23CD8719C41A6"/>
    <w:rsid w:val="002D7808"/>
    <w:rPr>
      <w:rFonts w:eastAsiaTheme="minorHAnsi"/>
      <w:lang w:eastAsia="en-US"/>
    </w:rPr>
  </w:style>
  <w:style w:type="paragraph" w:customStyle="1" w:styleId="0C41B2E5FBB349599199E843A8ACB3E16">
    <w:name w:val="0C41B2E5FBB349599199E843A8ACB3E16"/>
    <w:rsid w:val="002D7808"/>
    <w:rPr>
      <w:rFonts w:eastAsiaTheme="minorHAnsi"/>
      <w:lang w:eastAsia="en-US"/>
    </w:rPr>
  </w:style>
  <w:style w:type="paragraph" w:customStyle="1" w:styleId="13B917F499F5452DA2B42CF8FC0DDC4A6">
    <w:name w:val="13B917F499F5452DA2B42CF8FC0DDC4A6"/>
    <w:rsid w:val="002D7808"/>
    <w:rPr>
      <w:rFonts w:eastAsiaTheme="minorHAnsi"/>
      <w:lang w:eastAsia="en-US"/>
    </w:rPr>
  </w:style>
  <w:style w:type="paragraph" w:customStyle="1" w:styleId="4B497F69C1EF49978B3F11F4CB97B1866">
    <w:name w:val="4B497F69C1EF49978B3F11F4CB97B1866"/>
    <w:rsid w:val="002D7808"/>
    <w:rPr>
      <w:rFonts w:eastAsiaTheme="minorHAnsi"/>
      <w:lang w:eastAsia="en-US"/>
    </w:rPr>
  </w:style>
  <w:style w:type="paragraph" w:customStyle="1" w:styleId="99A4C197F0AE4633A61E1D69DCAEF65A5">
    <w:name w:val="99A4C197F0AE4633A61E1D69DCAEF65A5"/>
    <w:rsid w:val="002D7808"/>
    <w:rPr>
      <w:rFonts w:eastAsiaTheme="minorHAnsi"/>
      <w:lang w:eastAsia="en-US"/>
    </w:rPr>
  </w:style>
  <w:style w:type="paragraph" w:customStyle="1" w:styleId="2FF490F577A44E32823999F26027A34B5">
    <w:name w:val="2FF490F577A44E32823999F26027A34B5"/>
    <w:rsid w:val="002D7808"/>
    <w:rPr>
      <w:rFonts w:eastAsiaTheme="minorHAnsi"/>
      <w:lang w:eastAsia="en-US"/>
    </w:rPr>
  </w:style>
  <w:style w:type="paragraph" w:customStyle="1" w:styleId="2D846A70BE2D451E890B79610970173C5">
    <w:name w:val="2D846A70BE2D451E890B79610970173C5"/>
    <w:rsid w:val="002D7808"/>
    <w:rPr>
      <w:rFonts w:eastAsiaTheme="minorHAnsi"/>
      <w:lang w:eastAsia="en-US"/>
    </w:rPr>
  </w:style>
  <w:style w:type="paragraph" w:customStyle="1" w:styleId="34CBF798E72D4527B22907889E86644A">
    <w:name w:val="34CBF798E72D4527B22907889E86644A"/>
    <w:rsid w:val="007C57A9"/>
  </w:style>
  <w:style w:type="paragraph" w:customStyle="1" w:styleId="F82880EDC4144359A3D59EDCD38F0CD9">
    <w:name w:val="F82880EDC4144359A3D59EDCD38F0CD9"/>
    <w:rsid w:val="003B27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3" ma:contentTypeDescription="Vytvoří nový dokument" ma:contentTypeScope="" ma:versionID="e4fb12c9d4dc22cbe535b1d6ba51bde8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f6085de7b6de8ec35c43fa3fd4982794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6F4E9D-C596-4A00-9607-77B7A68066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FF0A57-6A12-4202-B437-5836F334E63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0F82D5-2B61-4D60-9D5B-76A4CC2F23B7}">
  <ds:schemaRefs>
    <ds:schemaRef ds:uri="http://schemas.microsoft.com/office/2006/metadata/properties"/>
    <ds:schemaRef ds:uri="http://schemas.microsoft.com/office/infopath/2007/PartnerControls"/>
    <ds:schemaRef ds:uri="d4cc1580-2a65-4676-bc43-8335e1d94486"/>
  </ds:schemaRefs>
</ds:datastoreItem>
</file>

<file path=customXml/itemProps4.xml><?xml version="1.0" encoding="utf-8"?>
<ds:datastoreItem xmlns:ds="http://schemas.openxmlformats.org/officeDocument/2006/customXml" ds:itemID="{90F76E94-5B86-468B-9DF3-7478C031E6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ZD_vzor.dotx</Template>
  <TotalTime>60</TotalTime>
  <Pages>5</Pages>
  <Words>1343</Words>
  <Characters>7926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9251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Radek Hlaváček</cp:lastModifiedBy>
  <cp:revision>5</cp:revision>
  <cp:lastPrinted>2019-12-09T09:19:00Z</cp:lastPrinted>
  <dcterms:created xsi:type="dcterms:W3CDTF">2021-10-04T07:43:00Z</dcterms:created>
  <dcterms:modified xsi:type="dcterms:W3CDTF">2021-11-15T11:08:00Z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</Properties>
</file>