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0313035B" w:rsidR="000502B4" w:rsidRPr="001B6037" w:rsidRDefault="000502B4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 xml:space="preserve">příloha č. </w:t>
      </w:r>
      <w:r w:rsidR="00976C17" w:rsidRPr="001B6037">
        <w:rPr>
          <w:caps/>
          <w:sz w:val="40"/>
        </w:rPr>
        <w:t>3</w:t>
      </w:r>
      <w:r w:rsidR="005D06AD" w:rsidRPr="001B6037">
        <w:rPr>
          <w:caps/>
          <w:sz w:val="40"/>
        </w:rPr>
        <w:t>.</w:t>
      </w:r>
      <w:r w:rsidR="00895DAF">
        <w:rPr>
          <w:caps/>
          <w:sz w:val="40"/>
        </w:rPr>
        <w:t>4</w:t>
      </w:r>
      <w:r w:rsidR="005D06AD" w:rsidRPr="001B6037">
        <w:rPr>
          <w:caps/>
          <w:sz w:val="40"/>
        </w:rPr>
        <w:t xml:space="preserve"> </w:t>
      </w:r>
      <w:r w:rsidRPr="001B6037">
        <w:rPr>
          <w:caps/>
          <w:sz w:val="40"/>
        </w:rPr>
        <w:t>zadávací dokumentace</w:t>
      </w:r>
    </w:p>
    <w:p w14:paraId="2A6C22EB" w14:textId="0CEE4EB2" w:rsidR="00393720" w:rsidRPr="001B6037" w:rsidRDefault="00494E93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>technická specifikace předmětu veřejné zakázky</w:t>
      </w:r>
      <w:r w:rsidR="00230D1E">
        <w:rPr>
          <w:caps/>
          <w:sz w:val="40"/>
        </w:rPr>
        <w:t xml:space="preserve"> – část </w:t>
      </w:r>
      <w:r w:rsidR="00895DAF">
        <w:rPr>
          <w:caps/>
          <w:sz w:val="40"/>
        </w:rPr>
        <w:t>4</w:t>
      </w:r>
    </w:p>
    <w:p w14:paraId="1E0F3F71" w14:textId="69486CC4" w:rsidR="00827468" w:rsidRPr="001B603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1B603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1B603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1B603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2DB4E79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1B6037">
              <w:rPr>
                <w:rFonts w:asciiTheme="majorHAnsi" w:hAnsiTheme="majorHAnsi" w:cstheme="majorHAnsi"/>
                <w:b/>
              </w:rPr>
              <w:t>I</w:t>
            </w:r>
            <w:r w:rsidRPr="001B6037">
              <w:rPr>
                <w:rFonts w:asciiTheme="majorHAnsi" w:hAnsiTheme="majorHAnsi" w:cstheme="majorHAnsi"/>
                <w:b/>
              </w:rPr>
              <w:t>. etapa</w:t>
            </w:r>
            <w:r w:rsidR="00752E90">
              <w:rPr>
                <w:rFonts w:asciiTheme="majorHAnsi" w:hAnsiTheme="majorHAnsi" w:cstheme="majorHAnsi"/>
                <w:b/>
              </w:rPr>
              <w:t xml:space="preserve"> II</w:t>
            </w:r>
          </w:p>
        </w:tc>
      </w:tr>
      <w:tr w:rsidR="005D06AD" w:rsidRPr="001B6037" w14:paraId="6BECB999" w14:textId="77777777" w:rsidTr="005D06AD">
        <w:tc>
          <w:tcPr>
            <w:tcW w:w="3114" w:type="dxa"/>
          </w:tcPr>
          <w:p w14:paraId="48E215BE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1B6037" w14:paraId="16E049F7" w14:textId="77777777" w:rsidTr="005D06AD">
        <w:tc>
          <w:tcPr>
            <w:tcW w:w="3114" w:type="dxa"/>
          </w:tcPr>
          <w:p w14:paraId="73991392" w14:textId="093DACF0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1B603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1B603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1B603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1B6037" w14:paraId="328D9774" w14:textId="77777777" w:rsidTr="00B067DF">
        <w:tc>
          <w:tcPr>
            <w:tcW w:w="3114" w:type="dxa"/>
          </w:tcPr>
          <w:p w14:paraId="7B778BC5" w14:textId="58E48989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04DE2E11" w14:textId="77777777" w:rsidTr="00B067DF">
        <w:tc>
          <w:tcPr>
            <w:tcW w:w="3114" w:type="dxa"/>
          </w:tcPr>
          <w:p w14:paraId="7CF805D1" w14:textId="72351B35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59560601" w14:textId="77777777" w:rsidTr="00B067DF">
        <w:tc>
          <w:tcPr>
            <w:tcW w:w="3114" w:type="dxa"/>
          </w:tcPr>
          <w:p w14:paraId="5A99E7F0" w14:textId="11B9CA7F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1B603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1B603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1B603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Technická specifikace předmětu veřejné zakázky</w:t>
      </w:r>
    </w:p>
    <w:p w14:paraId="68AA4DC6" w14:textId="4CBDE474" w:rsidR="00494E93" w:rsidRPr="001B6037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1B6037">
        <w:rPr>
          <w:rFonts w:asciiTheme="majorHAnsi" w:hAnsiTheme="majorHAnsi" w:cstheme="majorHAnsi"/>
          <w:b/>
          <w:bCs/>
        </w:rPr>
        <w:t xml:space="preserve">nová </w:t>
      </w:r>
      <w:r w:rsidR="00654C09" w:rsidRPr="001B6037">
        <w:rPr>
          <w:rFonts w:asciiTheme="majorHAnsi" w:hAnsiTheme="majorHAnsi" w:cstheme="majorHAnsi"/>
          <w:b/>
          <w:bCs/>
        </w:rPr>
        <w:t>zdravotnická technika</w:t>
      </w:r>
      <w:r w:rsidRPr="001B6037">
        <w:rPr>
          <w:rFonts w:asciiTheme="majorHAnsi" w:hAnsiTheme="majorHAnsi" w:cstheme="majorHAnsi"/>
        </w:rPr>
        <w:t xml:space="preserve"> </w:t>
      </w:r>
      <w:r w:rsidR="00654C09" w:rsidRPr="001B6037">
        <w:rPr>
          <w:rFonts w:asciiTheme="majorHAnsi" w:hAnsiTheme="majorHAnsi" w:cstheme="majorHAnsi"/>
        </w:rPr>
        <w:t xml:space="preserve">– </w:t>
      </w:r>
      <w:r w:rsidR="00DE6659" w:rsidRPr="001B6037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895DAF">
        <w:rPr>
          <w:rFonts w:asciiTheme="majorHAnsi" w:hAnsiTheme="majorHAnsi" w:cstheme="majorHAnsi"/>
          <w:b/>
          <w:bCs/>
          <w:u w:val="single"/>
        </w:rPr>
        <w:t>4</w:t>
      </w:r>
      <w:r w:rsidR="00006CAA" w:rsidRPr="001B6037">
        <w:rPr>
          <w:rFonts w:asciiTheme="majorHAnsi" w:hAnsiTheme="majorHAnsi" w:cstheme="majorHAnsi"/>
          <w:b/>
          <w:bCs/>
          <w:u w:val="single"/>
        </w:rPr>
        <w:t xml:space="preserve"> </w:t>
      </w:r>
      <w:r w:rsidR="006D0092">
        <w:rPr>
          <w:rFonts w:asciiTheme="majorHAnsi" w:hAnsiTheme="majorHAnsi" w:cstheme="majorHAnsi"/>
          <w:b/>
          <w:bCs/>
          <w:u w:val="single"/>
        </w:rPr>
        <w:t>–</w:t>
      </w:r>
      <w:r w:rsidR="00006CAA" w:rsidRPr="001B6037">
        <w:rPr>
          <w:rFonts w:asciiTheme="majorHAnsi" w:hAnsiTheme="majorHAnsi" w:cstheme="majorHAnsi"/>
          <w:b/>
          <w:bCs/>
          <w:u w:val="single"/>
        </w:rPr>
        <w:t xml:space="preserve"> </w:t>
      </w:r>
      <w:r w:rsidR="00895DAF">
        <w:rPr>
          <w:rFonts w:asciiTheme="majorHAnsi" w:hAnsiTheme="majorHAnsi" w:cstheme="majorHAnsi"/>
          <w:b/>
          <w:bCs/>
          <w:u w:val="single"/>
        </w:rPr>
        <w:t xml:space="preserve">rehabilitační </w:t>
      </w:r>
      <w:r w:rsidR="00CE7DEE">
        <w:rPr>
          <w:rFonts w:asciiTheme="majorHAnsi" w:hAnsiTheme="majorHAnsi" w:cstheme="majorHAnsi"/>
          <w:b/>
          <w:bCs/>
          <w:u w:val="single"/>
        </w:rPr>
        <w:t>přístroje</w:t>
      </w:r>
      <w:r w:rsidR="007D378E">
        <w:rPr>
          <w:rFonts w:asciiTheme="majorHAnsi" w:hAnsiTheme="majorHAnsi" w:cstheme="majorHAnsi"/>
          <w:b/>
          <w:bCs/>
          <w:u w:val="single"/>
        </w:rPr>
        <w:t xml:space="preserve"> (</w:t>
      </w:r>
      <w:proofErr w:type="spellStart"/>
      <w:r w:rsidR="007D378E">
        <w:rPr>
          <w:rFonts w:asciiTheme="majorHAnsi" w:hAnsiTheme="majorHAnsi" w:cstheme="majorHAnsi"/>
          <w:b/>
          <w:bCs/>
          <w:u w:val="single"/>
        </w:rPr>
        <w:t>motodlaha</w:t>
      </w:r>
      <w:proofErr w:type="spellEnd"/>
      <w:r w:rsidR="007D378E">
        <w:rPr>
          <w:rFonts w:asciiTheme="majorHAnsi" w:hAnsiTheme="majorHAnsi" w:cstheme="majorHAnsi"/>
          <w:b/>
          <w:bCs/>
          <w:u w:val="single"/>
        </w:rPr>
        <w:t>)</w:t>
      </w:r>
      <w:r w:rsidR="00CE7DEE" w:rsidRPr="00CE7DEE">
        <w:rPr>
          <w:rFonts w:asciiTheme="majorHAnsi" w:hAnsiTheme="majorHAnsi" w:cstheme="majorHAnsi"/>
          <w:b/>
          <w:bCs/>
        </w:rPr>
        <w:t xml:space="preserve"> </w:t>
      </w:r>
      <w:r w:rsidRPr="001B6037">
        <w:rPr>
          <w:rFonts w:asciiTheme="majorHAnsi" w:hAnsiTheme="majorHAnsi" w:cstheme="majorHAnsi"/>
        </w:rPr>
        <w:t>(dále jako „</w:t>
      </w:r>
      <w:r w:rsidRPr="001B6037">
        <w:rPr>
          <w:rFonts w:asciiTheme="majorHAnsi" w:hAnsiTheme="majorHAnsi" w:cstheme="majorHAnsi"/>
          <w:b/>
          <w:bCs/>
        </w:rPr>
        <w:t>předmět veřejné zakázky</w:t>
      </w:r>
      <w:r w:rsidRPr="001B6037">
        <w:rPr>
          <w:rFonts w:asciiTheme="majorHAnsi" w:hAnsiTheme="majorHAnsi" w:cstheme="majorHAnsi"/>
        </w:rPr>
        <w:t>“ nebo „</w:t>
      </w:r>
      <w:r w:rsidRPr="001B6037">
        <w:rPr>
          <w:rFonts w:asciiTheme="majorHAnsi" w:hAnsiTheme="majorHAnsi" w:cstheme="majorHAnsi"/>
          <w:b/>
          <w:bCs/>
        </w:rPr>
        <w:t>zařízení</w:t>
      </w:r>
      <w:r w:rsidRPr="001B6037">
        <w:rPr>
          <w:rFonts w:asciiTheme="majorHAnsi" w:hAnsiTheme="majorHAnsi" w:cstheme="majorHAnsi"/>
        </w:rPr>
        <w:t>“).</w:t>
      </w:r>
      <w:r w:rsidR="4DB67052" w:rsidRPr="001B6037">
        <w:rPr>
          <w:rFonts w:asciiTheme="majorHAnsi" w:hAnsiTheme="majorHAnsi" w:cstheme="majorHAnsi"/>
        </w:rPr>
        <w:t xml:space="preserve"> </w:t>
      </w:r>
      <w:r w:rsidR="4DB67052" w:rsidRPr="001B6037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1B6037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1B6037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1B6037">
        <w:rPr>
          <w:rFonts w:asciiTheme="majorHAnsi" w:hAnsiTheme="majorHAnsi" w:cstheme="majorHAnsi"/>
          <w:b/>
        </w:rPr>
        <w:t>minimální přípustné</w:t>
      </w:r>
      <w:r w:rsidRPr="001B603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1B6037" w:rsidRDefault="00494E93" w:rsidP="00494E93">
      <w:pPr>
        <w:pStyle w:val="Nadpis1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  <w:b/>
        </w:rPr>
        <w:t xml:space="preserve">Účastník u </w:t>
      </w:r>
      <w:r w:rsidRPr="001B6037">
        <w:rPr>
          <w:rFonts w:asciiTheme="majorHAnsi" w:hAnsiTheme="majorHAnsi" w:cstheme="majorHAnsi"/>
          <w:b/>
          <w:u w:val="single"/>
        </w:rPr>
        <w:t>každé</w:t>
      </w:r>
      <w:r w:rsidRPr="001B6037">
        <w:rPr>
          <w:rFonts w:asciiTheme="majorHAnsi" w:hAnsiTheme="majorHAnsi" w:cstheme="majorHAnsi"/>
          <w:b/>
        </w:rPr>
        <w:t xml:space="preserve"> uvedené položky (řádku) tabulky </w:t>
      </w:r>
      <w:r w:rsidRPr="001B603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1B603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1B603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1B603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1B6037">
        <w:rPr>
          <w:rFonts w:asciiTheme="majorHAnsi" w:hAnsiTheme="majorHAnsi" w:cstheme="majorHAnsi"/>
        </w:rPr>
        <w:t xml:space="preserve"> a </w:t>
      </w:r>
      <w:r w:rsidRPr="001B6037">
        <w:rPr>
          <w:rFonts w:asciiTheme="majorHAnsi" w:hAnsiTheme="majorHAnsi" w:cstheme="majorHAnsi"/>
          <w:b/>
        </w:rPr>
        <w:t>cenovou kalkulaci</w:t>
      </w:r>
      <w:r w:rsidRPr="001B6037">
        <w:rPr>
          <w:rFonts w:asciiTheme="majorHAnsi" w:hAnsiTheme="majorHAnsi" w:cstheme="majorHAnsi"/>
        </w:rPr>
        <w:t>, kterou se stanoví nabídková cena účastníka</w:t>
      </w:r>
      <w:r w:rsidRPr="001B6037">
        <w:rPr>
          <w:rFonts w:asciiTheme="majorHAnsi" w:hAnsiTheme="majorHAnsi" w:cstheme="majorHAnsi"/>
          <w:b/>
        </w:rPr>
        <w:t>.</w:t>
      </w:r>
      <w:r w:rsidRPr="001B6037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B603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1B6037">
        <w:rPr>
          <w:rFonts w:asciiTheme="majorHAnsi" w:hAnsiTheme="majorHAnsi" w:cstheme="majorHAnsi"/>
          <w:b/>
          <w:u w:val="single"/>
        </w:rPr>
        <w:t>všechny</w:t>
      </w:r>
      <w:r w:rsidRPr="001B6037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1B6037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3881E43A" w:rsidR="00494E93" w:rsidRDefault="00895DAF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>
        <w:rPr>
          <w:rFonts w:asciiTheme="majorHAnsi" w:hAnsiTheme="majorHAnsi" w:cstheme="majorHAnsi"/>
          <w:b/>
          <w:bCs/>
          <w:u w:val="single"/>
        </w:rPr>
        <w:t xml:space="preserve">Rehabilitační </w:t>
      </w:r>
      <w:r w:rsidR="004B5A97">
        <w:rPr>
          <w:rFonts w:asciiTheme="majorHAnsi" w:hAnsiTheme="majorHAnsi" w:cstheme="majorHAnsi"/>
          <w:b/>
          <w:bCs/>
          <w:u w:val="single"/>
        </w:rPr>
        <w:t>přístroje</w:t>
      </w:r>
      <w:r w:rsidR="007D378E">
        <w:rPr>
          <w:rFonts w:asciiTheme="majorHAnsi" w:hAnsiTheme="majorHAnsi" w:cstheme="majorHAnsi"/>
          <w:b/>
          <w:bCs/>
          <w:u w:val="single"/>
        </w:rPr>
        <w:t xml:space="preserve"> – </w:t>
      </w:r>
      <w:proofErr w:type="spellStart"/>
      <w:r w:rsidR="007D378E">
        <w:rPr>
          <w:rFonts w:asciiTheme="majorHAnsi" w:hAnsiTheme="majorHAnsi" w:cstheme="majorHAnsi"/>
          <w:b/>
          <w:bCs/>
          <w:u w:val="single"/>
        </w:rPr>
        <w:t>motodlaha</w:t>
      </w:r>
      <w:proofErr w:type="spellEnd"/>
      <w:r w:rsidR="007D378E">
        <w:rPr>
          <w:rFonts w:asciiTheme="majorHAnsi" w:hAnsiTheme="majorHAnsi" w:cstheme="majorHAnsi"/>
          <w:b/>
          <w:bCs/>
          <w:u w:val="single"/>
        </w:rPr>
        <w:t xml:space="preserve"> </w:t>
      </w:r>
    </w:p>
    <w:p w14:paraId="3A586A45" w14:textId="4126FEA2" w:rsidR="005779E6" w:rsidRPr="001B6037" w:rsidRDefault="0011101A" w:rsidP="00494E93">
      <w:pPr>
        <w:spacing w:line="276" w:lineRule="auto"/>
        <w:jc w:val="both"/>
        <w:rPr>
          <w:rFonts w:asciiTheme="majorHAnsi" w:hAnsiTheme="majorHAnsi" w:cstheme="majorHAnsi"/>
        </w:rPr>
      </w:pPr>
      <w:proofErr w:type="spellStart"/>
      <w:r w:rsidRPr="0011101A">
        <w:rPr>
          <w:rFonts w:asciiTheme="majorHAnsi" w:hAnsiTheme="majorHAnsi" w:cstheme="majorHAnsi"/>
          <w:b/>
        </w:rPr>
        <w:t>Motodlaha</w:t>
      </w:r>
      <w:proofErr w:type="spellEnd"/>
      <w:r w:rsidRPr="0011101A">
        <w:rPr>
          <w:rFonts w:asciiTheme="majorHAnsi" w:hAnsiTheme="majorHAnsi" w:cstheme="majorHAnsi"/>
          <w:b/>
        </w:rPr>
        <w:t xml:space="preserve"> kolenní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8E7051" w:rsidRPr="001B6037" w14:paraId="65EFFE02" w14:textId="77777777" w:rsidTr="008E7051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8E7051" w:rsidRPr="001B6037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8E7051" w:rsidRPr="001B6037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8E7051" w:rsidRPr="001B6037" w14:paraId="09875991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82600" w14:textId="2C12FFDD" w:rsidR="008E7051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Ř</w:t>
            </w:r>
            <w:r w:rsidRPr="000D4ACB">
              <w:rPr>
                <w:rFonts w:asciiTheme="majorHAnsi" w:hAnsiTheme="majorHAnsi" w:cstheme="majorHAnsi"/>
              </w:rPr>
              <w:t>ízena dálkovým ovladačem s čipovou kartou pacienta, na které se zaznamenávají léčebná data – monitoring rehabilitace</w:t>
            </w:r>
          </w:p>
        </w:tc>
        <w:sdt>
          <w:sdtPr>
            <w:rPr>
              <w:rFonts w:asciiTheme="majorHAnsi" w:hAnsiTheme="majorHAnsi" w:cstheme="majorHAnsi"/>
            </w:rPr>
            <w:id w:val="1462918304"/>
            <w:placeholder>
              <w:docPart w:val="D1B662E1D4F841258EA39C45E6D1603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4D6A512" w14:textId="4FB7E360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0495E15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789D2" w14:textId="56406453" w:rsidR="008E7051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J</w:t>
            </w:r>
            <w:r w:rsidRPr="000D4ACB">
              <w:rPr>
                <w:rFonts w:asciiTheme="majorHAnsi" w:hAnsiTheme="majorHAnsi" w:cstheme="majorHAnsi"/>
              </w:rPr>
              <w:t>ednoduchý displej s obrázky</w:t>
            </w:r>
          </w:p>
        </w:tc>
        <w:sdt>
          <w:sdtPr>
            <w:rPr>
              <w:rFonts w:asciiTheme="majorHAnsi" w:hAnsiTheme="majorHAnsi" w:cstheme="majorHAnsi"/>
            </w:rPr>
            <w:id w:val="-1653276516"/>
            <w:placeholder>
              <w:docPart w:val="81FEBC90738B48299E9A2C8DECD59C8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546108913"/>
                <w:placeholder>
                  <w:docPart w:val="16382C6E8CD94B03A712674C4325CF7D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8FEDDF6" w14:textId="6D479601" w:rsidR="008E7051" w:rsidRPr="000D4ACB" w:rsidRDefault="00EB377A" w:rsidP="00E34B49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sdt>
                      <w:sdtPr>
                        <w:rPr>
                          <w:rFonts w:asciiTheme="majorHAnsi" w:hAnsiTheme="majorHAnsi" w:cstheme="majorHAnsi"/>
                        </w:rPr>
                        <w:id w:val="1575629039"/>
                        <w:placeholder>
                          <w:docPart w:val="F3725AA8C23140A9BC6BFA8A8B334F0B"/>
                        </w:placeholder>
                      </w:sdtPr>
                      <w:sdtEndPr/>
                      <w:sdtContent>
                        <w:r w:rsidR="000D4ACB" w:rsidRPr="001B6037">
                          <w:rPr>
                            <w:rFonts w:asciiTheme="majorHAnsi" w:hAnsiTheme="majorHAnsi" w:cstheme="majorHAnsi"/>
                            <w:highlight w:val="yellow"/>
                          </w:rPr>
                          <w:t>Klikněte a uveďte ANO/NE</w:t>
                        </w:r>
                        <w:r w:rsidR="000D4ACB" w:rsidRPr="001B6037">
                          <w:rPr>
                            <w:rStyle w:val="Zstupntext"/>
                            <w:rFonts w:asciiTheme="majorHAnsi" w:hAnsiTheme="majorHAnsi" w:cstheme="majorHAnsi"/>
                            <w:highlight w:val="yellow"/>
                          </w:rPr>
                          <w:t>.</w:t>
                        </w:r>
                      </w:sdtContent>
                    </w:sdt>
                    <w:r w:rsidR="000D4ACB" w:rsidRPr="001B6037">
                      <w:rPr>
                        <w:rFonts w:asciiTheme="majorHAnsi" w:hAnsiTheme="majorHAnsi" w:cstheme="majorHAnsi"/>
                        <w:highlight w:val="yellow"/>
                      </w:rPr>
                      <w:t xml:space="preserve"> </w:t>
                    </w:r>
                  </w:p>
                </w:tc>
              </w:sdtContent>
            </w:sdt>
          </w:sdtContent>
        </w:sdt>
      </w:tr>
      <w:tr w:rsidR="000D4ACB" w:rsidRPr="001B6037" w14:paraId="5E73BA56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54D11" w14:textId="11BE4BAF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0D4ACB">
              <w:rPr>
                <w:rFonts w:asciiTheme="majorHAnsi" w:hAnsiTheme="majorHAnsi" w:cstheme="majorHAnsi"/>
              </w:rPr>
              <w:t>aručený anatomicky správný pohyb končetiny</w:t>
            </w:r>
          </w:p>
        </w:tc>
        <w:sdt>
          <w:sdtPr>
            <w:rPr>
              <w:rFonts w:asciiTheme="majorHAnsi" w:hAnsiTheme="majorHAnsi" w:cstheme="majorHAnsi"/>
            </w:rPr>
            <w:id w:val="1464071279"/>
            <w:placeholder>
              <w:docPart w:val="1874DF788DD44C66B4239FC46561E0E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61A6A7B" w14:textId="5DEF5A08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D4ACB" w:rsidRPr="001B6037" w14:paraId="291A5868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31042" w14:textId="23C10C7E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0D4ACB">
              <w:rPr>
                <w:rFonts w:asciiTheme="majorHAnsi" w:hAnsiTheme="majorHAnsi" w:cstheme="majorHAnsi"/>
              </w:rPr>
              <w:t>astavení na anatomické rozměry pacienta</w:t>
            </w:r>
          </w:p>
        </w:tc>
        <w:sdt>
          <w:sdtPr>
            <w:rPr>
              <w:rFonts w:asciiTheme="majorHAnsi" w:hAnsiTheme="majorHAnsi" w:cstheme="majorHAnsi"/>
            </w:rPr>
            <w:id w:val="1789234954"/>
            <w:placeholder>
              <w:docPart w:val="C5429EA17B704F8DB0912F87887453B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A37DB4" w14:textId="621DB674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D4ACB" w:rsidRPr="001B6037" w14:paraId="56A672A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DB141C" w14:textId="10882827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0D4ACB">
              <w:rPr>
                <w:rFonts w:asciiTheme="majorHAnsi" w:hAnsiTheme="majorHAnsi" w:cstheme="majorHAnsi"/>
              </w:rPr>
              <w:t>odpěry stehna a lýtka</w:t>
            </w:r>
          </w:p>
        </w:tc>
        <w:sdt>
          <w:sdtPr>
            <w:rPr>
              <w:rFonts w:asciiTheme="majorHAnsi" w:hAnsiTheme="majorHAnsi" w:cstheme="majorHAnsi"/>
            </w:rPr>
            <w:id w:val="-988633509"/>
            <w:placeholder>
              <w:docPart w:val="1A2DDAA92D0B47BCB654D7982E80A84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49F199D" w14:textId="279E3A2A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D4ACB" w:rsidRPr="001B6037" w14:paraId="068ACC4F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1DAFB9" w14:textId="6A7F09B1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0D4ACB">
              <w:rPr>
                <w:rFonts w:asciiTheme="majorHAnsi" w:hAnsiTheme="majorHAnsi" w:cstheme="majorHAnsi"/>
              </w:rPr>
              <w:t xml:space="preserve">pětný chod – bezpečnostní prvek fungující při zvýšeném odporu pacienta proti </w:t>
            </w:r>
            <w:proofErr w:type="spellStart"/>
            <w:r w:rsidRPr="000D4ACB">
              <w:rPr>
                <w:rFonts w:asciiTheme="majorHAnsi" w:hAnsiTheme="majorHAnsi" w:cstheme="majorHAnsi"/>
              </w:rPr>
              <w:t>motodlaze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255906750"/>
            <w:placeholder>
              <w:docPart w:val="0E5D3153C3A04476ACB3C6910DBADA4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4EB00CF" w14:textId="1DD1642B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D4ACB" w:rsidRPr="001B6037" w14:paraId="3C827A1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B6667" w14:textId="5D1F85A8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0D4ACB">
              <w:rPr>
                <w:rFonts w:asciiTheme="majorHAnsi" w:hAnsiTheme="majorHAnsi" w:cstheme="majorHAnsi"/>
              </w:rPr>
              <w:t>rotiskluzová podložka</w:t>
            </w:r>
          </w:p>
        </w:tc>
        <w:sdt>
          <w:sdtPr>
            <w:rPr>
              <w:rFonts w:asciiTheme="majorHAnsi" w:hAnsiTheme="majorHAnsi" w:cstheme="majorHAnsi"/>
            </w:rPr>
            <w:id w:val="651720170"/>
            <w:placeholder>
              <w:docPart w:val="9031F569F9B444AB8E9D1BE852C395D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EC451CA" w14:textId="7C8052D9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D4ACB" w:rsidRPr="001B6037" w14:paraId="3B54395E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6A7D0" w14:textId="6D88EA2A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T</w:t>
            </w:r>
            <w:r w:rsidRPr="000D4ACB">
              <w:rPr>
                <w:rFonts w:asciiTheme="majorHAnsi" w:hAnsiTheme="majorHAnsi" w:cstheme="majorHAnsi"/>
              </w:rPr>
              <w:t>ransportní vozík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926411517"/>
              <w:placeholder>
                <w:docPart w:val="F22F9CEA918C41449D88DF2A5A57EBD1"/>
              </w:placeholder>
            </w:sdtPr>
            <w:sdtEndPr/>
            <w:sdtContent>
              <w:p w14:paraId="17D0AB9C" w14:textId="4878F4A7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D4ACB" w:rsidRPr="001B6037" w14:paraId="4D72ECE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C2D605" w14:textId="7E3B821B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0D4ACB">
              <w:rPr>
                <w:rFonts w:asciiTheme="majorHAnsi" w:hAnsiTheme="majorHAnsi" w:cstheme="majorHAnsi"/>
              </w:rPr>
              <w:t>nadná manipulace – hmotnost max. 13 kg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35514049"/>
              <w:placeholder>
                <w:docPart w:val="D28DB48E2B4C47B79321BFF5F6A7E670"/>
              </w:placeholder>
            </w:sdtPr>
            <w:sdtEndPr/>
            <w:sdtContent>
              <w:p w14:paraId="6599843C" w14:textId="2E154C14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D4ACB" w:rsidRPr="001B6037" w14:paraId="32AD56EB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02958A" w14:textId="0D14A813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0D4ACB">
              <w:rPr>
                <w:rFonts w:asciiTheme="majorHAnsi" w:hAnsiTheme="majorHAnsi" w:cstheme="majorHAnsi"/>
              </w:rPr>
              <w:t>aximální zatížení jedné končetiny – 30 kg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3223717"/>
              <w:placeholder>
                <w:docPart w:val="2D41A150262F415483BBE3D51BCA125A"/>
              </w:placeholder>
            </w:sdtPr>
            <w:sdtEndPr/>
            <w:sdtContent>
              <w:p w14:paraId="5C2FD939" w14:textId="7421D7EA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D4ACB" w:rsidRPr="001B6037" w14:paraId="34A1841B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7C003" w14:textId="5867F904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V</w:t>
            </w:r>
            <w:r w:rsidRPr="000D4ACB">
              <w:rPr>
                <w:rFonts w:asciiTheme="majorHAnsi" w:hAnsiTheme="majorHAnsi" w:cstheme="majorHAnsi"/>
              </w:rPr>
              <w:t xml:space="preserve">ýška pacientů od </w:t>
            </w:r>
            <w:r>
              <w:rPr>
                <w:rFonts w:asciiTheme="majorHAnsi" w:hAnsiTheme="majorHAnsi" w:cstheme="majorHAnsi"/>
              </w:rPr>
              <w:t xml:space="preserve">min. </w:t>
            </w:r>
            <w:r w:rsidRPr="000D4ACB">
              <w:rPr>
                <w:rFonts w:asciiTheme="majorHAnsi" w:hAnsiTheme="majorHAnsi" w:cstheme="majorHAnsi"/>
              </w:rPr>
              <w:t xml:space="preserve">120 do </w:t>
            </w:r>
            <w:r>
              <w:rPr>
                <w:rFonts w:asciiTheme="majorHAnsi" w:hAnsiTheme="majorHAnsi" w:cstheme="majorHAnsi"/>
              </w:rPr>
              <w:t xml:space="preserve">max. </w:t>
            </w:r>
            <w:r w:rsidRPr="000D4ACB">
              <w:rPr>
                <w:rFonts w:asciiTheme="majorHAnsi" w:hAnsiTheme="majorHAnsi" w:cstheme="majorHAnsi"/>
              </w:rPr>
              <w:t>200 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22882555"/>
              <w:placeholder>
                <w:docPart w:val="887F642530364DE4874364A0FD389F6B"/>
              </w:placeholder>
            </w:sdtPr>
            <w:sdtEndPr/>
            <w:sdtContent>
              <w:p w14:paraId="25EDF375" w14:textId="679507AE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D4ACB" w:rsidRPr="001B6037" w14:paraId="2331E5A8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A8B07" w14:textId="48FD4096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Č</w:t>
            </w:r>
            <w:r w:rsidRPr="000D4ACB">
              <w:rPr>
                <w:rFonts w:asciiTheme="majorHAnsi" w:hAnsiTheme="majorHAnsi" w:cstheme="majorHAnsi"/>
              </w:rPr>
              <w:t>etnější opakování posledních 10°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42068303"/>
              <w:placeholder>
                <w:docPart w:val="D7FD97C6E80F41B7A47CCCAA5A8B12CF"/>
              </w:placeholder>
            </w:sdtPr>
            <w:sdtEndPr/>
            <w:sdtContent>
              <w:p w14:paraId="50247F3B" w14:textId="7C72F156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D4ACB" w:rsidRPr="001B6037" w14:paraId="595B62CE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9AE94" w14:textId="0F5CC1D8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0D4ACB">
              <w:rPr>
                <w:rFonts w:asciiTheme="majorHAnsi" w:hAnsiTheme="majorHAnsi" w:cstheme="majorHAnsi"/>
              </w:rPr>
              <w:t>ostupné zvyšování rozsahu pohybu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46461447"/>
              <w:placeholder>
                <w:docPart w:val="9D22AE628A4D40229DEAAA442F318722"/>
              </w:placeholder>
            </w:sdtPr>
            <w:sdtEndPr/>
            <w:sdtContent>
              <w:p w14:paraId="48BB6D42" w14:textId="29751BA4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D4ACB" w:rsidRPr="001B6037" w14:paraId="709961F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DDB8E" w14:textId="4F672C02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0D4ACB">
              <w:rPr>
                <w:rFonts w:asciiTheme="majorHAnsi" w:hAnsiTheme="majorHAnsi" w:cstheme="majorHAnsi"/>
              </w:rPr>
              <w:t>astavení času cvičení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55558945"/>
              <w:placeholder>
                <w:docPart w:val="8D690665A8AE49F3A20CA19534D28638"/>
              </w:placeholder>
            </w:sdtPr>
            <w:sdtEndPr/>
            <w:sdtContent>
              <w:p w14:paraId="30ACCF4C" w14:textId="4F440B7F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D4ACB" w:rsidRPr="001B6037" w14:paraId="10B7D67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58ED8" w14:textId="66807F55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0D4ACB">
              <w:rPr>
                <w:rFonts w:asciiTheme="majorHAnsi" w:hAnsiTheme="majorHAnsi" w:cstheme="majorHAnsi"/>
              </w:rPr>
              <w:t>auzy v krajních polohách – obě samostatně volitelné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976285654"/>
              <w:placeholder>
                <w:docPart w:val="20898EB56AA64FDC9C0EEB325A1E88B0"/>
              </w:placeholder>
            </w:sdtPr>
            <w:sdtEndPr/>
            <w:sdtContent>
              <w:p w14:paraId="0B45D2E2" w14:textId="22A0CD8B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D4ACB" w:rsidRPr="001B6037" w14:paraId="34521CD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307D7" w14:textId="48BEA412" w:rsidR="000D4ACB" w:rsidRPr="000D4ACB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0D4ACB">
              <w:rPr>
                <w:rFonts w:asciiTheme="majorHAnsi" w:hAnsiTheme="majorHAnsi" w:cstheme="majorHAnsi"/>
                <w:b/>
              </w:rPr>
              <w:t>Rozsah pohybů: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0B239" w14:textId="77777777" w:rsidR="000D4ACB" w:rsidRDefault="000D4ACB" w:rsidP="00E34B4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0D4ACB" w:rsidRPr="001B6037" w14:paraId="2D23FAC3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D33D8" w14:textId="535A0D11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4ACB">
              <w:rPr>
                <w:rFonts w:asciiTheme="majorHAnsi" w:hAnsiTheme="majorHAnsi" w:cstheme="majorHAnsi"/>
              </w:rPr>
              <w:t>-</w:t>
            </w:r>
            <w:r w:rsidRPr="000D4ACB">
              <w:rPr>
                <w:rFonts w:asciiTheme="majorHAnsi" w:hAnsiTheme="majorHAnsi" w:cstheme="majorHAnsi"/>
              </w:rPr>
              <w:tab/>
              <w:t>extenze / flexe koleno min. - 10º - 120°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294251440"/>
              <w:placeholder>
                <w:docPart w:val="A4B8D6117250478AA383981746875E28"/>
              </w:placeholder>
            </w:sdtPr>
            <w:sdtEndPr/>
            <w:sdtContent>
              <w:p w14:paraId="21AAB665" w14:textId="29FFCA8F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D4ACB" w:rsidRPr="001B6037" w14:paraId="35761EA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AD974" w14:textId="55DBB10B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4ACB">
              <w:rPr>
                <w:rFonts w:asciiTheme="majorHAnsi" w:hAnsiTheme="majorHAnsi" w:cstheme="majorHAnsi"/>
              </w:rPr>
              <w:t>-</w:t>
            </w:r>
            <w:r w:rsidRPr="000D4ACB">
              <w:rPr>
                <w:rFonts w:asciiTheme="majorHAnsi" w:hAnsiTheme="majorHAnsi" w:cstheme="majorHAnsi"/>
              </w:rPr>
              <w:tab/>
              <w:t>extenze / flexe kyčel min. 0° - 7º - 115º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736560074"/>
              <w:placeholder>
                <w:docPart w:val="E62777058F7641298713E5C6106238F9"/>
              </w:placeholder>
            </w:sdtPr>
            <w:sdtEndPr/>
            <w:sdtContent>
              <w:p w14:paraId="7914FE8B" w14:textId="55B012DC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D4ACB" w:rsidRPr="001B6037" w14:paraId="3E9ABB64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6BDC6" w14:textId="709AD0CE" w:rsidR="000D4ACB" w:rsidRPr="001B6037" w:rsidRDefault="00B534CA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534CA">
              <w:rPr>
                <w:rFonts w:asciiTheme="majorHAnsi" w:hAnsiTheme="majorHAnsi" w:cstheme="majorHAnsi"/>
              </w:rPr>
              <w:t>Rychlost min. 20</w:t>
            </w:r>
            <w:proofErr w:type="gramStart"/>
            <w:r w:rsidRPr="00B534CA">
              <w:rPr>
                <w:rFonts w:asciiTheme="majorHAnsi" w:hAnsiTheme="majorHAnsi" w:cstheme="majorHAnsi"/>
              </w:rPr>
              <w:t>⁰ - 200</w:t>
            </w:r>
            <w:proofErr w:type="gramEnd"/>
            <w:r w:rsidRPr="00B534CA">
              <w:rPr>
                <w:rFonts w:asciiTheme="majorHAnsi" w:hAnsiTheme="majorHAnsi" w:cstheme="majorHAnsi"/>
              </w:rPr>
              <w:t>⁰/min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102093115"/>
              <w:placeholder>
                <w:docPart w:val="2B63883DFA124429983970ACBEBB1C2A"/>
              </w:placeholder>
            </w:sdtPr>
            <w:sdtEndPr/>
            <w:sdtContent>
              <w:p w14:paraId="790B391B" w14:textId="6E08BE3D" w:rsidR="000D4ACB" w:rsidRDefault="00B534CA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</w:tbl>
    <w:p w14:paraId="5B0322EA" w14:textId="7D43DB69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514493" w:rsidRPr="001B6037" w14:paraId="74FE608D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CB6170" w14:textId="77777777" w:rsidR="00514493" w:rsidRPr="001B6037" w:rsidRDefault="00514493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2107151158"/>
            <w:placeholder>
              <w:docPart w:val="350ABFE068014E898F244130464B3D1A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65C9DF" w14:textId="77777777" w:rsidR="00514493" w:rsidRPr="001B6037" w:rsidRDefault="00514493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514493" w:rsidRPr="001B6037" w14:paraId="23679DF3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AFAD4" w14:textId="77777777" w:rsidR="00514493" w:rsidRPr="001B6037" w:rsidRDefault="00514493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470744380"/>
            <w:placeholder>
              <w:docPart w:val="52FCF3CF95014B25857FFB0B3EF9403D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058FB9" w14:textId="77777777" w:rsidR="00514493" w:rsidRPr="001B6037" w:rsidRDefault="00514493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5450E777" w14:textId="1844C2E4" w:rsidR="00514493" w:rsidRDefault="00514493" w:rsidP="00514493">
      <w:pPr>
        <w:spacing w:line="276" w:lineRule="auto"/>
        <w:jc w:val="both"/>
        <w:rPr>
          <w:rFonts w:asciiTheme="majorHAnsi" w:hAnsiTheme="majorHAnsi" w:cstheme="majorHAnsi"/>
          <w:b/>
        </w:rPr>
      </w:pPr>
    </w:p>
    <w:p w14:paraId="20F55EE6" w14:textId="08F49B81" w:rsidR="00AF50A0" w:rsidRDefault="00AF50A0" w:rsidP="00514493">
      <w:pPr>
        <w:spacing w:line="276" w:lineRule="auto"/>
        <w:jc w:val="both"/>
        <w:rPr>
          <w:rFonts w:asciiTheme="majorHAnsi" w:hAnsiTheme="majorHAnsi" w:cstheme="majorHAnsi"/>
          <w:b/>
        </w:rPr>
      </w:pPr>
      <w:proofErr w:type="spellStart"/>
      <w:r w:rsidRPr="00AF50A0">
        <w:rPr>
          <w:rFonts w:asciiTheme="majorHAnsi" w:hAnsiTheme="majorHAnsi" w:cstheme="majorHAnsi"/>
          <w:b/>
        </w:rPr>
        <w:t>Motodlaha</w:t>
      </w:r>
      <w:proofErr w:type="spellEnd"/>
      <w:r w:rsidRPr="00AF50A0">
        <w:rPr>
          <w:rFonts w:asciiTheme="majorHAnsi" w:hAnsiTheme="majorHAnsi" w:cstheme="majorHAnsi"/>
          <w:b/>
        </w:rPr>
        <w:t xml:space="preserve"> ramenní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AF50A0" w:rsidRPr="001B6037" w14:paraId="237039E0" w14:textId="77777777" w:rsidTr="00E76427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B1F7CDE" w14:textId="77777777" w:rsidR="00AF50A0" w:rsidRPr="001B6037" w:rsidRDefault="00AF50A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0636C6" w14:textId="77777777" w:rsidR="00AF50A0" w:rsidRPr="001B6037" w:rsidRDefault="00AF50A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AF50A0" w:rsidRPr="001B6037" w14:paraId="279F4244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690817" w14:textId="5B832855" w:rsidR="00AF50A0" w:rsidRPr="001B6037" w:rsidRDefault="00B534CA" w:rsidP="00E7642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B534CA">
              <w:rPr>
                <w:rFonts w:asciiTheme="majorHAnsi" w:hAnsiTheme="majorHAnsi" w:cstheme="majorHAnsi"/>
              </w:rPr>
              <w:t xml:space="preserve">natomický pohyb – plně synchronizované motory  </w:t>
            </w:r>
          </w:p>
        </w:tc>
        <w:sdt>
          <w:sdtPr>
            <w:rPr>
              <w:rFonts w:asciiTheme="majorHAnsi" w:hAnsiTheme="majorHAnsi" w:cstheme="majorHAnsi"/>
            </w:rPr>
            <w:id w:val="877283290"/>
            <w:placeholder>
              <w:docPart w:val="44B53AAB16FF4D499F58D0A12BBE8A4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995328944"/>
                <w:placeholder>
                  <w:docPart w:val="92C2A41F44AD46C8BC5397EABFC12555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F68194C" w14:textId="0B780B07" w:rsidR="00AF50A0" w:rsidRPr="001B6037" w:rsidRDefault="00B534CA" w:rsidP="00E76427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AF50A0" w:rsidRPr="001B6037" w14:paraId="2519040D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BDF363" w14:textId="20300BB1" w:rsidR="00AF50A0" w:rsidRPr="001B6037" w:rsidRDefault="00B534CA" w:rsidP="00E7642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I</w:t>
            </w:r>
            <w:r w:rsidRPr="00B534CA">
              <w:rPr>
                <w:rFonts w:asciiTheme="majorHAnsi" w:hAnsiTheme="majorHAnsi" w:cstheme="majorHAnsi"/>
              </w:rPr>
              <w:t>ndividuální nastavení všech léčebných parametrů na čipové kartě pacienta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851751654"/>
              <w:placeholder>
                <w:docPart w:val="1E543A93FE514B658801A61E8DAA0D73"/>
              </w:placeholder>
            </w:sdtPr>
            <w:sdtEndPr/>
            <w:sdtContent>
              <w:sdt>
                <w:sdtPr>
                  <w:rPr>
                    <w:rFonts w:asciiTheme="majorHAnsi" w:hAnsiTheme="majorHAnsi" w:cstheme="majorHAnsi"/>
                  </w:rPr>
                  <w:id w:val="-549223355"/>
                  <w:placeholder>
                    <w:docPart w:val="093458E3A1EB4719AB1AFC2BCDBD8263"/>
                  </w:placeholder>
                </w:sdtPr>
                <w:sdtEndPr/>
                <w:sdtContent>
                  <w:p w14:paraId="492ED7C9" w14:textId="78C43D2A" w:rsidR="00BB78B4" w:rsidRPr="001B6037" w:rsidRDefault="00BB78B4" w:rsidP="00E76427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sdtContent>
              </w:sdt>
            </w:sdtContent>
          </w:sdt>
        </w:tc>
      </w:tr>
      <w:tr w:rsidR="00B534CA" w:rsidRPr="001B6037" w14:paraId="5DD25B85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C69A3" w14:textId="5657EE91" w:rsidR="00B534CA" w:rsidRPr="00B534CA" w:rsidRDefault="00B534CA" w:rsidP="00B534CA">
            <w:pPr>
              <w:spacing w:after="0"/>
              <w:rPr>
                <w:rFonts w:asciiTheme="majorHAnsi" w:hAnsiTheme="majorHAnsi"/>
              </w:rPr>
            </w:pPr>
            <w:r w:rsidRPr="00B534CA">
              <w:rPr>
                <w:rFonts w:asciiTheme="majorHAnsi" w:hAnsiTheme="majorHAnsi"/>
              </w:rPr>
              <w:t>Možnost sledování terapie a přenosu dat do PC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790516466"/>
              <w:placeholder>
                <w:docPart w:val="B74418526B184D0680861FDE16CA7139"/>
              </w:placeholder>
            </w:sdtPr>
            <w:sdtEndPr/>
            <w:sdtContent>
              <w:p w14:paraId="2F3D4D7C" w14:textId="1C04C607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529B7EA4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505840" w14:textId="2D4D25F6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J</w:t>
            </w:r>
            <w:r w:rsidRPr="00B534CA">
              <w:rPr>
                <w:rFonts w:asciiTheme="majorHAnsi" w:hAnsiTheme="majorHAnsi" w:cstheme="majorHAnsi"/>
              </w:rPr>
              <w:t>ednoduchý displej s obrázky</w:t>
            </w:r>
          </w:p>
        </w:tc>
        <w:sdt>
          <w:sdtPr>
            <w:rPr>
              <w:rFonts w:asciiTheme="majorHAnsi" w:hAnsiTheme="majorHAnsi" w:cstheme="majorHAnsi"/>
            </w:rPr>
            <w:id w:val="-1642270809"/>
            <w:placeholder>
              <w:docPart w:val="CB3F4C31201C44DEB680B9ED3D33E91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56377D" w14:textId="1F8A1BD3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34CA" w:rsidRPr="001B6037" w14:paraId="4A4A25BC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824408" w14:textId="3B0AAAD6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B534CA">
              <w:rPr>
                <w:rFonts w:asciiTheme="majorHAnsi" w:hAnsiTheme="majorHAnsi" w:cstheme="majorHAnsi"/>
              </w:rPr>
              <w:t>nadná přestavba – pro levostrannou a pravostrannou rehabilitaci</w:t>
            </w:r>
          </w:p>
        </w:tc>
        <w:sdt>
          <w:sdtPr>
            <w:rPr>
              <w:rFonts w:asciiTheme="majorHAnsi" w:hAnsiTheme="majorHAnsi" w:cstheme="majorHAnsi"/>
            </w:rPr>
            <w:id w:val="536011642"/>
            <w:placeholder>
              <w:docPart w:val="E439F7BC79A24927A47113B7137CFE5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78D9D9" w14:textId="0C4BDF2E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34CA" w:rsidRPr="001B6037" w14:paraId="3373FD6C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85475" w14:textId="44BB2E80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B534CA">
              <w:rPr>
                <w:rFonts w:asciiTheme="majorHAnsi" w:hAnsiTheme="majorHAnsi" w:cstheme="majorHAnsi"/>
              </w:rPr>
              <w:t>ožnost nastavení jednoho či dvou pohybů samostatně na čipovou kartu</w:t>
            </w:r>
          </w:p>
        </w:tc>
        <w:sdt>
          <w:sdtPr>
            <w:rPr>
              <w:rFonts w:asciiTheme="majorHAnsi" w:hAnsiTheme="majorHAnsi" w:cstheme="majorHAnsi"/>
            </w:rPr>
            <w:id w:val="-150374581"/>
            <w:placeholder>
              <w:docPart w:val="2CA7DCD5395C4FF5A1B27D6BD53137A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8CCBD2" w14:textId="5BA9D461" w:rsidR="00B534CA" w:rsidRP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808080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34CA" w:rsidRPr="001B6037" w14:paraId="680AD10F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67C7B" w14:textId="5D7FAF5C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B534CA">
              <w:rPr>
                <w:rFonts w:asciiTheme="majorHAnsi" w:hAnsiTheme="majorHAnsi" w:cstheme="majorHAnsi"/>
              </w:rPr>
              <w:t>onitoring průběhu rehabilitace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5084818"/>
              <w:placeholder>
                <w:docPart w:val="E8F89D354B41473FA218BB44FF10DB5A"/>
              </w:placeholder>
            </w:sdtPr>
            <w:sdtEndPr/>
            <w:sdtContent>
              <w:p w14:paraId="7F2275B6" w14:textId="6FF98264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5AF94637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593C8" w14:textId="4223C27E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B534CA">
              <w:rPr>
                <w:rFonts w:asciiTheme="majorHAnsi" w:hAnsiTheme="majorHAnsi" w:cstheme="majorHAnsi"/>
              </w:rPr>
              <w:t>álkové ovládání s čipovou kart</w:t>
            </w:r>
            <w:r>
              <w:rPr>
                <w:rFonts w:asciiTheme="majorHAnsi" w:hAnsiTheme="majorHAnsi" w:cstheme="majorHAnsi"/>
              </w:rPr>
              <w:t>o</w:t>
            </w:r>
            <w:r w:rsidRPr="00B534CA">
              <w:rPr>
                <w:rFonts w:asciiTheme="majorHAnsi" w:hAnsiTheme="majorHAnsi" w:cstheme="majorHAnsi"/>
              </w:rPr>
              <w:t>u pacienta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563372852"/>
              <w:placeholder>
                <w:docPart w:val="D96C6457ED5C4E72BA6B3224BCCF05BA"/>
              </w:placeholder>
            </w:sdtPr>
            <w:sdtEndPr/>
            <w:sdtContent>
              <w:p w14:paraId="7B432BEE" w14:textId="45DBBE8D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3932BB07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26009" w14:textId="18EE977B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</w:t>
            </w:r>
            <w:r w:rsidRPr="00B534CA">
              <w:rPr>
                <w:rFonts w:asciiTheme="majorHAnsi" w:hAnsiTheme="majorHAnsi" w:cstheme="majorHAnsi"/>
              </w:rPr>
              <w:t>etnější opakování mezních 10°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779447345"/>
              <w:placeholder>
                <w:docPart w:val="B8086ACE61E745319CA9B570405FE66B"/>
              </w:placeholder>
            </w:sdtPr>
            <w:sdtEndPr/>
            <w:sdtContent>
              <w:p w14:paraId="294AE4A8" w14:textId="0D19F619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5E1089C7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F3D4E7" w14:textId="2EC75879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B534CA">
              <w:rPr>
                <w:rFonts w:asciiTheme="majorHAnsi" w:hAnsiTheme="majorHAnsi" w:cstheme="majorHAnsi"/>
              </w:rPr>
              <w:t>ostupné zvyšování rozsahu pohybu o 5°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575707316"/>
              <w:placeholder>
                <w:docPart w:val="92F0D4DBC6214175A34A4A20A7D24BC8"/>
              </w:placeholder>
            </w:sdtPr>
            <w:sdtEndPr/>
            <w:sdtContent>
              <w:p w14:paraId="173B6EA6" w14:textId="682128D7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1E0C6229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A9FC6" w14:textId="1B876ED6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B534CA">
              <w:rPr>
                <w:rFonts w:asciiTheme="majorHAnsi" w:hAnsiTheme="majorHAnsi" w:cstheme="majorHAnsi"/>
              </w:rPr>
              <w:t>lynulá regulace rychlosti min. od 20° do 200° / min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080751052"/>
              <w:placeholder>
                <w:docPart w:val="F443C2D0F08342519CD5215A30ED1763"/>
              </w:placeholder>
            </w:sdtPr>
            <w:sdtEndPr/>
            <w:sdtContent>
              <w:p w14:paraId="75A03489" w14:textId="74B75CA6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7C8C7CD8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5711D0" w14:textId="6EBB2ED1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B534CA">
              <w:rPr>
                <w:rFonts w:asciiTheme="majorHAnsi" w:hAnsiTheme="majorHAnsi" w:cstheme="majorHAnsi"/>
              </w:rPr>
              <w:t>rotažení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96809915"/>
              <w:placeholder>
                <w:docPart w:val="A10DF3DD807A434286CA987588964594"/>
              </w:placeholder>
            </w:sdtPr>
            <w:sdtEndPr/>
            <w:sdtContent>
              <w:p w14:paraId="3F535FBC" w14:textId="7C4BA271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427821C0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8D77B" w14:textId="1BC38A03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B534CA">
              <w:rPr>
                <w:rFonts w:asciiTheme="majorHAnsi" w:hAnsiTheme="majorHAnsi" w:cstheme="majorHAnsi"/>
              </w:rPr>
              <w:t>pětný chod – bezpečnostní prvek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329595853"/>
              <w:placeholder>
                <w:docPart w:val="661DD8F6138444BCA3E078939AB967C8"/>
              </w:placeholder>
            </w:sdtPr>
            <w:sdtEndPr/>
            <w:sdtContent>
              <w:p w14:paraId="483F60FA" w14:textId="3320858B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706AEE6F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53606" w14:textId="07074425" w:rsidR="00B534CA" w:rsidRDefault="00BB78B4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</w:t>
            </w:r>
            <w:r w:rsidRPr="00BB78B4">
              <w:rPr>
                <w:rFonts w:asciiTheme="majorHAnsi" w:hAnsiTheme="majorHAnsi" w:cstheme="majorHAnsi"/>
              </w:rPr>
              <w:t>zolované pohyby  - samostatná abdukce / addukce, rotace, flexe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558783406"/>
              <w:placeholder>
                <w:docPart w:val="C3C8F07408954C0BB0ECF1EBD736158D"/>
              </w:placeholder>
            </w:sdtPr>
            <w:sdtEndPr/>
            <w:sdtContent>
              <w:p w14:paraId="3C966344" w14:textId="03BCD12D" w:rsidR="00B534CA" w:rsidRDefault="00BB78B4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304530A2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BCF212" w14:textId="2FFC12A5" w:rsidR="00B534CA" w:rsidRDefault="00BB78B4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</w:t>
            </w:r>
            <w:r w:rsidRPr="00BB78B4">
              <w:rPr>
                <w:rFonts w:asciiTheme="majorHAnsi" w:hAnsiTheme="majorHAnsi" w:cstheme="majorHAnsi"/>
              </w:rPr>
              <w:t>motnost přístroje max. 27 kg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638000576"/>
              <w:placeholder>
                <w:docPart w:val="AE7E91EFA3C4448B83F8AA0993949744"/>
              </w:placeholder>
            </w:sdtPr>
            <w:sdtEndPr/>
            <w:sdtContent>
              <w:p w14:paraId="7B9F7B2C" w14:textId="34921C82" w:rsidR="00B534CA" w:rsidRDefault="00BB78B4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747F6C05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84445" w14:textId="680A19EF" w:rsidR="00B534CA" w:rsidRPr="00BB78B4" w:rsidRDefault="00BB78B4" w:rsidP="00E7642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BB78B4">
              <w:rPr>
                <w:rFonts w:asciiTheme="majorHAnsi" w:hAnsiTheme="majorHAnsi" w:cstheme="majorHAnsi"/>
                <w:b/>
              </w:rPr>
              <w:t>Rozsahy pohybů: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FE3B6" w14:textId="77777777" w:rsidR="00B534CA" w:rsidRDefault="00B534CA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B78B4" w:rsidRPr="001B6037" w14:paraId="4E43E923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36C02" w14:textId="261AECE5" w:rsidR="00BB78B4" w:rsidRDefault="00BB78B4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       </w:t>
            </w:r>
            <w:r w:rsidRPr="00BB78B4">
              <w:rPr>
                <w:rFonts w:asciiTheme="majorHAnsi" w:hAnsiTheme="majorHAnsi" w:cstheme="majorHAnsi"/>
              </w:rPr>
              <w:t>abdukce /addukce</w:t>
            </w:r>
            <w:r w:rsidRPr="00BB78B4">
              <w:rPr>
                <w:rFonts w:asciiTheme="majorHAnsi" w:hAnsiTheme="majorHAnsi" w:cstheme="majorHAnsi"/>
              </w:rPr>
              <w:tab/>
              <w:t xml:space="preserve"> min. 30° – 175°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915242182"/>
              <w:placeholder>
                <w:docPart w:val="9DCB36AC3D60422A900A3FA024328432"/>
              </w:placeholder>
            </w:sdtPr>
            <w:sdtEndPr/>
            <w:sdtContent>
              <w:sdt>
                <w:sdtPr>
                  <w:rPr>
                    <w:rFonts w:asciiTheme="majorHAnsi" w:hAnsiTheme="majorHAnsi" w:cstheme="majorHAnsi"/>
                  </w:rPr>
                  <w:id w:val="-1387029665"/>
                  <w:placeholder>
                    <w:docPart w:val="BF508172C6944B54A4DD04595D8724B6"/>
                  </w:placeholder>
                </w:sdtPr>
                <w:sdtEndPr/>
                <w:sdtContent>
                  <w:p w14:paraId="7FE34E68" w14:textId="078272A0" w:rsidR="00BB78B4" w:rsidRDefault="00BB78B4" w:rsidP="00E76427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BB78B4" w:rsidRPr="001B6037" w14:paraId="5B6CE0B9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FBD1C" w14:textId="78C77A86" w:rsidR="00BB78B4" w:rsidRDefault="00BB78B4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       </w:t>
            </w:r>
            <w:r w:rsidRPr="00BB78B4">
              <w:rPr>
                <w:rFonts w:asciiTheme="majorHAnsi" w:hAnsiTheme="majorHAnsi" w:cstheme="majorHAnsi"/>
              </w:rPr>
              <w:t>vnitřní / vnější rotace min.  90° – 0° – 90°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92881314"/>
              <w:placeholder>
                <w:docPart w:val="4A4B4E8E3C774A98A3140E815C382F80"/>
              </w:placeholder>
            </w:sdtPr>
            <w:sdtEndPr/>
            <w:sdtContent>
              <w:sdt>
                <w:sdtPr>
                  <w:rPr>
                    <w:rFonts w:asciiTheme="majorHAnsi" w:hAnsiTheme="majorHAnsi" w:cstheme="majorHAnsi"/>
                  </w:rPr>
                  <w:id w:val="387317829"/>
                  <w:placeholder>
                    <w:docPart w:val="E4C1501281B14BB98EF640B673296304"/>
                  </w:placeholder>
                </w:sdtPr>
                <w:sdtEndPr/>
                <w:sdtContent>
                  <w:p w14:paraId="6C56DD18" w14:textId="47EF9FC7" w:rsidR="00BB78B4" w:rsidRDefault="00BB78B4" w:rsidP="00E76427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BB78B4" w:rsidRPr="001B6037" w14:paraId="17102D80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7A7DE" w14:textId="5CE61285" w:rsidR="00BB78B4" w:rsidRDefault="00BB78B4" w:rsidP="00BB78B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       </w:t>
            </w:r>
            <w:r w:rsidRPr="00BB78B4">
              <w:rPr>
                <w:rFonts w:asciiTheme="majorHAnsi" w:hAnsiTheme="majorHAnsi" w:cstheme="majorHAnsi"/>
              </w:rPr>
              <w:t>flexe (</w:t>
            </w:r>
            <w:proofErr w:type="gramStart"/>
            <w:r w:rsidRPr="00BB78B4">
              <w:rPr>
                <w:rFonts w:asciiTheme="majorHAnsi" w:hAnsiTheme="majorHAnsi" w:cstheme="majorHAnsi"/>
              </w:rPr>
              <w:t>el</w:t>
            </w:r>
            <w:r>
              <w:rPr>
                <w:rFonts w:asciiTheme="majorHAnsi" w:hAnsiTheme="majorHAnsi" w:cstheme="majorHAnsi"/>
              </w:rPr>
              <w:t>evace - zdvih</w:t>
            </w:r>
            <w:proofErr w:type="gramEnd"/>
            <w:r>
              <w:rPr>
                <w:rFonts w:asciiTheme="majorHAnsi" w:hAnsiTheme="majorHAnsi" w:cstheme="majorHAnsi"/>
              </w:rPr>
              <w:t>) min.  30° – 175°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50283372"/>
              <w:placeholder>
                <w:docPart w:val="1E84EA81037B460A806C521EAD93D2F3"/>
              </w:placeholder>
            </w:sdtPr>
            <w:sdtEndPr/>
            <w:sdtContent>
              <w:sdt>
                <w:sdtPr>
                  <w:rPr>
                    <w:rFonts w:asciiTheme="majorHAnsi" w:hAnsiTheme="majorHAnsi" w:cstheme="majorHAnsi"/>
                  </w:rPr>
                  <w:id w:val="96304005"/>
                  <w:placeholder>
                    <w:docPart w:val="9FBE2CE375D1400FBE01C70BA4286C41"/>
                  </w:placeholder>
                </w:sdtPr>
                <w:sdtEndPr/>
                <w:sdtContent>
                  <w:p w14:paraId="17CFB99B" w14:textId="3B22C088" w:rsidR="00BB78B4" w:rsidRDefault="00BB78B4" w:rsidP="00E76427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</w:tbl>
    <w:p w14:paraId="4BBD2BE2" w14:textId="77777777" w:rsidR="00AF50A0" w:rsidRDefault="00AF50A0" w:rsidP="00AF50A0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AF50A0" w:rsidRPr="001B6037" w14:paraId="13B98674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949AE" w14:textId="77777777" w:rsidR="00AF50A0" w:rsidRPr="001B6037" w:rsidRDefault="00AF50A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630975738"/>
            <w:placeholder>
              <w:docPart w:val="66A01DA06322437AA467722B2BF1E330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D9C641E" w14:textId="77777777" w:rsidR="00AF50A0" w:rsidRPr="001B6037" w:rsidRDefault="00AF50A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AF50A0" w:rsidRPr="001B6037" w14:paraId="6E342BAD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7C26B" w14:textId="77777777" w:rsidR="00AF50A0" w:rsidRPr="001B6037" w:rsidRDefault="00AF50A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761219353"/>
            <w:placeholder>
              <w:docPart w:val="73148FC86A214658A85D34711C4A3AA9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9A5823" w14:textId="77777777" w:rsidR="00AF50A0" w:rsidRPr="001B6037" w:rsidRDefault="00AF50A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01CBE9D4" w14:textId="77777777" w:rsidR="00D67E53" w:rsidRPr="001B6037" w:rsidRDefault="00D67E5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588"/>
        <w:gridCol w:w="709"/>
        <w:gridCol w:w="2410"/>
        <w:gridCol w:w="2522"/>
      </w:tblGrid>
      <w:tr w:rsidR="00E00962" w:rsidRPr="001B6037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1B6037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1B6037" w14:paraId="4074A21D" w14:textId="77777777" w:rsidTr="00457241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1B6037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7BEAF5CF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 Kč bez DPH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3EF5B29B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Cena v Kč </w:t>
            </w:r>
            <w:r w:rsidR="00173871">
              <w:rPr>
                <w:rFonts w:asciiTheme="majorHAnsi" w:hAnsiTheme="majorHAnsi" w:cstheme="majorHAnsi"/>
                <w:b/>
              </w:rPr>
              <w:t>vč.</w:t>
            </w:r>
            <w:r w:rsidR="006F0443">
              <w:rPr>
                <w:rFonts w:asciiTheme="majorHAnsi" w:hAnsiTheme="majorHAnsi" w:cstheme="majorHAnsi"/>
                <w:b/>
              </w:rPr>
              <w:t xml:space="preserve"> </w:t>
            </w:r>
            <w:r w:rsidRPr="001B6037">
              <w:rPr>
                <w:rFonts w:asciiTheme="majorHAnsi" w:hAnsiTheme="majorHAnsi" w:cstheme="majorHAnsi"/>
                <w:b/>
              </w:rPr>
              <w:t xml:space="preserve">DPH </w:t>
            </w:r>
          </w:p>
        </w:tc>
      </w:tr>
      <w:tr w:rsidR="00476C10" w:rsidRPr="001B6037" w14:paraId="5BC54D13" w14:textId="77777777" w:rsidTr="00457241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E45754" w14:textId="0544A8C5" w:rsidR="00476C10" w:rsidRPr="00AF50A0" w:rsidRDefault="00AF50A0" w:rsidP="008E6036">
            <w:pPr>
              <w:spacing w:after="0" w:line="276" w:lineRule="auto"/>
              <w:rPr>
                <w:rFonts w:asciiTheme="majorHAnsi" w:hAnsiTheme="majorHAnsi" w:cstheme="majorHAnsi"/>
              </w:rPr>
            </w:pPr>
            <w:proofErr w:type="spellStart"/>
            <w:r w:rsidRPr="00AF50A0">
              <w:rPr>
                <w:rFonts w:asciiTheme="majorHAnsi" w:hAnsiTheme="majorHAnsi" w:cstheme="majorHAnsi"/>
              </w:rPr>
              <w:t>Motodlaha</w:t>
            </w:r>
            <w:proofErr w:type="spellEnd"/>
            <w:r w:rsidRPr="00AF50A0">
              <w:rPr>
                <w:rFonts w:asciiTheme="majorHAnsi" w:hAnsiTheme="majorHAnsi" w:cstheme="majorHAnsi"/>
              </w:rPr>
              <w:t xml:space="preserve"> kolenní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6F6E824" w14:textId="5EA7122B" w:rsidR="00476C10" w:rsidRPr="000A737E" w:rsidRDefault="00E73054" w:rsidP="000A737E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738046703"/>
            <w:placeholder>
              <w:docPart w:val="1D8286135F814BED91DD1C83F3FA0F73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1273209654"/>
                <w:placeholder>
                  <w:docPart w:val="68EBE5D56C31472486A04ACFA53F1F22"/>
                </w:placeholder>
                <w:showingPlcHdr/>
              </w:sdtPr>
              <w:sdtEndPr/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19347084" w14:textId="4E9AA4DC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131371390"/>
            <w:placeholder>
              <w:docPart w:val="C3F7BF37D2F941618052AAF1D6E17C6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-369381323"/>
                <w:placeholder>
                  <w:docPart w:val="98DBC51217364266A6BACBBCCD6166EF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BCD3DB7" w14:textId="19AF0F00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173871" w:rsidRPr="001B6037" w14:paraId="13EA5EFB" w14:textId="77777777" w:rsidTr="002961FD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0F5633" w14:textId="77777777" w:rsidR="00173871" w:rsidRPr="00AF50A0" w:rsidRDefault="00173871" w:rsidP="002961FD">
            <w:pPr>
              <w:spacing w:after="0" w:line="276" w:lineRule="auto"/>
              <w:rPr>
                <w:rFonts w:asciiTheme="majorHAnsi" w:hAnsiTheme="majorHAnsi" w:cstheme="majorHAnsi"/>
              </w:rPr>
            </w:pPr>
            <w:proofErr w:type="spellStart"/>
            <w:r w:rsidRPr="00AF50A0">
              <w:rPr>
                <w:rFonts w:asciiTheme="majorHAnsi" w:hAnsiTheme="majorHAnsi" w:cstheme="majorHAnsi"/>
              </w:rPr>
              <w:t>Motodlaha</w:t>
            </w:r>
            <w:proofErr w:type="spellEnd"/>
            <w:r w:rsidRPr="00AF50A0">
              <w:rPr>
                <w:rFonts w:asciiTheme="majorHAnsi" w:hAnsiTheme="majorHAnsi" w:cstheme="majorHAnsi"/>
              </w:rPr>
              <w:t xml:space="preserve"> ramenní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66ADE3D" w14:textId="5C75B6EA" w:rsidR="00173871" w:rsidRDefault="00173871" w:rsidP="002961FD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998949514"/>
            <w:placeholder>
              <w:docPart w:val="DE31B23F26754B728176A40356CCD98E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1CDC7971" w14:textId="77777777" w:rsidR="00173871" w:rsidRDefault="00173871" w:rsidP="002961F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A26B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903224742"/>
            <w:placeholder>
              <w:docPart w:val="A62B3C9F730647F0BE246C937870EBBB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12BAF21" w14:textId="77777777" w:rsidR="00173871" w:rsidRDefault="00173871" w:rsidP="002961F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8A26B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173871" w:rsidRPr="001B6037" w14:paraId="507B44E4" w14:textId="77777777" w:rsidTr="00173871"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24C45" w14:textId="732AF8FA" w:rsidR="00173871" w:rsidRPr="00173871" w:rsidRDefault="00173871" w:rsidP="00173871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-788973683"/>
            <w:placeholder>
              <w:docPart w:val="2082375D32B84617A1BC962C07C1EE4B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5EF4EC86" w14:textId="17659D70" w:rsidR="00173871" w:rsidRPr="006F0443" w:rsidRDefault="00173871" w:rsidP="00A9778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highlight w:val="yellow"/>
                  </w:rPr>
                </w:pPr>
                <w:r w:rsidRPr="006F0443"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-1075203578"/>
            <w:placeholder>
              <w:docPart w:val="EF01FD62EB8E4EB7A1BC02ABDD7FAFED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522BB60" w14:textId="00E6D738" w:rsidR="00173871" w:rsidRPr="006F0443" w:rsidRDefault="00173871" w:rsidP="00A9778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highlight w:val="yellow"/>
                  </w:rPr>
                </w:pPr>
                <w:r w:rsidRPr="006F0443"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48B6968B" w14:textId="77777777" w:rsidR="00B067DF" w:rsidRPr="001B603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1B603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1B603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1B603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B6379C8" w14:textId="21EB12FE" w:rsidR="00B067DF" w:rsidRPr="001B6037" w:rsidRDefault="001B7CEE" w:rsidP="00112827">
      <w:pPr>
        <w:spacing w:line="276" w:lineRule="auto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sectPr w:rsidR="00B067DF" w:rsidRPr="001B6037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1A561" w14:textId="77777777" w:rsidR="00A513EF" w:rsidRDefault="00A513EF" w:rsidP="002C4725">
      <w:pPr>
        <w:spacing w:after="0" w:line="240" w:lineRule="auto"/>
      </w:pPr>
      <w:r>
        <w:separator/>
      </w:r>
    </w:p>
  </w:endnote>
  <w:endnote w:type="continuationSeparator" w:id="0">
    <w:p w14:paraId="7A5B72FF" w14:textId="77777777" w:rsidR="00A513EF" w:rsidRDefault="00A513EF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1CE0" w14:textId="77777777" w:rsidR="00D74A83" w:rsidRDefault="00D74A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E73054">
          <w:rPr>
            <w:rFonts w:asciiTheme="majorHAnsi" w:hAnsiTheme="majorHAnsi" w:cstheme="majorHAnsi"/>
            <w:noProof/>
            <w:sz w:val="20"/>
          </w:rPr>
          <w:t>3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00015" w14:textId="77777777" w:rsidR="00A513EF" w:rsidRDefault="00A513EF" w:rsidP="002C4725">
      <w:pPr>
        <w:spacing w:after="0" w:line="240" w:lineRule="auto"/>
      </w:pPr>
      <w:r>
        <w:separator/>
      </w:r>
    </w:p>
  </w:footnote>
  <w:footnote w:type="continuationSeparator" w:id="0">
    <w:p w14:paraId="6C7D717C" w14:textId="77777777" w:rsidR="00A513EF" w:rsidRDefault="00A513EF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59C1A" w14:textId="77777777" w:rsidR="00D74A83" w:rsidRDefault="00D74A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4C3D" w14:textId="77777777" w:rsidR="00D74A83" w:rsidRDefault="00D74A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CD92DB3"/>
    <w:multiLevelType w:val="hybridMultilevel"/>
    <w:tmpl w:val="661E052E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2FA4F9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453438">
    <w:abstractNumId w:val="20"/>
  </w:num>
  <w:num w:numId="2" w16cid:durableId="134032696">
    <w:abstractNumId w:val="6"/>
  </w:num>
  <w:num w:numId="3" w16cid:durableId="833230463">
    <w:abstractNumId w:val="0"/>
  </w:num>
  <w:num w:numId="4" w16cid:durableId="545458538">
    <w:abstractNumId w:val="14"/>
  </w:num>
  <w:num w:numId="5" w16cid:durableId="2062898255">
    <w:abstractNumId w:val="10"/>
  </w:num>
  <w:num w:numId="6" w16cid:durableId="1321811618">
    <w:abstractNumId w:val="10"/>
  </w:num>
  <w:num w:numId="7" w16cid:durableId="1838186132">
    <w:abstractNumId w:val="1"/>
  </w:num>
  <w:num w:numId="8" w16cid:durableId="1678387657">
    <w:abstractNumId w:val="17"/>
  </w:num>
  <w:num w:numId="9" w16cid:durableId="724763632">
    <w:abstractNumId w:val="5"/>
  </w:num>
  <w:num w:numId="10" w16cid:durableId="825779244">
    <w:abstractNumId w:val="9"/>
  </w:num>
  <w:num w:numId="11" w16cid:durableId="1640456098">
    <w:abstractNumId w:val="8"/>
  </w:num>
  <w:num w:numId="12" w16cid:durableId="1655988194">
    <w:abstractNumId w:val="16"/>
  </w:num>
  <w:num w:numId="13" w16cid:durableId="1193614676">
    <w:abstractNumId w:val="4"/>
  </w:num>
  <w:num w:numId="14" w16cid:durableId="2080864027">
    <w:abstractNumId w:val="18"/>
  </w:num>
  <w:num w:numId="15" w16cid:durableId="221909360">
    <w:abstractNumId w:val="3"/>
  </w:num>
  <w:num w:numId="16" w16cid:durableId="289477351">
    <w:abstractNumId w:val="11"/>
  </w:num>
  <w:num w:numId="17" w16cid:durableId="1878739739">
    <w:abstractNumId w:val="12"/>
  </w:num>
  <w:num w:numId="18" w16cid:durableId="2102292498">
    <w:abstractNumId w:val="6"/>
  </w:num>
  <w:num w:numId="19" w16cid:durableId="1494376024">
    <w:abstractNumId w:val="20"/>
  </w:num>
  <w:num w:numId="20" w16cid:durableId="1550805237">
    <w:abstractNumId w:val="7"/>
  </w:num>
  <w:num w:numId="21" w16cid:durableId="1763329981">
    <w:abstractNumId w:val="2"/>
  </w:num>
  <w:num w:numId="22" w16cid:durableId="108209648">
    <w:abstractNumId w:val="20"/>
    <w:lvlOverride w:ilvl="0">
      <w:startOverride w:val="1"/>
    </w:lvlOverride>
  </w:num>
  <w:num w:numId="23" w16cid:durableId="724793579">
    <w:abstractNumId w:val="13"/>
  </w:num>
  <w:num w:numId="24" w16cid:durableId="1729524697">
    <w:abstractNumId w:val="19"/>
  </w:num>
  <w:num w:numId="25" w16cid:durableId="164608371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81hfqJmLBvS2Do8u2tl4QETy4yQHLwB0MLhE3eNrxBT6abEz2YrueSOXSIUTIv6fftaPz/FoWKXQ2sTcEhStZQ==" w:salt="d2i1zjHlPJb4+54PHHGwu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21523"/>
    <w:rsid w:val="0002176F"/>
    <w:rsid w:val="00037BE2"/>
    <w:rsid w:val="000502B4"/>
    <w:rsid w:val="00060A0B"/>
    <w:rsid w:val="00072135"/>
    <w:rsid w:val="00082C5A"/>
    <w:rsid w:val="000A3A57"/>
    <w:rsid w:val="000A737E"/>
    <w:rsid w:val="000B13BF"/>
    <w:rsid w:val="000B42C0"/>
    <w:rsid w:val="000D388A"/>
    <w:rsid w:val="000D3E20"/>
    <w:rsid w:val="000D4ACB"/>
    <w:rsid w:val="000E6035"/>
    <w:rsid w:val="0011101A"/>
    <w:rsid w:val="00112827"/>
    <w:rsid w:val="00130843"/>
    <w:rsid w:val="001341D9"/>
    <w:rsid w:val="00173871"/>
    <w:rsid w:val="0018712C"/>
    <w:rsid w:val="00195D10"/>
    <w:rsid w:val="001A3941"/>
    <w:rsid w:val="001B4BA1"/>
    <w:rsid w:val="001B6037"/>
    <w:rsid w:val="001B7CEE"/>
    <w:rsid w:val="001D4142"/>
    <w:rsid w:val="001E6B18"/>
    <w:rsid w:val="00213061"/>
    <w:rsid w:val="0022176A"/>
    <w:rsid w:val="002240E1"/>
    <w:rsid w:val="00230D1E"/>
    <w:rsid w:val="00253A2B"/>
    <w:rsid w:val="0026293F"/>
    <w:rsid w:val="00265056"/>
    <w:rsid w:val="00267824"/>
    <w:rsid w:val="00273B04"/>
    <w:rsid w:val="002A0FD3"/>
    <w:rsid w:val="002B58E1"/>
    <w:rsid w:val="002C4725"/>
    <w:rsid w:val="002D727F"/>
    <w:rsid w:val="002F1AF3"/>
    <w:rsid w:val="002F311B"/>
    <w:rsid w:val="002F739C"/>
    <w:rsid w:val="003006F3"/>
    <w:rsid w:val="003145E3"/>
    <w:rsid w:val="00316023"/>
    <w:rsid w:val="00350935"/>
    <w:rsid w:val="00351A75"/>
    <w:rsid w:val="00360120"/>
    <w:rsid w:val="003727E0"/>
    <w:rsid w:val="00381CA4"/>
    <w:rsid w:val="003823F4"/>
    <w:rsid w:val="00393720"/>
    <w:rsid w:val="003B4AC3"/>
    <w:rsid w:val="003D2088"/>
    <w:rsid w:val="003D6DD0"/>
    <w:rsid w:val="003D7F63"/>
    <w:rsid w:val="003F0F2F"/>
    <w:rsid w:val="003F121F"/>
    <w:rsid w:val="003F660A"/>
    <w:rsid w:val="00402441"/>
    <w:rsid w:val="0042264A"/>
    <w:rsid w:val="00425D1D"/>
    <w:rsid w:val="00427539"/>
    <w:rsid w:val="00451143"/>
    <w:rsid w:val="004524C6"/>
    <w:rsid w:val="0045616B"/>
    <w:rsid w:val="00457241"/>
    <w:rsid w:val="00465EE0"/>
    <w:rsid w:val="00474F9E"/>
    <w:rsid w:val="00476C10"/>
    <w:rsid w:val="00476C99"/>
    <w:rsid w:val="00486079"/>
    <w:rsid w:val="00490D7F"/>
    <w:rsid w:val="004920C2"/>
    <w:rsid w:val="00492F6D"/>
    <w:rsid w:val="00494E93"/>
    <w:rsid w:val="004B0B9F"/>
    <w:rsid w:val="004B3047"/>
    <w:rsid w:val="004B5A97"/>
    <w:rsid w:val="004B6AE8"/>
    <w:rsid w:val="004C07D9"/>
    <w:rsid w:val="004F78C4"/>
    <w:rsid w:val="00514493"/>
    <w:rsid w:val="00521110"/>
    <w:rsid w:val="00546C43"/>
    <w:rsid w:val="00547528"/>
    <w:rsid w:val="00550E82"/>
    <w:rsid w:val="0055358D"/>
    <w:rsid w:val="00555998"/>
    <w:rsid w:val="00556959"/>
    <w:rsid w:val="005779E6"/>
    <w:rsid w:val="005A375F"/>
    <w:rsid w:val="005D06AD"/>
    <w:rsid w:val="005D3048"/>
    <w:rsid w:val="005D53C2"/>
    <w:rsid w:val="005D66AA"/>
    <w:rsid w:val="005F350C"/>
    <w:rsid w:val="0063433E"/>
    <w:rsid w:val="006365AF"/>
    <w:rsid w:val="00642D69"/>
    <w:rsid w:val="006432B7"/>
    <w:rsid w:val="00654C09"/>
    <w:rsid w:val="00694C0A"/>
    <w:rsid w:val="006A51E9"/>
    <w:rsid w:val="006C1405"/>
    <w:rsid w:val="006C1EA8"/>
    <w:rsid w:val="006C64E7"/>
    <w:rsid w:val="006C77CF"/>
    <w:rsid w:val="006D0092"/>
    <w:rsid w:val="006E2D99"/>
    <w:rsid w:val="006F0443"/>
    <w:rsid w:val="006F3384"/>
    <w:rsid w:val="00716AFF"/>
    <w:rsid w:val="00722CDE"/>
    <w:rsid w:val="007244DA"/>
    <w:rsid w:val="00732957"/>
    <w:rsid w:val="007442A1"/>
    <w:rsid w:val="00752E90"/>
    <w:rsid w:val="00760FF7"/>
    <w:rsid w:val="00761FC5"/>
    <w:rsid w:val="00763788"/>
    <w:rsid w:val="00774595"/>
    <w:rsid w:val="00775992"/>
    <w:rsid w:val="007913D3"/>
    <w:rsid w:val="00794A6B"/>
    <w:rsid w:val="007C2B3C"/>
    <w:rsid w:val="007D378E"/>
    <w:rsid w:val="007D71CA"/>
    <w:rsid w:val="007E078A"/>
    <w:rsid w:val="007E5031"/>
    <w:rsid w:val="007F5806"/>
    <w:rsid w:val="007F73AC"/>
    <w:rsid w:val="00806897"/>
    <w:rsid w:val="00812B50"/>
    <w:rsid w:val="00812B87"/>
    <w:rsid w:val="008138E5"/>
    <w:rsid w:val="00827468"/>
    <w:rsid w:val="008309D1"/>
    <w:rsid w:val="00834AA1"/>
    <w:rsid w:val="0083516D"/>
    <w:rsid w:val="0083788E"/>
    <w:rsid w:val="008673D8"/>
    <w:rsid w:val="00895DAF"/>
    <w:rsid w:val="008C45B9"/>
    <w:rsid w:val="008E111D"/>
    <w:rsid w:val="008E6036"/>
    <w:rsid w:val="008E6429"/>
    <w:rsid w:val="008E7051"/>
    <w:rsid w:val="008F3E3E"/>
    <w:rsid w:val="00903F97"/>
    <w:rsid w:val="009105DB"/>
    <w:rsid w:val="00917068"/>
    <w:rsid w:val="00933CB2"/>
    <w:rsid w:val="00941FC4"/>
    <w:rsid w:val="00976C17"/>
    <w:rsid w:val="00986FE5"/>
    <w:rsid w:val="00993A33"/>
    <w:rsid w:val="009974C4"/>
    <w:rsid w:val="009A5C04"/>
    <w:rsid w:val="009B67B4"/>
    <w:rsid w:val="009B7883"/>
    <w:rsid w:val="009D3FA2"/>
    <w:rsid w:val="009E3417"/>
    <w:rsid w:val="00A10BCA"/>
    <w:rsid w:val="00A26520"/>
    <w:rsid w:val="00A513EF"/>
    <w:rsid w:val="00A64D3D"/>
    <w:rsid w:val="00A7405D"/>
    <w:rsid w:val="00A741CB"/>
    <w:rsid w:val="00A97784"/>
    <w:rsid w:val="00AC4E5A"/>
    <w:rsid w:val="00AE3343"/>
    <w:rsid w:val="00AF25BE"/>
    <w:rsid w:val="00AF4FAD"/>
    <w:rsid w:val="00AF50A0"/>
    <w:rsid w:val="00AF7033"/>
    <w:rsid w:val="00B01F6F"/>
    <w:rsid w:val="00B067DF"/>
    <w:rsid w:val="00B527F4"/>
    <w:rsid w:val="00B534CA"/>
    <w:rsid w:val="00B56A03"/>
    <w:rsid w:val="00B96046"/>
    <w:rsid w:val="00BA141F"/>
    <w:rsid w:val="00BA7D33"/>
    <w:rsid w:val="00BB78B4"/>
    <w:rsid w:val="00BC005C"/>
    <w:rsid w:val="00BE4A66"/>
    <w:rsid w:val="00BF0C4B"/>
    <w:rsid w:val="00BF318F"/>
    <w:rsid w:val="00BF4D9C"/>
    <w:rsid w:val="00BF71BE"/>
    <w:rsid w:val="00C01C47"/>
    <w:rsid w:val="00C16997"/>
    <w:rsid w:val="00C23834"/>
    <w:rsid w:val="00C26691"/>
    <w:rsid w:val="00C649B0"/>
    <w:rsid w:val="00C70411"/>
    <w:rsid w:val="00C72A8D"/>
    <w:rsid w:val="00C76BAC"/>
    <w:rsid w:val="00CB2191"/>
    <w:rsid w:val="00CC50AF"/>
    <w:rsid w:val="00CD1ADC"/>
    <w:rsid w:val="00CD39FA"/>
    <w:rsid w:val="00CE111F"/>
    <w:rsid w:val="00CE184D"/>
    <w:rsid w:val="00CE5CDF"/>
    <w:rsid w:val="00CE7DEE"/>
    <w:rsid w:val="00D05014"/>
    <w:rsid w:val="00D22DCA"/>
    <w:rsid w:val="00D41F6D"/>
    <w:rsid w:val="00D67E53"/>
    <w:rsid w:val="00D74A83"/>
    <w:rsid w:val="00D855B4"/>
    <w:rsid w:val="00D942E7"/>
    <w:rsid w:val="00DA2467"/>
    <w:rsid w:val="00DD01E9"/>
    <w:rsid w:val="00DE6659"/>
    <w:rsid w:val="00E00962"/>
    <w:rsid w:val="00E046B0"/>
    <w:rsid w:val="00E11C07"/>
    <w:rsid w:val="00E26341"/>
    <w:rsid w:val="00E34B49"/>
    <w:rsid w:val="00E54BD7"/>
    <w:rsid w:val="00E65E02"/>
    <w:rsid w:val="00E73054"/>
    <w:rsid w:val="00E758E1"/>
    <w:rsid w:val="00E85425"/>
    <w:rsid w:val="00E94454"/>
    <w:rsid w:val="00E97905"/>
    <w:rsid w:val="00EA06C0"/>
    <w:rsid w:val="00EA1445"/>
    <w:rsid w:val="00EB377A"/>
    <w:rsid w:val="00EC6D81"/>
    <w:rsid w:val="00EE2E83"/>
    <w:rsid w:val="00EF2A2A"/>
    <w:rsid w:val="00F038FF"/>
    <w:rsid w:val="00F118E1"/>
    <w:rsid w:val="00F13430"/>
    <w:rsid w:val="00F52BE7"/>
    <w:rsid w:val="00F555BA"/>
    <w:rsid w:val="00F6706F"/>
    <w:rsid w:val="00F72D7A"/>
    <w:rsid w:val="00F76B2F"/>
    <w:rsid w:val="00F84153"/>
    <w:rsid w:val="00FC444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1D8286135F814BED91DD1C83F3FA0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B1008-4ED3-4D7B-9605-2B12BFFD7402}"/>
      </w:docPartPr>
      <w:docPartBody>
        <w:p w:rsidR="00493DBA" w:rsidRDefault="00E60E3D" w:rsidP="00E60E3D">
          <w:pPr>
            <w:pStyle w:val="1D8286135F814BED91DD1C83F3FA0F73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68EBE5D56C31472486A04ACFA53F1F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6B3DC-9164-412D-A392-30391A35D639}"/>
      </w:docPartPr>
      <w:docPartBody>
        <w:p w:rsidR="00493DBA" w:rsidRDefault="00E60E3D" w:rsidP="00E60E3D">
          <w:pPr>
            <w:pStyle w:val="68EBE5D56C31472486A04ACFA53F1F22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F7BF37D2F941618052AAF1D6E17C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C5D52-B242-4F19-AC32-7B31A9172726}"/>
      </w:docPartPr>
      <w:docPartBody>
        <w:p w:rsidR="00493DBA" w:rsidRDefault="00E60E3D" w:rsidP="00E60E3D">
          <w:pPr>
            <w:pStyle w:val="C3F7BF37D2F941618052AAF1D6E17C67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98DBC51217364266A6BACBBCCD616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87F34-DE18-40DC-A3C1-F454DEF17AAC}"/>
      </w:docPartPr>
      <w:docPartBody>
        <w:p w:rsidR="00493DBA" w:rsidRDefault="00E60E3D" w:rsidP="00E60E3D">
          <w:pPr>
            <w:pStyle w:val="98DBC51217364266A6BACBBCCD6166EF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B662E1D4F841258EA39C45E6D160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6D4EE-BDFD-4C2E-803C-8FD49EC23499}"/>
      </w:docPartPr>
      <w:docPartBody>
        <w:p w:rsidR="001B2A68" w:rsidRDefault="006B5F1C" w:rsidP="006B5F1C">
          <w:pPr>
            <w:pStyle w:val="D1B662E1D4F841258EA39C45E6D1603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1FEBC90738B48299E9A2C8DECD59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8DEFF9-E112-4564-9006-D5054AC2533C}"/>
      </w:docPartPr>
      <w:docPartBody>
        <w:p w:rsidR="001B2A68" w:rsidRDefault="006B5F1C" w:rsidP="006B5F1C">
          <w:pPr>
            <w:pStyle w:val="81FEBC90738B48299E9A2C8DECD59C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6382C6E8CD94B03A712674C4325CF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ADDE65-4833-4EAD-9C12-8DB2B7006933}"/>
      </w:docPartPr>
      <w:docPartBody>
        <w:p w:rsidR="002306F6" w:rsidRDefault="00DF5299" w:rsidP="00DF5299">
          <w:pPr>
            <w:pStyle w:val="16382C6E8CD94B03A712674C4325CF7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0ABFE068014E898F244130464B3D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FF387-FBD0-451E-8352-E214B3BA92F6}"/>
      </w:docPartPr>
      <w:docPartBody>
        <w:p w:rsidR="002306F6" w:rsidRDefault="00DF5299" w:rsidP="00DF5299">
          <w:pPr>
            <w:pStyle w:val="350ABFE068014E898F244130464B3D1A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2FCF3CF95014B25857FFB0B3EF94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BE6C4-76DF-4BA9-99C0-4C03BA8A0EB0}"/>
      </w:docPartPr>
      <w:docPartBody>
        <w:p w:rsidR="002306F6" w:rsidRDefault="00DF5299" w:rsidP="00DF5299">
          <w:pPr>
            <w:pStyle w:val="52FCF3CF95014B25857FFB0B3EF9403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4B53AAB16FF4D499F58D0A12BBE8A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388A0-14D9-4498-A026-43A440F159E4}"/>
      </w:docPartPr>
      <w:docPartBody>
        <w:p w:rsidR="002306F6" w:rsidRDefault="00DF5299" w:rsidP="00DF5299">
          <w:pPr>
            <w:pStyle w:val="44B53AAB16FF4D499F58D0A12BBE8A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6A01DA06322437AA467722B2BF1E3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5F519-B8BD-45C3-81C6-0C24EC0C4F26}"/>
      </w:docPartPr>
      <w:docPartBody>
        <w:p w:rsidR="002306F6" w:rsidRDefault="00DF5299" w:rsidP="00DF5299">
          <w:pPr>
            <w:pStyle w:val="66A01DA06322437AA467722B2BF1E330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3148FC86A214658A85D34711C4A3A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DA4050-1989-4D6C-96B3-077B2F9D872F}"/>
      </w:docPartPr>
      <w:docPartBody>
        <w:p w:rsidR="002306F6" w:rsidRDefault="00DF5299" w:rsidP="00DF5299">
          <w:pPr>
            <w:pStyle w:val="73148FC86A214658A85D34711C4A3AA9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28DB48E2B4C47B79321BFF5F6A7E6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BD7DDA-868E-4F61-A2D0-10CE9F71EC7F}"/>
      </w:docPartPr>
      <w:docPartBody>
        <w:p w:rsidR="001F6E6D" w:rsidRDefault="002306F6" w:rsidP="002306F6">
          <w:pPr>
            <w:pStyle w:val="D28DB48E2B4C47B79321BFF5F6A7E67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3725AA8C23140A9BC6BFA8A8B334F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4B394-7162-4FFC-87D6-FBA640A92979}"/>
      </w:docPartPr>
      <w:docPartBody>
        <w:p w:rsidR="001F6E6D" w:rsidRDefault="002306F6" w:rsidP="002306F6">
          <w:pPr>
            <w:pStyle w:val="F3725AA8C23140A9BC6BFA8A8B334F0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874DF788DD44C66B4239FC46561E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07B3BA-3393-48A8-8A96-EADF16474AAE}"/>
      </w:docPartPr>
      <w:docPartBody>
        <w:p w:rsidR="001F6E6D" w:rsidRDefault="002306F6" w:rsidP="002306F6">
          <w:pPr>
            <w:pStyle w:val="1874DF788DD44C66B4239FC46561E0E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5429EA17B704F8DB0912F87887453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935F9-97E8-4320-A6F4-74FE12C659DB}"/>
      </w:docPartPr>
      <w:docPartBody>
        <w:p w:rsidR="001F6E6D" w:rsidRDefault="002306F6" w:rsidP="002306F6">
          <w:pPr>
            <w:pStyle w:val="C5429EA17B704F8DB0912F87887453B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A2DDAA92D0B47BCB654D7982E80A8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4AC7C3-FFF4-4FAE-84E6-8DFF0363824B}"/>
      </w:docPartPr>
      <w:docPartBody>
        <w:p w:rsidR="001F6E6D" w:rsidRDefault="002306F6" w:rsidP="002306F6">
          <w:pPr>
            <w:pStyle w:val="1A2DDAA92D0B47BCB654D7982E80A8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E5D3153C3A04476ACB3C6910DBADA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4EA6E-0CD6-4D10-8819-7C38AE1632E1}"/>
      </w:docPartPr>
      <w:docPartBody>
        <w:p w:rsidR="001F6E6D" w:rsidRDefault="002306F6" w:rsidP="002306F6">
          <w:pPr>
            <w:pStyle w:val="0E5D3153C3A04476ACB3C6910DBADA4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31F569F9B444AB8E9D1BE852C39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E54939-8AC1-473B-A58C-169A45D394C8}"/>
      </w:docPartPr>
      <w:docPartBody>
        <w:p w:rsidR="001F6E6D" w:rsidRDefault="002306F6" w:rsidP="002306F6">
          <w:pPr>
            <w:pStyle w:val="9031F569F9B444AB8E9D1BE852C395D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22F9CEA918C41449D88DF2A5A57EB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3CB10E-13A0-4DE6-9477-9435113D8F19}"/>
      </w:docPartPr>
      <w:docPartBody>
        <w:p w:rsidR="001F6E6D" w:rsidRDefault="002306F6" w:rsidP="002306F6">
          <w:pPr>
            <w:pStyle w:val="F22F9CEA918C41449D88DF2A5A57EBD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41A150262F415483BBE3D51BCA12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AEAE1A-9B76-4EF9-8704-22A42468B689}"/>
      </w:docPartPr>
      <w:docPartBody>
        <w:p w:rsidR="001F6E6D" w:rsidRDefault="002306F6" w:rsidP="002306F6">
          <w:pPr>
            <w:pStyle w:val="2D41A150262F415483BBE3D51BCA12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7F642530364DE4874364A0FD389F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1C40EC-1D89-4C90-9768-DDEB0E643D23}"/>
      </w:docPartPr>
      <w:docPartBody>
        <w:p w:rsidR="001F6E6D" w:rsidRDefault="002306F6" w:rsidP="002306F6">
          <w:pPr>
            <w:pStyle w:val="887F642530364DE4874364A0FD389F6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7FD97C6E80F41B7A47CCCAA5A8B1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107E6-7445-49D3-A9C2-E5726EA5AE83}"/>
      </w:docPartPr>
      <w:docPartBody>
        <w:p w:rsidR="001F6E6D" w:rsidRDefault="002306F6" w:rsidP="002306F6">
          <w:pPr>
            <w:pStyle w:val="D7FD97C6E80F41B7A47CCCAA5A8B12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22AE628A4D40229DEAAA442F318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226E4-F4B2-45A1-9677-17E4C5BA9661}"/>
      </w:docPartPr>
      <w:docPartBody>
        <w:p w:rsidR="001F6E6D" w:rsidRDefault="002306F6" w:rsidP="002306F6">
          <w:pPr>
            <w:pStyle w:val="9D22AE628A4D40229DEAAA442F3187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D690665A8AE49F3A20CA19534D286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87499-5684-4B7A-84F9-C1A319726379}"/>
      </w:docPartPr>
      <w:docPartBody>
        <w:p w:rsidR="001F6E6D" w:rsidRDefault="002306F6" w:rsidP="002306F6">
          <w:pPr>
            <w:pStyle w:val="8D690665A8AE49F3A20CA19534D2863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898EB56AA64FDC9C0EEB325A1E88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E623ED-27D5-4CA3-B743-27395F3D3F48}"/>
      </w:docPartPr>
      <w:docPartBody>
        <w:p w:rsidR="001F6E6D" w:rsidRDefault="002306F6" w:rsidP="002306F6">
          <w:pPr>
            <w:pStyle w:val="20898EB56AA64FDC9C0EEB325A1E88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B8D6117250478AA383981746875E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836D4F-8AE4-47A8-8791-2CD45227FD27}"/>
      </w:docPartPr>
      <w:docPartBody>
        <w:p w:rsidR="001F6E6D" w:rsidRDefault="002306F6" w:rsidP="002306F6">
          <w:pPr>
            <w:pStyle w:val="A4B8D6117250478AA383981746875E2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2777058F7641298713E5C610623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04E2B7-1564-4533-B3B8-8EBED642A8CC}"/>
      </w:docPartPr>
      <w:docPartBody>
        <w:p w:rsidR="001F6E6D" w:rsidRDefault="002306F6" w:rsidP="002306F6">
          <w:pPr>
            <w:pStyle w:val="E62777058F7641298713E5C6106238F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63883DFA124429983970ACBEBB1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B11ACC-473E-48BC-AF66-26EF2D7198AF}"/>
      </w:docPartPr>
      <w:docPartBody>
        <w:p w:rsidR="001F6E6D" w:rsidRDefault="002306F6" w:rsidP="002306F6">
          <w:pPr>
            <w:pStyle w:val="2B63883DFA124429983970ACBEBB1C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74418526B184D0680861FDE16CA71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13C105-CBF6-4EEA-BE25-EDC876469E7A}"/>
      </w:docPartPr>
      <w:docPartBody>
        <w:p w:rsidR="001F6E6D" w:rsidRDefault="002306F6" w:rsidP="002306F6">
          <w:pPr>
            <w:pStyle w:val="B74418526B184D0680861FDE16CA713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2C2A41F44AD46C8BC5397EABFC125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0CF71-5FC3-4026-9DEF-8BAF35C596FB}"/>
      </w:docPartPr>
      <w:docPartBody>
        <w:p w:rsidR="001F6E6D" w:rsidRDefault="002306F6" w:rsidP="002306F6">
          <w:pPr>
            <w:pStyle w:val="92C2A41F44AD46C8BC5397EABFC1255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3F4C31201C44DEB680B9ED3D33E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FB6AB-EF32-45DF-B4C1-C74B5BE8C87C}"/>
      </w:docPartPr>
      <w:docPartBody>
        <w:p w:rsidR="001F6E6D" w:rsidRDefault="002306F6" w:rsidP="002306F6">
          <w:pPr>
            <w:pStyle w:val="CB3F4C31201C44DEB680B9ED3D33E9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439F7BC79A24927A47113B7137CFE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048ABD-5956-4B56-9EF6-0DF07E8672B1}"/>
      </w:docPartPr>
      <w:docPartBody>
        <w:p w:rsidR="001F6E6D" w:rsidRDefault="002306F6" w:rsidP="002306F6">
          <w:pPr>
            <w:pStyle w:val="E439F7BC79A24927A47113B7137CFE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CA7DCD5395C4FF5A1B27D6BD53137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E9701C-A918-41FB-8C61-88B272FC9B91}"/>
      </w:docPartPr>
      <w:docPartBody>
        <w:p w:rsidR="001F6E6D" w:rsidRDefault="002306F6" w:rsidP="002306F6">
          <w:pPr>
            <w:pStyle w:val="2CA7DCD5395C4FF5A1B27D6BD53137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8F89D354B41473FA218BB44FF10DB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CF65F-872B-4D5E-A47D-3994C0E05D39}"/>
      </w:docPartPr>
      <w:docPartBody>
        <w:p w:rsidR="001F6E6D" w:rsidRDefault="002306F6" w:rsidP="002306F6">
          <w:pPr>
            <w:pStyle w:val="E8F89D354B41473FA218BB44FF10DB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6C6457ED5C4E72BA6B3224BCCF05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779A9-2F17-419D-90B6-0C5F638F006D}"/>
      </w:docPartPr>
      <w:docPartBody>
        <w:p w:rsidR="001F6E6D" w:rsidRDefault="002306F6" w:rsidP="002306F6">
          <w:pPr>
            <w:pStyle w:val="D96C6457ED5C4E72BA6B3224BCCF05B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8086ACE61E745319CA9B570405FE6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ECE8B-7379-40D7-9626-74284BBA2511}"/>
      </w:docPartPr>
      <w:docPartBody>
        <w:p w:rsidR="001F6E6D" w:rsidRDefault="002306F6" w:rsidP="002306F6">
          <w:pPr>
            <w:pStyle w:val="B8086ACE61E745319CA9B570405FE66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2F0D4DBC6214175A34A4A20A7D24B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5B449F-50BE-476E-AE8A-A32C0CE91721}"/>
      </w:docPartPr>
      <w:docPartBody>
        <w:p w:rsidR="001F6E6D" w:rsidRDefault="002306F6" w:rsidP="002306F6">
          <w:pPr>
            <w:pStyle w:val="92F0D4DBC6214175A34A4A20A7D24B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43C2D0F08342519CD5215A30ED17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F6E834-C4DB-4FA6-A2B9-C353C22D8B18}"/>
      </w:docPartPr>
      <w:docPartBody>
        <w:p w:rsidR="001F6E6D" w:rsidRDefault="002306F6" w:rsidP="002306F6">
          <w:pPr>
            <w:pStyle w:val="F443C2D0F08342519CD5215A30ED176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0DF3DD807A434286CA9875889645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90888-1E9F-4AFF-B7A3-5ACFC2088A41}"/>
      </w:docPartPr>
      <w:docPartBody>
        <w:p w:rsidR="001F6E6D" w:rsidRDefault="002306F6" w:rsidP="002306F6">
          <w:pPr>
            <w:pStyle w:val="A10DF3DD807A434286CA98758896459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61DD8F6138444BCA3E078939AB967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4DFAA7-895E-4B9F-A53E-270949F7E7B6}"/>
      </w:docPartPr>
      <w:docPartBody>
        <w:p w:rsidR="001F6E6D" w:rsidRDefault="002306F6" w:rsidP="002306F6">
          <w:pPr>
            <w:pStyle w:val="661DD8F6138444BCA3E078939AB967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C8F07408954C0BB0ECF1EBD73615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49DE3A-3DD6-45E5-804A-38A1873845DC}"/>
      </w:docPartPr>
      <w:docPartBody>
        <w:p w:rsidR="001F6E6D" w:rsidRDefault="002306F6" w:rsidP="002306F6">
          <w:pPr>
            <w:pStyle w:val="C3C8F07408954C0BB0ECF1EBD736158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E7E91EFA3C4448B83F8AA09939497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A176B-64DF-4DAA-BCBF-EC2E12C1AA4E}"/>
      </w:docPartPr>
      <w:docPartBody>
        <w:p w:rsidR="001F6E6D" w:rsidRDefault="002306F6" w:rsidP="002306F6">
          <w:pPr>
            <w:pStyle w:val="AE7E91EFA3C4448B83F8AA099394974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CB36AC3D60422A900A3FA0243284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8241B-2ABC-429C-A23D-B95569E39E25}"/>
      </w:docPartPr>
      <w:docPartBody>
        <w:p w:rsidR="001F6E6D" w:rsidRDefault="002306F6" w:rsidP="002306F6">
          <w:pPr>
            <w:pStyle w:val="9DCB36AC3D60422A900A3FA02432843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508172C6944B54A4DD04595D872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86BB3-E757-44AF-BBF9-B7DCBCE158D8}"/>
      </w:docPartPr>
      <w:docPartBody>
        <w:p w:rsidR="001F6E6D" w:rsidRDefault="002306F6" w:rsidP="002306F6">
          <w:pPr>
            <w:pStyle w:val="BF508172C6944B54A4DD04595D8724B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A4B4E8E3C774A98A3140E815C382F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0424C2-2B6B-4CBA-B062-A5CD32068A5C}"/>
      </w:docPartPr>
      <w:docPartBody>
        <w:p w:rsidR="001F6E6D" w:rsidRDefault="002306F6" w:rsidP="002306F6">
          <w:pPr>
            <w:pStyle w:val="4A4B4E8E3C774A98A3140E815C382F8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4C1501281B14BB98EF640B6732963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D919B-4E8F-4BCC-9A66-CA77373C697D}"/>
      </w:docPartPr>
      <w:docPartBody>
        <w:p w:rsidR="001F6E6D" w:rsidRDefault="002306F6" w:rsidP="002306F6">
          <w:pPr>
            <w:pStyle w:val="E4C1501281B14BB98EF640B67329630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84EA81037B460A806C521EAD93D2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AB71B-594F-43B9-9EEE-E1EBF4DF0417}"/>
      </w:docPartPr>
      <w:docPartBody>
        <w:p w:rsidR="001F6E6D" w:rsidRDefault="002306F6" w:rsidP="002306F6">
          <w:pPr>
            <w:pStyle w:val="1E84EA81037B460A806C521EAD93D2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FBE2CE375D1400FBE01C70BA4286C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FCC3C6-5C2C-4467-B9EA-CD3E3DA5CF8B}"/>
      </w:docPartPr>
      <w:docPartBody>
        <w:p w:rsidR="001F6E6D" w:rsidRDefault="002306F6" w:rsidP="002306F6">
          <w:pPr>
            <w:pStyle w:val="9FBE2CE375D1400FBE01C70BA4286C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543A93FE514B658801A61E8DAA0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6FD4F-5847-4C84-B606-3C28F3C20653}"/>
      </w:docPartPr>
      <w:docPartBody>
        <w:p w:rsidR="001F6E6D" w:rsidRDefault="002306F6" w:rsidP="002306F6">
          <w:pPr>
            <w:pStyle w:val="1E543A93FE514B658801A61E8DAA0D7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93458E3A1EB4719AB1AFC2BCDBD82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E176F-A339-4CA5-BF90-876020BBCBDF}"/>
      </w:docPartPr>
      <w:docPartBody>
        <w:p w:rsidR="001F6E6D" w:rsidRDefault="002306F6" w:rsidP="002306F6">
          <w:pPr>
            <w:pStyle w:val="093458E3A1EB4719AB1AFC2BCDBD826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E31B23F26754B728176A40356CCD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121C9C-BAAF-448D-A5E3-996DF1B69A45}"/>
      </w:docPartPr>
      <w:docPartBody>
        <w:p w:rsidR="00B912E7" w:rsidRDefault="00444B26" w:rsidP="00444B26">
          <w:pPr>
            <w:pStyle w:val="DE31B23F26754B728176A40356CCD98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2B3C9F730647F0BE246C937870EB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434A67-DF74-43A2-9181-97FBAF2CE7A2}"/>
      </w:docPartPr>
      <w:docPartBody>
        <w:p w:rsidR="00B912E7" w:rsidRDefault="00444B26" w:rsidP="00444B26">
          <w:pPr>
            <w:pStyle w:val="A62B3C9F730647F0BE246C937870EBBB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82375D32B84617A1BC962C07C1EE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6D3FB0-24CA-4458-8596-EFF9C83819B3}"/>
      </w:docPartPr>
      <w:docPartBody>
        <w:p w:rsidR="00B912E7" w:rsidRDefault="00444B26" w:rsidP="00444B26">
          <w:pPr>
            <w:pStyle w:val="2082375D32B84617A1BC962C07C1EE4B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01FD62EB8E4EB7A1BC02ABDD7FAF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DBE5D3-70B7-45C9-8318-AED1C443A7BC}"/>
      </w:docPartPr>
      <w:docPartBody>
        <w:p w:rsidR="00B912E7" w:rsidRDefault="00444B26" w:rsidP="00444B26">
          <w:pPr>
            <w:pStyle w:val="EF01FD62EB8E4EB7A1BC02ABDD7FAFE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233F2"/>
    <w:rsid w:val="00147144"/>
    <w:rsid w:val="001B2A68"/>
    <w:rsid w:val="001B5A7B"/>
    <w:rsid w:val="001C15CB"/>
    <w:rsid w:val="001F6E6D"/>
    <w:rsid w:val="002306F6"/>
    <w:rsid w:val="003051D9"/>
    <w:rsid w:val="003145E3"/>
    <w:rsid w:val="003941FA"/>
    <w:rsid w:val="00444B26"/>
    <w:rsid w:val="00493DBA"/>
    <w:rsid w:val="004E00EB"/>
    <w:rsid w:val="00514C65"/>
    <w:rsid w:val="0057362C"/>
    <w:rsid w:val="005D61AA"/>
    <w:rsid w:val="00651A9B"/>
    <w:rsid w:val="006B014E"/>
    <w:rsid w:val="006B5F1C"/>
    <w:rsid w:val="00774782"/>
    <w:rsid w:val="00780DD6"/>
    <w:rsid w:val="009A3103"/>
    <w:rsid w:val="00A10168"/>
    <w:rsid w:val="00B15090"/>
    <w:rsid w:val="00B70A57"/>
    <w:rsid w:val="00B912E7"/>
    <w:rsid w:val="00DF5299"/>
    <w:rsid w:val="00E60E3D"/>
    <w:rsid w:val="00EE65B4"/>
    <w:rsid w:val="00F2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4B26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B29D631DCE4947C3B3AF733DA07BD8F4">
    <w:name w:val="B29D631DCE4947C3B3AF733DA07BD8F4"/>
    <w:rsid w:val="00444B26"/>
  </w:style>
  <w:style w:type="paragraph" w:customStyle="1" w:styleId="E77A2926FFAF48D68C099E07F32225CC">
    <w:name w:val="E77A2926FFAF48D68C099E07F32225CC"/>
    <w:rsid w:val="00444B26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931C5EFF23AB407690783BBAF75E66E2">
    <w:name w:val="931C5EFF23AB407690783BBAF75E66E2"/>
    <w:rsid w:val="00E60E3D"/>
  </w:style>
  <w:style w:type="paragraph" w:customStyle="1" w:styleId="4D144B22101B4E39870A745AB2A1899A">
    <w:name w:val="4D144B22101B4E39870A745AB2A1899A"/>
    <w:rsid w:val="00E60E3D"/>
  </w:style>
  <w:style w:type="paragraph" w:customStyle="1" w:styleId="1D8286135F814BED91DD1C83F3FA0F73">
    <w:name w:val="1D8286135F814BED91DD1C83F3FA0F73"/>
    <w:rsid w:val="00E60E3D"/>
  </w:style>
  <w:style w:type="paragraph" w:customStyle="1" w:styleId="68EBE5D56C31472486A04ACFA53F1F22">
    <w:name w:val="68EBE5D56C31472486A04ACFA53F1F22"/>
    <w:rsid w:val="00E60E3D"/>
  </w:style>
  <w:style w:type="paragraph" w:customStyle="1" w:styleId="C3F7BF37D2F941618052AAF1D6E17C67">
    <w:name w:val="C3F7BF37D2F941618052AAF1D6E17C67"/>
    <w:rsid w:val="00E60E3D"/>
  </w:style>
  <w:style w:type="paragraph" w:customStyle="1" w:styleId="98DBC51217364266A6BACBBCCD6166EF">
    <w:name w:val="98DBC51217364266A6BACBBCCD6166EF"/>
    <w:rsid w:val="00E60E3D"/>
  </w:style>
  <w:style w:type="paragraph" w:customStyle="1" w:styleId="DE31B23F26754B728176A40356CCD98E">
    <w:name w:val="DE31B23F26754B728176A40356CCD98E"/>
    <w:rsid w:val="00444B26"/>
  </w:style>
  <w:style w:type="paragraph" w:customStyle="1" w:styleId="A62B3C9F730647F0BE246C937870EBBB">
    <w:name w:val="A62B3C9F730647F0BE246C937870EBBB"/>
    <w:rsid w:val="00444B26"/>
  </w:style>
  <w:style w:type="paragraph" w:customStyle="1" w:styleId="2082375D32B84617A1BC962C07C1EE4B">
    <w:name w:val="2082375D32B84617A1BC962C07C1EE4B"/>
    <w:rsid w:val="00444B26"/>
  </w:style>
  <w:style w:type="paragraph" w:customStyle="1" w:styleId="EF01FD62EB8E4EB7A1BC02ABDD7FAFED">
    <w:name w:val="EF01FD62EB8E4EB7A1BC02ABDD7FAFED"/>
    <w:rsid w:val="00444B26"/>
  </w:style>
  <w:style w:type="paragraph" w:customStyle="1" w:styleId="71F76C7F15C14BC0895CCE360CC912E9">
    <w:name w:val="71F76C7F15C14BC0895CCE360CC912E9"/>
    <w:rsid w:val="006B5F1C"/>
  </w:style>
  <w:style w:type="paragraph" w:customStyle="1" w:styleId="F56F9A0C25284F37B0F9F389EEE5B483">
    <w:name w:val="F56F9A0C25284F37B0F9F389EEE5B483"/>
    <w:rsid w:val="006B5F1C"/>
  </w:style>
  <w:style w:type="paragraph" w:customStyle="1" w:styleId="D1B662E1D4F841258EA39C45E6D16034">
    <w:name w:val="D1B662E1D4F841258EA39C45E6D16034"/>
    <w:rsid w:val="006B5F1C"/>
  </w:style>
  <w:style w:type="paragraph" w:customStyle="1" w:styleId="81FEBC90738B48299E9A2C8DECD59C87">
    <w:name w:val="81FEBC90738B48299E9A2C8DECD59C87"/>
    <w:rsid w:val="006B5F1C"/>
  </w:style>
  <w:style w:type="paragraph" w:customStyle="1" w:styleId="16382C6E8CD94B03A712674C4325CF7D">
    <w:name w:val="16382C6E8CD94B03A712674C4325CF7D"/>
    <w:rsid w:val="00DF5299"/>
  </w:style>
  <w:style w:type="paragraph" w:customStyle="1" w:styleId="350ABFE068014E898F244130464B3D1A">
    <w:name w:val="350ABFE068014E898F244130464B3D1A"/>
    <w:rsid w:val="00DF5299"/>
  </w:style>
  <w:style w:type="paragraph" w:customStyle="1" w:styleId="52FCF3CF95014B25857FFB0B3EF9403D">
    <w:name w:val="52FCF3CF95014B25857FFB0B3EF9403D"/>
    <w:rsid w:val="00DF5299"/>
  </w:style>
  <w:style w:type="paragraph" w:customStyle="1" w:styleId="E58AD34F3830413BA6265E2DFBA4EFDE">
    <w:name w:val="E58AD34F3830413BA6265E2DFBA4EFDE"/>
    <w:rsid w:val="00DF5299"/>
  </w:style>
  <w:style w:type="paragraph" w:customStyle="1" w:styleId="E74E5763532F49B79B660BA10484879B">
    <w:name w:val="E74E5763532F49B79B660BA10484879B"/>
    <w:rsid w:val="00DF5299"/>
  </w:style>
  <w:style w:type="paragraph" w:customStyle="1" w:styleId="44B53AAB16FF4D499F58D0A12BBE8A42">
    <w:name w:val="44B53AAB16FF4D499F58D0A12BBE8A42"/>
    <w:rsid w:val="00DF5299"/>
  </w:style>
  <w:style w:type="paragraph" w:customStyle="1" w:styleId="66A01DA06322437AA467722B2BF1E330">
    <w:name w:val="66A01DA06322437AA467722B2BF1E330"/>
    <w:rsid w:val="00DF5299"/>
  </w:style>
  <w:style w:type="paragraph" w:customStyle="1" w:styleId="73148FC86A214658A85D34711C4A3AA9">
    <w:name w:val="73148FC86A214658A85D34711C4A3AA9"/>
    <w:rsid w:val="00DF5299"/>
  </w:style>
  <w:style w:type="paragraph" w:customStyle="1" w:styleId="D28DB48E2B4C47B79321BFF5F6A7E670">
    <w:name w:val="D28DB48E2B4C47B79321BFF5F6A7E670"/>
    <w:rsid w:val="002306F6"/>
  </w:style>
  <w:style w:type="paragraph" w:customStyle="1" w:styleId="F3725AA8C23140A9BC6BFA8A8B334F0B">
    <w:name w:val="F3725AA8C23140A9BC6BFA8A8B334F0B"/>
    <w:rsid w:val="002306F6"/>
  </w:style>
  <w:style w:type="paragraph" w:customStyle="1" w:styleId="1874DF788DD44C66B4239FC46561E0EC">
    <w:name w:val="1874DF788DD44C66B4239FC46561E0EC"/>
    <w:rsid w:val="002306F6"/>
  </w:style>
  <w:style w:type="paragraph" w:customStyle="1" w:styleId="C5429EA17B704F8DB0912F87887453BC">
    <w:name w:val="C5429EA17B704F8DB0912F87887453BC"/>
    <w:rsid w:val="002306F6"/>
  </w:style>
  <w:style w:type="paragraph" w:customStyle="1" w:styleId="1A2DDAA92D0B47BCB654D7982E80A842">
    <w:name w:val="1A2DDAA92D0B47BCB654D7982E80A842"/>
    <w:rsid w:val="002306F6"/>
  </w:style>
  <w:style w:type="paragraph" w:customStyle="1" w:styleId="0E5D3153C3A04476ACB3C6910DBADA48">
    <w:name w:val="0E5D3153C3A04476ACB3C6910DBADA48"/>
    <w:rsid w:val="002306F6"/>
  </w:style>
  <w:style w:type="paragraph" w:customStyle="1" w:styleId="9031F569F9B444AB8E9D1BE852C395D2">
    <w:name w:val="9031F569F9B444AB8E9D1BE852C395D2"/>
    <w:rsid w:val="002306F6"/>
  </w:style>
  <w:style w:type="paragraph" w:customStyle="1" w:styleId="F22F9CEA918C41449D88DF2A5A57EBD1">
    <w:name w:val="F22F9CEA918C41449D88DF2A5A57EBD1"/>
    <w:rsid w:val="002306F6"/>
  </w:style>
  <w:style w:type="paragraph" w:customStyle="1" w:styleId="2D41A150262F415483BBE3D51BCA125A">
    <w:name w:val="2D41A150262F415483BBE3D51BCA125A"/>
    <w:rsid w:val="002306F6"/>
  </w:style>
  <w:style w:type="paragraph" w:customStyle="1" w:styleId="887F642530364DE4874364A0FD389F6B">
    <w:name w:val="887F642530364DE4874364A0FD389F6B"/>
    <w:rsid w:val="002306F6"/>
  </w:style>
  <w:style w:type="paragraph" w:customStyle="1" w:styleId="D7FD97C6E80F41B7A47CCCAA5A8B12CF">
    <w:name w:val="D7FD97C6E80F41B7A47CCCAA5A8B12CF"/>
    <w:rsid w:val="002306F6"/>
  </w:style>
  <w:style w:type="paragraph" w:customStyle="1" w:styleId="9D22AE628A4D40229DEAAA442F318722">
    <w:name w:val="9D22AE628A4D40229DEAAA442F318722"/>
    <w:rsid w:val="002306F6"/>
  </w:style>
  <w:style w:type="paragraph" w:customStyle="1" w:styleId="8D690665A8AE49F3A20CA19534D28638">
    <w:name w:val="8D690665A8AE49F3A20CA19534D28638"/>
    <w:rsid w:val="002306F6"/>
  </w:style>
  <w:style w:type="paragraph" w:customStyle="1" w:styleId="20898EB56AA64FDC9C0EEB325A1E88B0">
    <w:name w:val="20898EB56AA64FDC9C0EEB325A1E88B0"/>
    <w:rsid w:val="002306F6"/>
  </w:style>
  <w:style w:type="paragraph" w:customStyle="1" w:styleId="A4B8D6117250478AA383981746875E28">
    <w:name w:val="A4B8D6117250478AA383981746875E28"/>
    <w:rsid w:val="002306F6"/>
  </w:style>
  <w:style w:type="paragraph" w:customStyle="1" w:styleId="E62777058F7641298713E5C6106238F9">
    <w:name w:val="E62777058F7641298713E5C6106238F9"/>
    <w:rsid w:val="002306F6"/>
  </w:style>
  <w:style w:type="paragraph" w:customStyle="1" w:styleId="2B63883DFA124429983970ACBEBB1C2A">
    <w:name w:val="2B63883DFA124429983970ACBEBB1C2A"/>
    <w:rsid w:val="002306F6"/>
  </w:style>
  <w:style w:type="paragraph" w:customStyle="1" w:styleId="B74418526B184D0680861FDE16CA7139">
    <w:name w:val="B74418526B184D0680861FDE16CA7139"/>
    <w:rsid w:val="002306F6"/>
  </w:style>
  <w:style w:type="paragraph" w:customStyle="1" w:styleId="92C2A41F44AD46C8BC5397EABFC12555">
    <w:name w:val="92C2A41F44AD46C8BC5397EABFC12555"/>
    <w:rsid w:val="002306F6"/>
  </w:style>
  <w:style w:type="paragraph" w:customStyle="1" w:styleId="CB3F4C31201C44DEB680B9ED3D33E91C">
    <w:name w:val="CB3F4C31201C44DEB680B9ED3D33E91C"/>
    <w:rsid w:val="002306F6"/>
  </w:style>
  <w:style w:type="paragraph" w:customStyle="1" w:styleId="E439F7BC79A24927A47113B7137CFE5D">
    <w:name w:val="E439F7BC79A24927A47113B7137CFE5D"/>
    <w:rsid w:val="002306F6"/>
  </w:style>
  <w:style w:type="paragraph" w:customStyle="1" w:styleId="2CA7DCD5395C4FF5A1B27D6BD53137A5">
    <w:name w:val="2CA7DCD5395C4FF5A1B27D6BD53137A5"/>
    <w:rsid w:val="002306F6"/>
  </w:style>
  <w:style w:type="paragraph" w:customStyle="1" w:styleId="E8F89D354B41473FA218BB44FF10DB5A">
    <w:name w:val="E8F89D354B41473FA218BB44FF10DB5A"/>
    <w:rsid w:val="002306F6"/>
  </w:style>
  <w:style w:type="paragraph" w:customStyle="1" w:styleId="D96C6457ED5C4E72BA6B3224BCCF05BA">
    <w:name w:val="D96C6457ED5C4E72BA6B3224BCCF05BA"/>
    <w:rsid w:val="002306F6"/>
  </w:style>
  <w:style w:type="paragraph" w:customStyle="1" w:styleId="B8086ACE61E745319CA9B570405FE66B">
    <w:name w:val="B8086ACE61E745319CA9B570405FE66B"/>
    <w:rsid w:val="002306F6"/>
  </w:style>
  <w:style w:type="paragraph" w:customStyle="1" w:styleId="92F0D4DBC6214175A34A4A20A7D24BC8">
    <w:name w:val="92F0D4DBC6214175A34A4A20A7D24BC8"/>
    <w:rsid w:val="002306F6"/>
  </w:style>
  <w:style w:type="paragraph" w:customStyle="1" w:styleId="F443C2D0F08342519CD5215A30ED1763">
    <w:name w:val="F443C2D0F08342519CD5215A30ED1763"/>
    <w:rsid w:val="002306F6"/>
  </w:style>
  <w:style w:type="paragraph" w:customStyle="1" w:styleId="A10DF3DD807A434286CA987588964594">
    <w:name w:val="A10DF3DD807A434286CA987588964594"/>
    <w:rsid w:val="002306F6"/>
  </w:style>
  <w:style w:type="paragraph" w:customStyle="1" w:styleId="661DD8F6138444BCA3E078939AB967C8">
    <w:name w:val="661DD8F6138444BCA3E078939AB967C8"/>
    <w:rsid w:val="002306F6"/>
  </w:style>
  <w:style w:type="paragraph" w:customStyle="1" w:styleId="C3C8F07408954C0BB0ECF1EBD736158D">
    <w:name w:val="C3C8F07408954C0BB0ECF1EBD736158D"/>
    <w:rsid w:val="002306F6"/>
  </w:style>
  <w:style w:type="paragraph" w:customStyle="1" w:styleId="AE7E91EFA3C4448B83F8AA0993949744">
    <w:name w:val="AE7E91EFA3C4448B83F8AA0993949744"/>
    <w:rsid w:val="002306F6"/>
  </w:style>
  <w:style w:type="paragraph" w:customStyle="1" w:styleId="9DCB36AC3D60422A900A3FA024328432">
    <w:name w:val="9DCB36AC3D60422A900A3FA024328432"/>
    <w:rsid w:val="002306F6"/>
  </w:style>
  <w:style w:type="paragraph" w:customStyle="1" w:styleId="BF508172C6944B54A4DD04595D8724B6">
    <w:name w:val="BF508172C6944B54A4DD04595D8724B6"/>
    <w:rsid w:val="002306F6"/>
  </w:style>
  <w:style w:type="paragraph" w:customStyle="1" w:styleId="4A4B4E8E3C774A98A3140E815C382F80">
    <w:name w:val="4A4B4E8E3C774A98A3140E815C382F80"/>
    <w:rsid w:val="002306F6"/>
  </w:style>
  <w:style w:type="paragraph" w:customStyle="1" w:styleId="E4C1501281B14BB98EF640B673296304">
    <w:name w:val="E4C1501281B14BB98EF640B673296304"/>
    <w:rsid w:val="002306F6"/>
  </w:style>
  <w:style w:type="paragraph" w:customStyle="1" w:styleId="1E84EA81037B460A806C521EAD93D2F3">
    <w:name w:val="1E84EA81037B460A806C521EAD93D2F3"/>
    <w:rsid w:val="002306F6"/>
  </w:style>
  <w:style w:type="paragraph" w:customStyle="1" w:styleId="9FBE2CE375D1400FBE01C70BA4286C41">
    <w:name w:val="9FBE2CE375D1400FBE01C70BA4286C41"/>
    <w:rsid w:val="002306F6"/>
  </w:style>
  <w:style w:type="paragraph" w:customStyle="1" w:styleId="1E543A93FE514B658801A61E8DAA0D73">
    <w:name w:val="1E543A93FE514B658801A61E8DAA0D73"/>
    <w:rsid w:val="002306F6"/>
  </w:style>
  <w:style w:type="paragraph" w:customStyle="1" w:styleId="093458E3A1EB4719AB1AFC2BCDBD8263">
    <w:name w:val="093458E3A1EB4719AB1AFC2BCDBD8263"/>
    <w:rsid w:val="002306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6F495-C72B-461B-B7F8-5645AA6A8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2022-07-19T11:50:00Z</dcterms:created>
  <dcterms:modified xsi:type="dcterms:W3CDTF">2022-08-30T06:30:00Z</dcterms:modified>
</cp:coreProperties>
</file>