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237AF297" w:rsidR="000502B4" w:rsidRPr="00BD5FAE" w:rsidRDefault="000502B4" w:rsidP="008309D1">
      <w:pPr>
        <w:pStyle w:val="Nzev"/>
        <w:spacing w:line="276" w:lineRule="auto"/>
        <w:rPr>
          <w:caps/>
          <w:sz w:val="40"/>
        </w:rPr>
      </w:pPr>
      <w:r w:rsidRPr="00BD5FAE">
        <w:rPr>
          <w:caps/>
          <w:sz w:val="40"/>
        </w:rPr>
        <w:t xml:space="preserve">příloha č. </w:t>
      </w:r>
      <w:r w:rsidR="00E61AE4" w:rsidRPr="00BD5FAE">
        <w:rPr>
          <w:caps/>
          <w:sz w:val="40"/>
        </w:rPr>
        <w:t>3</w:t>
      </w:r>
      <w:r w:rsidR="005D06AD" w:rsidRPr="00BD5FAE">
        <w:rPr>
          <w:caps/>
          <w:sz w:val="40"/>
        </w:rPr>
        <w:t>.</w:t>
      </w:r>
      <w:r w:rsidR="002F2322">
        <w:rPr>
          <w:caps/>
          <w:sz w:val="40"/>
        </w:rPr>
        <w:t>3</w:t>
      </w:r>
      <w:r w:rsidR="002F2322" w:rsidRPr="00BD5FAE">
        <w:rPr>
          <w:caps/>
          <w:sz w:val="40"/>
        </w:rPr>
        <w:t xml:space="preserve"> </w:t>
      </w:r>
      <w:r w:rsidRPr="00BD5FAE">
        <w:rPr>
          <w:caps/>
          <w:sz w:val="40"/>
        </w:rPr>
        <w:t>zadávací dokumentace</w:t>
      </w:r>
    </w:p>
    <w:p w14:paraId="2A6C22EB" w14:textId="17940EB5" w:rsidR="00393720" w:rsidRPr="00BD5FAE" w:rsidRDefault="00494E93" w:rsidP="008309D1">
      <w:pPr>
        <w:pStyle w:val="Nzev"/>
        <w:spacing w:line="276" w:lineRule="auto"/>
        <w:rPr>
          <w:caps/>
          <w:sz w:val="40"/>
        </w:rPr>
      </w:pPr>
      <w:r w:rsidRPr="00BD5FAE">
        <w:rPr>
          <w:caps/>
          <w:sz w:val="40"/>
        </w:rPr>
        <w:t>technická specifikace předmětu veřejné zakázky</w:t>
      </w:r>
    </w:p>
    <w:p w14:paraId="1E0F3F71" w14:textId="69486CC4" w:rsidR="00827468" w:rsidRPr="00BD5FAE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BD5FAE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BD5FAE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BD5FAE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00CBD684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Modernizace Nemocnice Třinec – I. etapa</w:t>
            </w:r>
            <w:r w:rsidR="002F2322">
              <w:rPr>
                <w:rFonts w:asciiTheme="majorHAnsi" w:hAnsiTheme="majorHAnsi" w:cstheme="majorHAnsi"/>
                <w:b/>
              </w:rPr>
              <w:t xml:space="preserve"> II.</w:t>
            </w:r>
          </w:p>
        </w:tc>
      </w:tr>
      <w:tr w:rsidR="005D06AD" w:rsidRPr="00BD5FAE" w14:paraId="6BECB999" w14:textId="77777777" w:rsidTr="005D06AD">
        <w:tc>
          <w:tcPr>
            <w:tcW w:w="3114" w:type="dxa"/>
          </w:tcPr>
          <w:p w14:paraId="48E215BE" w14:textId="77777777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BD5FAE" w14:paraId="16E049F7" w14:textId="77777777" w:rsidTr="005D06AD">
        <w:tc>
          <w:tcPr>
            <w:tcW w:w="3114" w:type="dxa"/>
          </w:tcPr>
          <w:p w14:paraId="73991392" w14:textId="093DACF0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BD5FAE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BD5FAE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BD5FAE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BD5FAE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BD5FAE">
              <w:rPr>
                <w:rFonts w:asciiTheme="majorHAnsi" w:hAnsiTheme="majorHAnsi" w:cstheme="majorHAnsi"/>
                <w:b/>
              </w:rPr>
              <w:t>účastníka</w:t>
            </w:r>
            <w:r w:rsidRPr="00BD5FAE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BD5FAE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BD5FAE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BD5FAE" w14:paraId="328D9774" w14:textId="77777777" w:rsidTr="00B067DF">
        <w:tc>
          <w:tcPr>
            <w:tcW w:w="3114" w:type="dxa"/>
          </w:tcPr>
          <w:p w14:paraId="7B778BC5" w14:textId="58E48989" w:rsidR="00BF4D9C" w:rsidRPr="00BD5FAE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BD5FAE">
              <w:rPr>
                <w:rFonts w:asciiTheme="majorHAnsi" w:hAnsiTheme="majorHAnsi" w:cstheme="majorHAnsi"/>
                <w:b/>
              </w:rPr>
              <w:t>účastníka</w:t>
            </w:r>
            <w:r w:rsidRPr="00BD5FAE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BD5FAE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BD5F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BD5FAE" w14:paraId="04DE2E11" w14:textId="77777777" w:rsidTr="00B067DF">
        <w:tc>
          <w:tcPr>
            <w:tcW w:w="3114" w:type="dxa"/>
          </w:tcPr>
          <w:p w14:paraId="7CF805D1" w14:textId="72351B35" w:rsidR="00072135" w:rsidRPr="00BD5FAE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BD5FAE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BD5F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BD5FAE" w14:paraId="59560601" w14:textId="77777777" w:rsidTr="00B067DF">
        <w:tc>
          <w:tcPr>
            <w:tcW w:w="3114" w:type="dxa"/>
          </w:tcPr>
          <w:p w14:paraId="5A99E7F0" w14:textId="11B9CA7F" w:rsidR="00072135" w:rsidRPr="00BD5FAE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BD5FAE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BD5F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BD5FAE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BD5FAE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BD5FAE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BD5FAE">
        <w:rPr>
          <w:rStyle w:val="Siln"/>
          <w:rFonts w:cstheme="majorHAnsi"/>
          <w:b/>
        </w:rPr>
        <w:t>Technická specifikace předmětu veřejné zakázky</w:t>
      </w:r>
    </w:p>
    <w:p w14:paraId="68AA4DC6" w14:textId="3F3A8281" w:rsidR="00494E93" w:rsidRPr="00BD5FAE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BD5FAE">
        <w:rPr>
          <w:rFonts w:asciiTheme="majorHAnsi" w:hAnsiTheme="majorHAnsi" w:cstheme="majorHAnsi"/>
          <w:b/>
          <w:bCs/>
        </w:rPr>
        <w:t xml:space="preserve">nová </w:t>
      </w:r>
      <w:r w:rsidR="00654C09" w:rsidRPr="00BD5FAE">
        <w:rPr>
          <w:rFonts w:asciiTheme="majorHAnsi" w:hAnsiTheme="majorHAnsi" w:cstheme="majorHAnsi"/>
          <w:b/>
          <w:bCs/>
        </w:rPr>
        <w:t>zdravotnická technika</w:t>
      </w:r>
      <w:r w:rsidRPr="00BD5FAE">
        <w:rPr>
          <w:rFonts w:asciiTheme="majorHAnsi" w:hAnsiTheme="majorHAnsi" w:cstheme="majorHAnsi"/>
        </w:rPr>
        <w:t xml:space="preserve"> </w:t>
      </w:r>
      <w:r w:rsidR="00654C09" w:rsidRPr="00BD5FAE">
        <w:rPr>
          <w:rFonts w:asciiTheme="majorHAnsi" w:hAnsiTheme="majorHAnsi" w:cstheme="majorHAnsi"/>
        </w:rPr>
        <w:t>–</w:t>
      </w:r>
      <w:r w:rsidR="00131EC4" w:rsidRPr="00BD5FAE">
        <w:rPr>
          <w:rFonts w:asciiTheme="majorHAnsi" w:hAnsiTheme="majorHAnsi" w:cstheme="majorHAnsi"/>
        </w:rPr>
        <w:t xml:space="preserve"> </w:t>
      </w:r>
      <w:r w:rsidR="00131EC4" w:rsidRPr="00BD5FAE">
        <w:rPr>
          <w:rFonts w:asciiTheme="majorHAnsi" w:hAnsiTheme="majorHAnsi" w:cstheme="majorHAnsi"/>
          <w:b/>
          <w:u w:val="single"/>
        </w:rPr>
        <w:t xml:space="preserve">Část </w:t>
      </w:r>
      <w:r w:rsidR="004243A4">
        <w:rPr>
          <w:rFonts w:asciiTheme="majorHAnsi" w:hAnsiTheme="majorHAnsi" w:cstheme="majorHAnsi"/>
          <w:b/>
          <w:u w:val="single"/>
        </w:rPr>
        <w:t>3</w:t>
      </w:r>
      <w:r w:rsidR="004243A4" w:rsidRPr="00BD5FAE">
        <w:rPr>
          <w:rFonts w:asciiTheme="majorHAnsi" w:hAnsiTheme="majorHAnsi" w:cstheme="majorHAnsi"/>
          <w:b/>
          <w:u w:val="single"/>
        </w:rPr>
        <w:t xml:space="preserve"> </w:t>
      </w:r>
      <w:r w:rsidR="00131EC4" w:rsidRPr="00BD5FAE">
        <w:rPr>
          <w:rFonts w:asciiTheme="majorHAnsi" w:hAnsiTheme="majorHAnsi" w:cstheme="majorHAnsi"/>
          <w:b/>
          <w:u w:val="single"/>
        </w:rPr>
        <w:t>– My</w:t>
      </w:r>
      <w:r w:rsidR="00E61AE4" w:rsidRPr="00BD5FAE">
        <w:rPr>
          <w:rFonts w:asciiTheme="majorHAnsi" w:hAnsiTheme="majorHAnsi" w:cstheme="majorHAnsi"/>
          <w:b/>
          <w:u w:val="single"/>
        </w:rPr>
        <w:t>čka pro CS</w:t>
      </w:r>
      <w:r w:rsidR="00131EC4" w:rsidRPr="00BD5FAE">
        <w:rPr>
          <w:rFonts w:asciiTheme="majorHAnsi" w:hAnsiTheme="majorHAnsi" w:cstheme="majorHAnsi"/>
        </w:rPr>
        <w:t xml:space="preserve"> </w:t>
      </w:r>
      <w:r w:rsidRPr="00BD5FAE">
        <w:rPr>
          <w:rFonts w:asciiTheme="majorHAnsi" w:hAnsiTheme="majorHAnsi" w:cstheme="majorHAnsi"/>
        </w:rPr>
        <w:t>(dále jako „</w:t>
      </w:r>
      <w:r w:rsidRPr="00BD5FAE">
        <w:rPr>
          <w:rFonts w:asciiTheme="majorHAnsi" w:hAnsiTheme="majorHAnsi" w:cstheme="majorHAnsi"/>
          <w:b/>
          <w:bCs/>
        </w:rPr>
        <w:t>předmět veřejné zakázky</w:t>
      </w:r>
      <w:r w:rsidRPr="00BD5FAE">
        <w:rPr>
          <w:rFonts w:asciiTheme="majorHAnsi" w:hAnsiTheme="majorHAnsi" w:cstheme="majorHAnsi"/>
        </w:rPr>
        <w:t>“ nebo „</w:t>
      </w:r>
      <w:r w:rsidRPr="00BD5FAE">
        <w:rPr>
          <w:rFonts w:asciiTheme="majorHAnsi" w:hAnsiTheme="majorHAnsi" w:cstheme="majorHAnsi"/>
          <w:b/>
          <w:bCs/>
        </w:rPr>
        <w:t>zařízení</w:t>
      </w:r>
      <w:r w:rsidRPr="00BD5FAE">
        <w:rPr>
          <w:rFonts w:asciiTheme="majorHAnsi" w:hAnsiTheme="majorHAnsi" w:cstheme="majorHAnsi"/>
        </w:rPr>
        <w:t>“).</w:t>
      </w:r>
      <w:r w:rsidR="4DB67052" w:rsidRPr="00BD5FAE">
        <w:rPr>
          <w:rFonts w:asciiTheme="majorHAnsi" w:hAnsiTheme="majorHAnsi" w:cstheme="majorHAnsi"/>
        </w:rPr>
        <w:t xml:space="preserve"> </w:t>
      </w:r>
      <w:r w:rsidR="4DB67052" w:rsidRPr="00BD5FAE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BD5FA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BD5FAE">
        <w:rPr>
          <w:rFonts w:asciiTheme="majorHAnsi" w:hAnsiTheme="majorHAnsi" w:cstheme="majorHAnsi"/>
          <w:b/>
        </w:rPr>
        <w:t>minimální přípustné</w:t>
      </w:r>
      <w:r w:rsidRPr="00BD5FAE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BD5FAE" w:rsidRDefault="00494E93" w:rsidP="00494E93">
      <w:pPr>
        <w:pStyle w:val="Nadpis1"/>
        <w:rPr>
          <w:rStyle w:val="Siln"/>
          <w:rFonts w:cstheme="majorHAnsi"/>
          <w:b/>
        </w:rPr>
      </w:pPr>
      <w:r w:rsidRPr="00BD5FAE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BD5FA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  <w:b/>
        </w:rPr>
        <w:t xml:space="preserve">Účastník u </w:t>
      </w:r>
      <w:r w:rsidRPr="00BD5FAE">
        <w:rPr>
          <w:rFonts w:asciiTheme="majorHAnsi" w:hAnsiTheme="majorHAnsi" w:cstheme="majorHAnsi"/>
          <w:b/>
          <w:u w:val="single"/>
        </w:rPr>
        <w:t>každé</w:t>
      </w:r>
      <w:r w:rsidRPr="00BD5FAE">
        <w:rPr>
          <w:rFonts w:asciiTheme="majorHAnsi" w:hAnsiTheme="majorHAnsi" w:cstheme="majorHAnsi"/>
          <w:b/>
        </w:rPr>
        <w:t xml:space="preserve"> uvedené položky (řádku) tabulky </w:t>
      </w:r>
      <w:r w:rsidRPr="00BD5FAE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BD5FAE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BD5FAE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BD5FAE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BD5FAE">
        <w:rPr>
          <w:rFonts w:asciiTheme="majorHAnsi" w:hAnsiTheme="majorHAnsi" w:cstheme="majorHAnsi"/>
        </w:rPr>
        <w:t xml:space="preserve"> a </w:t>
      </w:r>
      <w:r w:rsidRPr="00BD5FAE">
        <w:rPr>
          <w:rFonts w:asciiTheme="majorHAnsi" w:hAnsiTheme="majorHAnsi" w:cstheme="majorHAnsi"/>
          <w:b/>
        </w:rPr>
        <w:t>cenovou kalkulaci</w:t>
      </w:r>
      <w:r w:rsidRPr="00BD5FAE">
        <w:rPr>
          <w:rFonts w:asciiTheme="majorHAnsi" w:hAnsiTheme="majorHAnsi" w:cstheme="majorHAnsi"/>
        </w:rPr>
        <w:t>, kterou se stanoví nabídková cena účastníka</w:t>
      </w:r>
      <w:r w:rsidRPr="00BD5FAE">
        <w:rPr>
          <w:rFonts w:asciiTheme="majorHAnsi" w:hAnsiTheme="majorHAnsi" w:cstheme="majorHAnsi"/>
          <w:b/>
        </w:rPr>
        <w:t>.</w:t>
      </w:r>
      <w:r w:rsidRPr="00BD5FAE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BD5FA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BD5FAE">
        <w:rPr>
          <w:rFonts w:asciiTheme="majorHAnsi" w:hAnsiTheme="majorHAnsi" w:cstheme="majorHAnsi"/>
          <w:b/>
          <w:u w:val="single"/>
        </w:rPr>
        <w:t>všechny</w:t>
      </w:r>
      <w:r w:rsidRPr="00BD5FAE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BD5FAE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2EB8588E" w14:textId="77777777" w:rsidR="00E85DE1" w:rsidRPr="00BD5FAE" w:rsidRDefault="00E85DE1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55FE2C8E" w:rsidR="00494E93" w:rsidRPr="00BD5FAE" w:rsidRDefault="002B217B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  <w:b/>
          <w:u w:val="single"/>
        </w:rPr>
        <w:t>My</w:t>
      </w:r>
      <w:r w:rsidR="00BD5FAE">
        <w:rPr>
          <w:rFonts w:asciiTheme="majorHAnsi" w:hAnsiTheme="majorHAnsi" w:cstheme="majorHAnsi"/>
          <w:b/>
          <w:u w:val="single"/>
        </w:rPr>
        <w:t>čka pro CS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2551"/>
        <w:gridCol w:w="3373"/>
      </w:tblGrid>
      <w:tr w:rsidR="00494E93" w:rsidRPr="00BD5FAE" w14:paraId="65EFFE02" w14:textId="77777777" w:rsidTr="00131EC4">
        <w:trPr>
          <w:tblHeader/>
        </w:trPr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BD5FAE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BD5FAE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6B7955" w:rsidRPr="00BD5FAE" w14:paraId="1D5568B5" w14:textId="77777777" w:rsidTr="00E13973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CA9" w14:textId="22139E82" w:rsidR="006B7955" w:rsidRPr="00BD5FAE" w:rsidRDefault="006B7955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  <w:b/>
              </w:rPr>
              <w:t>Myčka pro CS</w:t>
            </w:r>
          </w:p>
        </w:tc>
      </w:tr>
      <w:tr w:rsidR="00E93931" w:rsidRPr="00BD5FAE" w14:paraId="527F5635" w14:textId="77777777" w:rsidTr="00A3199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B6C27" w14:textId="0B0A9F51" w:rsidR="00E93931" w:rsidRPr="00BD5FAE" w:rsidRDefault="00E93931" w:rsidP="00E93931">
            <w:pPr>
              <w:pStyle w:val="Zkladntext"/>
              <w:ind w:left="0" w:hanging="5"/>
              <w:rPr>
                <w:rFonts w:asciiTheme="majorHAnsi" w:hAnsiTheme="majorHAnsi" w:cstheme="majorHAnsi"/>
                <w:sz w:val="22"/>
                <w:szCs w:val="22"/>
              </w:rPr>
            </w:pPr>
            <w:r w:rsidRPr="00BD5FAE">
              <w:rPr>
                <w:rFonts w:asciiTheme="majorHAnsi" w:hAnsiTheme="majorHAnsi" w:cstheme="majorHAnsi"/>
                <w:sz w:val="22"/>
                <w:szCs w:val="22"/>
              </w:rPr>
              <w:t>Prokládací mycí a dezinfekční automat pro 18 DIN mycích sít, odnímatelné patro pro vložení speciálních vysokých mycích sít na pily, vrtačky a kostní komponentní síta, zavážecí vozíky, mycí vozík na mini invazívní instrumentárium, krycí síta pro fixaci nástrojů – kovový rám potažený plastovou síťkou, užitný objem 350 litrů, možnost dálkového monitoringu i servisu, standardní programové vybavení, připojení na software pro dokumentaci mycích procesů, akustický signál na konci programu.</w:t>
            </w:r>
          </w:p>
        </w:tc>
        <w:sdt>
          <w:sdtPr>
            <w:rPr>
              <w:rFonts w:asciiTheme="majorHAnsi" w:hAnsiTheme="majorHAnsi" w:cstheme="majorHAnsi"/>
            </w:rPr>
            <w:id w:val="-2063389890"/>
            <w:placeholder>
              <w:docPart w:val="9D5816AF4339414ABC32F5C7589CFC52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B0ECF5" w14:textId="04DAD189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28D07388" w14:textId="77777777" w:rsidTr="00C36F4C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1F03" w14:textId="16DAA8B9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Konstrukce přístroje a kapacita</w:t>
            </w:r>
          </w:p>
        </w:tc>
      </w:tr>
      <w:tr w:rsidR="00FD46E2" w:rsidRPr="00BD5FAE" w14:paraId="5123B927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B802F" w14:textId="1275465F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dvoudvéřový přístroj</w:t>
            </w:r>
          </w:p>
        </w:tc>
        <w:sdt>
          <w:sdtPr>
            <w:rPr>
              <w:rFonts w:asciiTheme="majorHAnsi" w:hAnsiTheme="majorHAnsi" w:cstheme="majorHAnsi"/>
            </w:rPr>
            <w:id w:val="-882016625"/>
            <w:placeholder>
              <w:docPart w:val="3D7110ACE8D241F48CF91693C0C1B774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9E13E66" w14:textId="146B941C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5CDBE3BA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FFBF3" w14:textId="05B787BC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prokládací provedení s automatickým otevíráním dveří</w:t>
            </w:r>
          </w:p>
        </w:tc>
        <w:sdt>
          <w:sdtPr>
            <w:rPr>
              <w:rFonts w:asciiTheme="majorHAnsi" w:hAnsiTheme="majorHAnsi" w:cstheme="majorHAnsi"/>
            </w:rPr>
            <w:id w:val="-690231095"/>
            <w:placeholder>
              <w:docPart w:val="ECA68292B45A48FEBC0880E19ABC42B7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4416C14" w14:textId="67338E10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55ABE51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87821" w14:textId="4AC01838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vertikální otevírání dveří směrem nahoru</w:t>
            </w:r>
          </w:p>
        </w:tc>
        <w:sdt>
          <w:sdtPr>
            <w:rPr>
              <w:rFonts w:asciiTheme="majorHAnsi" w:hAnsiTheme="majorHAnsi" w:cstheme="majorHAnsi"/>
            </w:rPr>
            <w:id w:val="-1643104827"/>
            <w:placeholder>
              <w:docPart w:val="DB5830FA614544F2AB8D9D90B3D27966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2C547A8" w14:textId="0AD181E0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7B4ECB72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C0280" w14:textId="68C1388D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certifikace dle normy EN ISO 15883-1, s elektrickým ohřevem a s bezpečnostní základnou</w:t>
            </w:r>
          </w:p>
        </w:tc>
        <w:sdt>
          <w:sdtPr>
            <w:rPr>
              <w:rFonts w:asciiTheme="majorHAnsi" w:hAnsiTheme="majorHAnsi" w:cstheme="majorHAnsi"/>
            </w:rPr>
            <w:id w:val="-1082758221"/>
            <w:placeholder>
              <w:docPart w:val="5670FDF78B1346768F37757470A657CD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6E8C809" w14:textId="7C6B05C1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1C540A55" w14:textId="77777777" w:rsidTr="00DE36C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9CEC8" w14:textId="12F64C88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celoskleněné dveře</w:t>
            </w:r>
          </w:p>
        </w:tc>
        <w:sdt>
          <w:sdtPr>
            <w:rPr>
              <w:rFonts w:asciiTheme="majorHAnsi" w:hAnsiTheme="majorHAnsi" w:cstheme="majorHAnsi"/>
            </w:rPr>
            <w:id w:val="651181292"/>
            <w:placeholder>
              <w:docPart w:val="7E3626FA5CAD4F7DB2173457286224AC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0AEC8A5" w14:textId="38875622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B7B5572" w14:textId="77777777" w:rsidTr="002D5AC0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92510" w14:textId="3FAC94E1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 xml:space="preserve">možnost instalace přístrojů vedle sebe, servis možný pouze z čisté a nečisté strany </w:t>
            </w:r>
          </w:p>
        </w:tc>
        <w:sdt>
          <w:sdtPr>
            <w:rPr>
              <w:rFonts w:asciiTheme="majorHAnsi" w:hAnsiTheme="majorHAnsi" w:cstheme="majorHAnsi"/>
            </w:rPr>
            <w:id w:val="1293088964"/>
            <w:placeholder>
              <w:docPart w:val="2661F3DE968B4FC3AF387C4F79F6115D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79FE0AE" w14:textId="7A38510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027CAAA5" w14:textId="77777777" w:rsidTr="002D5AC0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7F8D5" w14:textId="5514F15C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dvouplášťová konstrukce z nerezové oceli s tepelnou a zvukovou izolací</w:t>
            </w:r>
          </w:p>
        </w:tc>
        <w:sdt>
          <w:sdtPr>
            <w:rPr>
              <w:rFonts w:asciiTheme="majorHAnsi" w:hAnsiTheme="majorHAnsi" w:cstheme="majorHAnsi"/>
            </w:rPr>
            <w:id w:val="-1032252438"/>
            <w:placeholder>
              <w:docPart w:val="C21C2EAC56AF4F86AD3A7E8CF75D5C58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2E1FB91" w14:textId="1FCA713E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5834D73E" w14:textId="77777777" w:rsidTr="002D5AC0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D2FD1" w14:textId="56EC8F1A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vnější povrch z nerezové oceli</w:t>
            </w:r>
          </w:p>
        </w:tc>
        <w:sdt>
          <w:sdtPr>
            <w:rPr>
              <w:rFonts w:asciiTheme="majorHAnsi" w:hAnsiTheme="majorHAnsi" w:cstheme="majorHAnsi"/>
            </w:rPr>
            <w:id w:val="-1863501016"/>
            <w:placeholder>
              <w:docPart w:val="D7556628E8B04CB1BD491A5F2AA6FFB8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A3040DA" w14:textId="62E3E525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A0DC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26FC38B7" w14:textId="77777777" w:rsidTr="00452797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23C83" w14:textId="77777777" w:rsidR="00E93931" w:rsidRPr="00BD5FAE" w:rsidRDefault="00E93931" w:rsidP="00452797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maximální šířka 900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8695F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Max. 900 mm</w:t>
            </w:r>
          </w:p>
        </w:tc>
        <w:sdt>
          <w:sdtPr>
            <w:rPr>
              <w:rFonts w:asciiTheme="majorHAnsi" w:hAnsiTheme="majorHAnsi" w:cstheme="majorHAnsi"/>
            </w:rPr>
            <w:id w:val="-409313392"/>
            <w:placeholder>
              <w:docPart w:val="7637C3EB252143E49DB47E4141EF1DFA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FF3E0C" w14:textId="504A57ED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4C967F5" w14:textId="77777777" w:rsidTr="008B666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0FBA9" w14:textId="1846FA7C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18 DIN sít</w:t>
            </w:r>
          </w:p>
        </w:tc>
        <w:sdt>
          <w:sdtPr>
            <w:rPr>
              <w:rFonts w:asciiTheme="majorHAnsi" w:hAnsiTheme="majorHAnsi" w:cstheme="majorHAnsi"/>
            </w:rPr>
            <w:id w:val="-349727324"/>
            <w:placeholder>
              <w:docPart w:val="2DEC43D1105C43E3BADB9845A1289D16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4734276" w14:textId="0E476045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E1AD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74280BD" w14:textId="77777777" w:rsidTr="008B666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52305" w14:textId="1871ACEF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6 DIN sít + 3 DIN nízké kontejnery s víkem</w:t>
            </w:r>
          </w:p>
        </w:tc>
        <w:sdt>
          <w:sdtPr>
            <w:rPr>
              <w:rFonts w:asciiTheme="majorHAnsi" w:hAnsiTheme="majorHAnsi" w:cstheme="majorHAnsi"/>
            </w:rPr>
            <w:id w:val="746158006"/>
            <w:placeholder>
              <w:docPart w:val="EC2116DDE0104BFAB972EBEA3A85604A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9FD58C0" w14:textId="73BD329A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E1AD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796F3A81" w14:textId="77777777" w:rsidTr="008B666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CE4C7" w14:textId="3FDB759A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4 DIN vysoké kontejnery s víkem</w:t>
            </w:r>
          </w:p>
        </w:tc>
        <w:sdt>
          <w:sdtPr>
            <w:rPr>
              <w:rFonts w:asciiTheme="majorHAnsi" w:hAnsiTheme="majorHAnsi" w:cstheme="majorHAnsi"/>
            </w:rPr>
            <w:id w:val="693955547"/>
            <w:placeholder>
              <w:docPart w:val="AFF0329A396B45D0B4FA788381C634F4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8719BB5" w14:textId="4EB528D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E1AD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7D2655A" w14:textId="77777777" w:rsidTr="008B666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F00EB" w14:textId="793D5B3D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až 3 MIC-OP sety</w:t>
            </w:r>
          </w:p>
        </w:tc>
        <w:sdt>
          <w:sdtPr>
            <w:rPr>
              <w:rFonts w:asciiTheme="majorHAnsi" w:hAnsiTheme="majorHAnsi" w:cstheme="majorHAnsi"/>
            </w:rPr>
            <w:id w:val="912509295"/>
            <w:placeholder>
              <w:docPart w:val="66B5DAC3DFD74601B20468159FCFDB6E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F534031" w14:textId="0DB4D8E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E1AD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76521912" w14:textId="77777777" w:rsidTr="00B45565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328D" w14:textId="515ACC86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Ovládání</w:t>
            </w:r>
          </w:p>
        </w:tc>
      </w:tr>
      <w:tr w:rsidR="00FD46E2" w:rsidRPr="00BD5FAE" w14:paraId="285439A7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8BD2D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BD5FAE">
              <w:rPr>
                <w:rFonts w:asciiTheme="majorHAnsi" w:hAnsiTheme="majorHAnsi" w:cstheme="majorHAnsi"/>
              </w:rPr>
              <w:t>min. 5</w:t>
            </w:r>
            <w:r w:rsidRPr="00BD5FAE">
              <w:rPr>
                <w:rFonts w:asciiTheme="majorHAnsi" w:hAnsiTheme="majorHAnsi" w:cstheme="majorHAnsi"/>
                <w:lang w:val="en-GB"/>
              </w:rPr>
              <w:t>″</w:t>
            </w:r>
            <w:r w:rsidRPr="00BD5FAE">
              <w:rPr>
                <w:rFonts w:asciiTheme="majorHAnsi" w:hAnsiTheme="majorHAnsi" w:cstheme="majorHAnsi"/>
              </w:rPr>
              <w:t xml:space="preserve"> barevný dotykový displej na čisté i nečisté straně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E4814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5</w:t>
            </w:r>
            <w:r w:rsidRPr="00BD5FAE">
              <w:rPr>
                <w:rFonts w:asciiTheme="majorHAnsi" w:hAnsiTheme="majorHAnsi" w:cstheme="majorHAnsi"/>
                <w:lang w:val="en-GB"/>
              </w:rPr>
              <w:t>″</w:t>
            </w:r>
          </w:p>
        </w:tc>
        <w:sdt>
          <w:sdtPr>
            <w:rPr>
              <w:rFonts w:asciiTheme="majorHAnsi" w:hAnsiTheme="majorHAnsi" w:cstheme="majorHAnsi"/>
            </w:rPr>
            <w:id w:val="1466158953"/>
            <w:placeholder>
              <w:docPart w:val="7DCDA08618FC4DD694E2688101A7ED37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F401437" w14:textId="09E25CD2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42E522E2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493EF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lastRenderedPageBreak/>
              <w:t>min. 30 přednastavených mycích programů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C109C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30</w:t>
            </w:r>
          </w:p>
        </w:tc>
        <w:sdt>
          <w:sdtPr>
            <w:rPr>
              <w:rFonts w:asciiTheme="majorHAnsi" w:hAnsiTheme="majorHAnsi" w:cstheme="majorHAnsi"/>
            </w:rPr>
            <w:id w:val="2012249174"/>
            <w:placeholder>
              <w:docPart w:val="E9D4188EEBCA4CE48CD0EA4C354AEE7C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DB63A3E" w14:textId="1F347C25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6D1D3FA1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80114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min. 180 programových pozic (přednastavené a zákaznické programy)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E5951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180</w:t>
            </w:r>
          </w:p>
        </w:tc>
        <w:sdt>
          <w:sdtPr>
            <w:rPr>
              <w:rFonts w:asciiTheme="majorHAnsi" w:hAnsiTheme="majorHAnsi" w:cstheme="majorHAnsi"/>
            </w:rPr>
            <w:id w:val="-143898644"/>
            <w:placeholder>
              <w:docPart w:val="A4A2C4FBADDF496EBC7DE3ADC2AE30AB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8457EC7" w14:textId="44948AF7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01323C1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EEB31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paměť pro historii min. 180 spuštěných programů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17943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180</w:t>
            </w:r>
          </w:p>
        </w:tc>
        <w:sdt>
          <w:sdtPr>
            <w:rPr>
              <w:rFonts w:asciiTheme="majorHAnsi" w:hAnsiTheme="majorHAnsi" w:cstheme="majorHAnsi"/>
            </w:rPr>
            <w:id w:val="-1500420429"/>
            <w:placeholder>
              <w:docPart w:val="77D7B658F024462D8A13F98B59B50C5B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405DD99" w14:textId="24FC021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10658847" w14:textId="77777777" w:rsidTr="00662CE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F6F9E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paměť min. 100 chybových hlášení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9C556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100</w:t>
            </w:r>
          </w:p>
        </w:tc>
        <w:sdt>
          <w:sdtPr>
            <w:rPr>
              <w:rFonts w:asciiTheme="majorHAnsi" w:hAnsiTheme="majorHAnsi" w:cstheme="majorHAnsi"/>
            </w:rPr>
            <w:id w:val="646017694"/>
            <w:placeholder>
              <w:docPart w:val="D12BAF8235224393B0D7FF35A2D64C71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5942BEA" w14:textId="3720320E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2323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521E7D1C" w14:textId="77777777" w:rsidTr="005F688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34D8D" w14:textId="462A8AA9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programování přístroje přes displej zařízení i přes webové rozhraní</w:t>
            </w:r>
          </w:p>
        </w:tc>
        <w:sdt>
          <w:sdtPr>
            <w:rPr>
              <w:rFonts w:asciiTheme="majorHAnsi" w:hAnsiTheme="majorHAnsi" w:cstheme="majorHAnsi"/>
            </w:rPr>
            <w:id w:val="1474722003"/>
            <w:placeholder>
              <w:docPart w:val="1E73290A9BFE4574B190B26C0F0D3C26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072E096" w14:textId="79B76D7A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51FF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061FDD4A" w14:textId="77777777" w:rsidTr="005F688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716A9" w14:textId="0DDDBD7A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softwarový komunikační systém pro dokumentaci mycích a sterilizačních procesů, tisk protokolů, vzdálený servisní monitoring vč. vzdáleného ovládání a nastavování přístrojů. Kompatibilita s dokumentačním SW pro mycí a sterilizační techniku provozovanou na CS zadavatele.</w:t>
            </w:r>
          </w:p>
        </w:tc>
        <w:sdt>
          <w:sdtPr>
            <w:rPr>
              <w:rFonts w:asciiTheme="majorHAnsi" w:hAnsiTheme="majorHAnsi" w:cstheme="majorHAnsi"/>
            </w:rPr>
            <w:id w:val="-647052534"/>
            <w:placeholder>
              <w:docPart w:val="DD5B82F5488A45CE98121D2E90BA5B06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EBD101D" w14:textId="5A1AC258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51FF4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2C6A6F6C" w14:textId="77777777" w:rsidTr="002862FB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331C" w14:textId="03EB1F17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Vybavení</w:t>
            </w:r>
          </w:p>
        </w:tc>
      </w:tr>
      <w:tr w:rsidR="00FD46E2" w:rsidRPr="00BD5FAE" w14:paraId="21ECECE0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1B72B" w14:textId="621CC963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systém s přívodem čerstvé vody do každé fáze programu</w:t>
            </w:r>
          </w:p>
        </w:tc>
        <w:sdt>
          <w:sdtPr>
            <w:rPr>
              <w:rFonts w:asciiTheme="majorHAnsi" w:hAnsiTheme="majorHAnsi" w:cstheme="majorHAnsi"/>
            </w:rPr>
            <w:id w:val="1545176971"/>
            <w:placeholder>
              <w:docPart w:val="F7DC111EDBC24CBDAB5676250F4ACB0F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7FCA259" w14:textId="41D3B34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0DC85F6C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C4A2B" w14:textId="5B36A57B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nerezová ostřikovací ramena se zaoblenými rohy</w:t>
            </w:r>
          </w:p>
        </w:tc>
        <w:sdt>
          <w:sdtPr>
            <w:rPr>
              <w:rFonts w:asciiTheme="majorHAnsi" w:hAnsiTheme="majorHAnsi" w:cstheme="majorHAnsi"/>
            </w:rPr>
            <w:id w:val="-1985991631"/>
            <w:placeholder>
              <w:docPart w:val="4B30C22943BF49A98D8010DF3E231173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8764F2E" w14:textId="4C28BA13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72BD2683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DB40A" w14:textId="53EA2ADC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elektrický bezpečnostní zámek dveří</w:t>
            </w:r>
          </w:p>
        </w:tc>
        <w:sdt>
          <w:sdtPr>
            <w:rPr>
              <w:rFonts w:asciiTheme="majorHAnsi" w:hAnsiTheme="majorHAnsi" w:cstheme="majorHAnsi"/>
            </w:rPr>
            <w:id w:val="1801340497"/>
            <w:placeholder>
              <w:docPart w:val="11F549B27BCA4A7E9FCD1DF3C600A5A7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8E0CA49" w14:textId="719547C7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3E1CEB07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C09A3" w14:textId="6DF7D62F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dveře během mycího cyklu blokované</w:t>
            </w:r>
          </w:p>
        </w:tc>
        <w:sdt>
          <w:sdtPr>
            <w:rPr>
              <w:rFonts w:asciiTheme="majorHAnsi" w:hAnsiTheme="majorHAnsi" w:cstheme="majorHAnsi"/>
            </w:rPr>
            <w:id w:val="-695382936"/>
            <w:placeholder>
              <w:docPart w:val="7AE877917AC142D1AA34B6D6FE438B8D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D1A8995" w14:textId="3E79026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582225FF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0912E" w14:textId="1279C7EB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2 přípojky Ethernet, USB</w:t>
            </w:r>
          </w:p>
        </w:tc>
        <w:sdt>
          <w:sdtPr>
            <w:rPr>
              <w:rFonts w:asciiTheme="majorHAnsi" w:hAnsiTheme="majorHAnsi" w:cstheme="majorHAnsi"/>
            </w:rPr>
            <w:id w:val="1616866580"/>
            <w:placeholder>
              <w:docPart w:val="D8BD6061336741EEB3FDD45D2CC9CFE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F5E8507" w14:textId="7B8A634D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2408C61A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36C30" w14:textId="6B0BD0D7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identifikace pro automatické rozpoznání modulární sestavy košů vložené do mycí komory a automatické spuštění nejvhodnějšího programu pro danou kombinaci injektorových modulů</w:t>
            </w:r>
          </w:p>
        </w:tc>
        <w:sdt>
          <w:sdtPr>
            <w:rPr>
              <w:rFonts w:asciiTheme="majorHAnsi" w:hAnsiTheme="majorHAnsi" w:cstheme="majorHAnsi"/>
            </w:rPr>
            <w:id w:val="-1094859991"/>
            <w:placeholder>
              <w:docPart w:val="E57FF2BF7BB24633B51EE78FCCA202F2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ABA317A" w14:textId="308BAD8B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452EE7D5" w14:textId="77777777" w:rsidTr="006558DF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5ECFB" w14:textId="59F92E47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automatické vypnutí přístroje při špičkovém zatížení elektrické sítě</w:t>
            </w:r>
          </w:p>
        </w:tc>
        <w:sdt>
          <w:sdtPr>
            <w:rPr>
              <w:rFonts w:asciiTheme="majorHAnsi" w:hAnsiTheme="majorHAnsi" w:cstheme="majorHAnsi"/>
            </w:rPr>
            <w:id w:val="-1017689603"/>
            <w:placeholder>
              <w:docPart w:val="889AE04BC6EC41E2B9C95E8779605CA3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0A1405D" w14:textId="6847133B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E531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4754682D" w14:textId="77777777" w:rsidTr="00AD4D72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0AB20" w14:textId="77777777" w:rsidR="00E93931" w:rsidRPr="00BD5FAE" w:rsidRDefault="00E93931" w:rsidP="00AD4D7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2 zabudovaná dávkovací čerpadla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BA46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</w:rPr>
            <w:id w:val="-1987779694"/>
            <w:placeholder>
              <w:docPart w:val="76A689B2847E4FEFA3A9922C178EB1E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0C3EC7E" w14:textId="678B0F36" w:rsidR="00E93931" w:rsidRPr="00BD5FAE" w:rsidRDefault="006B7955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B7955" w:rsidRPr="00BD5FAE" w14:paraId="7D1CD2DB" w14:textId="77777777" w:rsidTr="008F140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F2AAB" w14:textId="3A1E05A2" w:rsidR="006B7955" w:rsidRPr="00BD5FAE" w:rsidRDefault="006B7955" w:rsidP="006B795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kontrola dávkování</w:t>
            </w:r>
          </w:p>
        </w:tc>
        <w:sdt>
          <w:sdtPr>
            <w:rPr>
              <w:rFonts w:asciiTheme="majorHAnsi" w:hAnsiTheme="majorHAnsi" w:cstheme="majorHAnsi"/>
            </w:rPr>
            <w:id w:val="722104167"/>
            <w:placeholder>
              <w:docPart w:val="2A96811B2BF5419BB822A07A11F2EAA4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344AFE7" w14:textId="3EFE16A7" w:rsidR="006B7955" w:rsidRPr="00BD5FAE" w:rsidRDefault="00BD5FAE" w:rsidP="006B795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6B7955" w:rsidRPr="00BD5FAE" w14:paraId="39A1F249" w14:textId="77777777" w:rsidTr="008F140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0BDD6" w14:textId="3A5B1357" w:rsidR="006B7955" w:rsidRPr="00BD5FAE" w:rsidRDefault="006B7955" w:rsidP="006B7955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 xml:space="preserve">elektronická kontrola rotace všech ostřikovacích/mycích ramen v mycím prostoru </w:t>
            </w:r>
          </w:p>
        </w:tc>
        <w:sdt>
          <w:sdtPr>
            <w:rPr>
              <w:rFonts w:asciiTheme="majorHAnsi" w:hAnsiTheme="majorHAnsi" w:cstheme="majorHAnsi"/>
            </w:rPr>
            <w:id w:val="1060745797"/>
            <w:placeholder>
              <w:docPart w:val="555FC5A5DDEE4FD9A4690C9356D04984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51FA24B" w14:textId="09C5335C" w:rsidR="006B7955" w:rsidRPr="00BD5FAE" w:rsidRDefault="00BD5FAE" w:rsidP="006B795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7D57718F" w14:textId="77777777" w:rsidTr="00AD4D72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8A899" w14:textId="77777777" w:rsidR="00E93931" w:rsidRPr="00BD5FAE" w:rsidRDefault="00E93931" w:rsidP="00AD4D7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2 výkonná oběhová čerpadla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8B366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</w:rPr>
            <w:id w:val="136838754"/>
            <w:placeholder>
              <w:docPart w:val="ED15AF38A483499F9228B3F3183774F2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972446" w14:textId="604DEA0C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42550A1E" w14:textId="77777777" w:rsidTr="00A3199D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55CF" w14:textId="1B57B0D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lastRenderedPageBreak/>
              <w:t>výpustní ventil do podlahy</w:t>
            </w:r>
          </w:p>
        </w:tc>
        <w:sdt>
          <w:sdtPr>
            <w:rPr>
              <w:rFonts w:asciiTheme="majorHAnsi" w:hAnsiTheme="majorHAnsi" w:cstheme="majorHAnsi"/>
            </w:rPr>
            <w:id w:val="-1795741170"/>
            <w:placeholder>
              <w:docPart w:val="FB059E4541D244E48DC4845CC1C7BF96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E2D6BE" w14:textId="70A4946F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6F2446E9" w14:textId="77777777" w:rsidTr="0062369C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3B93C" w14:textId="6AFAAC1E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kombinovaná nádrž pro recyklaci a předehřev oplachové demineralizované vody pro urychlení dezinfekčního cyklu</w:t>
            </w:r>
          </w:p>
        </w:tc>
        <w:sdt>
          <w:sdtPr>
            <w:rPr>
              <w:rFonts w:asciiTheme="majorHAnsi" w:hAnsiTheme="majorHAnsi" w:cstheme="majorHAnsi"/>
            </w:rPr>
            <w:id w:val="-1294365265"/>
            <w:placeholder>
              <w:docPart w:val="C92E27A507DF4EDE9A19E73EA0624AE6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05605AB" w14:textId="48884556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A69F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7AF10D9B" w14:textId="77777777" w:rsidTr="0062369C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AAFED" w14:textId="775892BF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nerezové opláštění sušícího agregátu</w:t>
            </w:r>
          </w:p>
        </w:tc>
        <w:sdt>
          <w:sdtPr>
            <w:rPr>
              <w:rFonts w:asciiTheme="majorHAnsi" w:hAnsiTheme="majorHAnsi" w:cstheme="majorHAnsi"/>
            </w:rPr>
            <w:id w:val="-2098849857"/>
            <w:placeholder>
              <w:docPart w:val="4D8D3DF75629403A8A26190EE2EBF22F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1BF774" w14:textId="2A4A6FD3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A69F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1A9DBA26" w14:textId="77777777" w:rsidTr="0062369C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691E1" w14:textId="438A7AF0" w:rsidR="00FD46E2" w:rsidRPr="00BD5FAE" w:rsidRDefault="00FD46E2" w:rsidP="00FD46E2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možnost instalace rázového mytí dutých těles pomocí dávek tlakového vzduchu během průtoku mycího roztoku</w:t>
            </w:r>
          </w:p>
        </w:tc>
        <w:sdt>
          <w:sdtPr>
            <w:rPr>
              <w:rFonts w:asciiTheme="majorHAnsi" w:hAnsiTheme="majorHAnsi" w:cstheme="majorHAnsi"/>
            </w:rPr>
            <w:id w:val="-534197985"/>
            <w:placeholder>
              <w:docPart w:val="F9106B1CEA774AD288318001DBA141BB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5070D80" w14:textId="04653AC3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9A69F5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55F8644D" w14:textId="77777777" w:rsidTr="009A1B7D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E6D5" w14:textId="32AF5BAE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  <w:bCs/>
              </w:rPr>
              <w:t>Oběhová čerpadla a dávkování</w:t>
            </w:r>
          </w:p>
        </w:tc>
      </w:tr>
      <w:tr w:rsidR="00FD46E2" w:rsidRPr="00BD5FAE" w14:paraId="63CB978C" w14:textId="77777777" w:rsidTr="00DD74AA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CBF88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D5FAE">
              <w:rPr>
                <w:rFonts w:asciiTheme="majorHAnsi" w:hAnsiTheme="majorHAnsi" w:cstheme="majorHAnsi"/>
              </w:rPr>
              <w:t>oběhové čerpadlo 1 pro ostřikovací ramena mycího prostoru min. 400 l/min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C8AEB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400 l/min</w:t>
            </w:r>
          </w:p>
        </w:tc>
        <w:sdt>
          <w:sdtPr>
            <w:rPr>
              <w:rFonts w:asciiTheme="majorHAnsi" w:hAnsiTheme="majorHAnsi" w:cstheme="majorHAnsi"/>
            </w:rPr>
            <w:id w:val="-1904976202"/>
            <w:placeholder>
              <w:docPart w:val="7F0313C0BC9A4F45BB87A22E86413B22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C2A09ED" w14:textId="1EE1EE0B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4477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6EA3048C" w14:textId="77777777" w:rsidTr="00DD74AA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1B685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oběhové čerpadlo 2 pro ostřikovací ramena vloženého koše nebo pro injektorové mytí min. 400 l/min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43CBEE" w14:textId="77777777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400 l/min</w:t>
            </w:r>
          </w:p>
        </w:tc>
        <w:sdt>
          <w:sdtPr>
            <w:rPr>
              <w:rFonts w:asciiTheme="majorHAnsi" w:hAnsiTheme="majorHAnsi" w:cstheme="majorHAnsi"/>
            </w:rPr>
            <w:id w:val="-1894032941"/>
            <w:placeholder>
              <w:docPart w:val="99C5DFECA8CC43078AF5095ABA1E5FF3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6F34B77" w14:textId="1F185349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44771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3273E60F" w14:textId="77777777" w:rsidTr="0082353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9BA27" w14:textId="5F3F330B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 xml:space="preserve">oběhové čerpadlo 2 s proměnnými otáčkami </w:t>
            </w:r>
          </w:p>
        </w:tc>
        <w:sdt>
          <w:sdtPr>
            <w:rPr>
              <w:rFonts w:asciiTheme="majorHAnsi" w:hAnsiTheme="majorHAnsi" w:cstheme="majorHAnsi"/>
            </w:rPr>
            <w:id w:val="768363499"/>
            <w:placeholder>
              <w:docPart w:val="EFF05604F5F3491FA16958F7B5FF2997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5E7389F" w14:textId="1DACF16A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871C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090BA928" w14:textId="77777777" w:rsidTr="0082353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980D1" w14:textId="69E69C6F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možnosti uložení kanystrů v přístroji 4 x 5 l, 1 x 10 L + 2 x 5 L</w:t>
            </w:r>
          </w:p>
        </w:tc>
        <w:sdt>
          <w:sdtPr>
            <w:rPr>
              <w:rFonts w:asciiTheme="majorHAnsi" w:hAnsiTheme="majorHAnsi" w:cstheme="majorHAnsi"/>
            </w:rPr>
            <w:id w:val="-932118303"/>
            <w:placeholder>
              <w:docPart w:val="CB6912C3A1834B05972E7D8E6A8ADCE0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03FC23E" w14:textId="01679383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871C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D46E2" w:rsidRPr="00BD5FAE" w14:paraId="1C2128C3" w14:textId="77777777" w:rsidTr="0082353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D1D27" w14:textId="1B305A34" w:rsidR="00FD46E2" w:rsidRPr="00BD5FAE" w:rsidRDefault="00FD46E2" w:rsidP="00FD46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možnost připojení dalších vestavěných dávkovacích čerpadel</w:t>
            </w:r>
          </w:p>
        </w:tc>
        <w:sdt>
          <w:sdtPr>
            <w:rPr>
              <w:rFonts w:asciiTheme="majorHAnsi" w:hAnsiTheme="majorHAnsi" w:cstheme="majorHAnsi"/>
            </w:rPr>
            <w:id w:val="-1579289635"/>
            <w:placeholder>
              <w:docPart w:val="2144CC372D2A4C909F2DAE9B0C2A949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4B4189D" w14:textId="71F42A08" w:rsidR="00FD46E2" w:rsidRPr="00BD5FAE" w:rsidRDefault="00FD46E2" w:rsidP="00FD46E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871C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718E17CC" w14:textId="77777777" w:rsidTr="00031EDA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22F5" w14:textId="37385525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  <w:bCs/>
              </w:rPr>
              <w:t>Mycí technika</w:t>
            </w:r>
          </w:p>
        </w:tc>
      </w:tr>
      <w:tr w:rsidR="00E93931" w:rsidRPr="00BD5FAE" w14:paraId="703C5067" w14:textId="77777777" w:rsidTr="002F79A8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676D0" w14:textId="72694943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nabízený přístroj umožňuje termickou a chemo-termickou dezinfekci v parametrech uvedených ve vyhl. 306/2012 Sb. v platném znění</w:t>
            </w:r>
          </w:p>
        </w:tc>
        <w:sdt>
          <w:sdtPr>
            <w:rPr>
              <w:rFonts w:asciiTheme="majorHAnsi" w:hAnsiTheme="majorHAnsi" w:cstheme="majorHAnsi"/>
            </w:rPr>
            <w:id w:val="1406719182"/>
            <w:placeholder>
              <w:docPart w:val="4998E04022CF4AB8AFB0587EC98BF6F0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98D551" w14:textId="08BA4D39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BC2499" w:rsidRPr="00BD5FAE" w14:paraId="7A1566D6" w14:textId="77777777" w:rsidTr="005D40F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5604D" w14:textId="77777777" w:rsidR="00BC2499" w:rsidRPr="00BD5FAE" w:rsidRDefault="00BC2499" w:rsidP="00BC249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 xml:space="preserve">nastavení teploty 93 °C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C3E90" w14:textId="77777777" w:rsidR="00BC2499" w:rsidRPr="00BD5FAE" w:rsidRDefault="00BC2499" w:rsidP="00BC249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93 °C</w:t>
            </w:r>
          </w:p>
        </w:tc>
        <w:sdt>
          <w:sdtPr>
            <w:rPr>
              <w:rFonts w:asciiTheme="majorHAnsi" w:hAnsiTheme="majorHAnsi" w:cstheme="majorHAnsi"/>
            </w:rPr>
            <w:id w:val="-1019383940"/>
            <w:placeholder>
              <w:docPart w:val="3E2D8C6D52AF4A91B403C2673A9E2118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0E91D4A" w14:textId="50256662" w:rsidR="00BC2499" w:rsidRPr="00BD5FAE" w:rsidRDefault="00BC2499" w:rsidP="00BC249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869D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BC2499" w:rsidRPr="00BD5FAE" w14:paraId="31AEF0AE" w14:textId="77777777" w:rsidTr="005D40FF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72079" w14:textId="77777777" w:rsidR="00BC2499" w:rsidRPr="00BD5FAE" w:rsidRDefault="00BC2499" w:rsidP="00BC249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objem kombinované nádrže min. 30 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4577D4" w14:textId="77777777" w:rsidR="00BC2499" w:rsidRPr="00BD5FAE" w:rsidRDefault="00BC2499" w:rsidP="00BC249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30 l</w:t>
            </w:r>
          </w:p>
        </w:tc>
        <w:sdt>
          <w:sdtPr>
            <w:rPr>
              <w:rFonts w:asciiTheme="majorHAnsi" w:hAnsiTheme="majorHAnsi" w:cstheme="majorHAnsi"/>
            </w:rPr>
            <w:id w:val="-324359032"/>
            <w:placeholder>
              <w:docPart w:val="E6469071CF5B4FBBA87AD6139B59ABF3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012F0DC" w14:textId="28909026" w:rsidR="00BC2499" w:rsidRPr="00BD5FAE" w:rsidRDefault="00BC2499" w:rsidP="00BC249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869D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148A63C5" w14:textId="77777777" w:rsidTr="00974EE7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2E2E" w14:textId="48F73D05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  <w:bCs/>
              </w:rPr>
              <w:t>Mycí komora</w:t>
            </w:r>
          </w:p>
        </w:tc>
      </w:tr>
      <w:tr w:rsidR="00E93931" w:rsidRPr="00BD5FAE" w14:paraId="5DA5BE28" w14:textId="77777777" w:rsidTr="00A3199D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233DE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D5FAE">
              <w:rPr>
                <w:rFonts w:asciiTheme="majorHAnsi" w:hAnsiTheme="majorHAnsi" w:cstheme="majorHAnsi"/>
              </w:rPr>
              <w:t>objem min. 350 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C8112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350 l</w:t>
            </w:r>
          </w:p>
        </w:tc>
        <w:sdt>
          <w:sdtPr>
            <w:rPr>
              <w:rFonts w:asciiTheme="majorHAnsi" w:hAnsiTheme="majorHAnsi" w:cstheme="majorHAnsi"/>
            </w:rPr>
            <w:id w:val="-1913463345"/>
            <w:placeholder>
              <w:docPart w:val="4BA5D482F1FD467197F8DF702C7F029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607CF0" w14:textId="39604EEE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7230F662" w14:textId="77777777" w:rsidTr="00B7065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3D76A" w14:textId="4C29378E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komora z kvalitní nerezová oceli, např. 1.4404</w:t>
            </w:r>
          </w:p>
        </w:tc>
        <w:sdt>
          <w:sdtPr>
            <w:rPr>
              <w:rFonts w:asciiTheme="majorHAnsi" w:hAnsiTheme="majorHAnsi" w:cstheme="majorHAnsi"/>
            </w:rPr>
            <w:id w:val="-45839028"/>
            <w:placeholder>
              <w:docPart w:val="7877D702E96B47AA82A0D22E9ED05206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10BF132" w14:textId="1D5C5C3E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82493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32589337" w14:textId="77777777" w:rsidTr="00B7065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BEE3D" w14:textId="1B6B4A7F" w:rsidR="00F46D43" w:rsidRPr="00BD5FAE" w:rsidRDefault="00F46D43" w:rsidP="00F46D4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laserově svařovaný mycí prostor s hladkými švy a zaoblenými rohy</w:t>
            </w:r>
          </w:p>
        </w:tc>
        <w:sdt>
          <w:sdtPr>
            <w:rPr>
              <w:rFonts w:asciiTheme="majorHAnsi" w:hAnsiTheme="majorHAnsi" w:cstheme="majorHAnsi"/>
            </w:rPr>
            <w:id w:val="-541525468"/>
            <w:placeholder>
              <w:docPart w:val="F1FB8972FC024490AF53E23D5D6402FF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4F756B" w14:textId="4D842569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82493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19FDA06F" w14:textId="77777777" w:rsidTr="00B7065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75353" w14:textId="65ECE700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přetlakové těsnění dveří</w:t>
            </w:r>
          </w:p>
        </w:tc>
        <w:sdt>
          <w:sdtPr>
            <w:rPr>
              <w:rFonts w:asciiTheme="majorHAnsi" w:hAnsiTheme="majorHAnsi" w:cstheme="majorHAnsi"/>
            </w:rPr>
            <w:id w:val="589826577"/>
            <w:placeholder>
              <w:docPart w:val="A39330AE26C0499DA7B522614D400B97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014689A" w14:textId="40073F8D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82493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0129D2A3" w14:textId="77777777" w:rsidTr="00B7065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0C9DA" w14:textId="31C68873" w:rsidR="00F46D43" w:rsidRPr="00BD5FAE" w:rsidRDefault="00F46D43" w:rsidP="00F46D43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osvětlení mycí komory indikující stav mycího a dezinfekčního cyklu</w:t>
            </w:r>
          </w:p>
        </w:tc>
        <w:sdt>
          <w:sdtPr>
            <w:rPr>
              <w:rFonts w:asciiTheme="majorHAnsi" w:hAnsiTheme="majorHAnsi" w:cstheme="majorHAnsi"/>
            </w:rPr>
            <w:id w:val="-356199886"/>
            <w:placeholder>
              <w:docPart w:val="30F4274C391A45BFB8A7588944B81AFC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2DC86BD" w14:textId="2192C2D2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82493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4428A7AB" w14:textId="77777777" w:rsidTr="00C43C7A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A646" w14:textId="556EAF72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  <w:bCs/>
              </w:rPr>
              <w:lastRenderedPageBreak/>
              <w:t>Sušící agregát:</w:t>
            </w:r>
          </w:p>
        </w:tc>
      </w:tr>
      <w:tr w:rsidR="00E93931" w:rsidRPr="00BD5FAE" w14:paraId="373CEAD7" w14:textId="77777777" w:rsidTr="00A3199D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51599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D5FAE">
              <w:rPr>
                <w:rFonts w:asciiTheme="majorHAnsi" w:hAnsiTheme="majorHAnsi" w:cstheme="majorHAnsi"/>
              </w:rPr>
              <w:t>výkon min. 2 x 125 m³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A7D8D" w14:textId="77777777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min. 2 x 125 m³</w:t>
            </w:r>
          </w:p>
        </w:tc>
        <w:sdt>
          <w:sdtPr>
            <w:rPr>
              <w:rFonts w:asciiTheme="majorHAnsi" w:hAnsiTheme="majorHAnsi" w:cstheme="majorHAnsi"/>
            </w:rPr>
            <w:id w:val="717631704"/>
            <w:placeholder>
              <w:docPart w:val="7871269483384131ABB72F8122A6DB5B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7F6470" w14:textId="515D2056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72A6A659" w14:textId="77777777" w:rsidTr="00474DCE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440EE" w14:textId="14904B64" w:rsidR="00E93931" w:rsidRPr="00BD5FAE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Filtr min. 1x hrubý filtr a 2xHEPA filtr třídy H14</w:t>
            </w:r>
          </w:p>
        </w:tc>
        <w:sdt>
          <w:sdtPr>
            <w:rPr>
              <w:rFonts w:asciiTheme="majorHAnsi" w:hAnsiTheme="majorHAnsi" w:cstheme="majorHAnsi"/>
            </w:rPr>
            <w:id w:val="86887153"/>
            <w:placeholder>
              <w:docPart w:val="BF1DA63FA3FF4092BB61BAADB28545EE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DBBA49C" w14:textId="7A578CC7" w:rsidR="00E93931" w:rsidRPr="00BD5FAE" w:rsidRDefault="00BD5FAE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D5FA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BD5FAE" w14:paraId="2D466285" w14:textId="77777777" w:rsidTr="003762E2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6F4B" w14:textId="4A3AE9CF" w:rsidR="00E93931" w:rsidRPr="00BD5FAE" w:rsidRDefault="00E93931" w:rsidP="00E9393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  <w:b/>
              </w:rPr>
              <w:t>Mycí koše celkem pro 2 myčky</w:t>
            </w:r>
          </w:p>
        </w:tc>
      </w:tr>
      <w:tr w:rsidR="00F46D43" w:rsidRPr="00BD5FAE" w14:paraId="2BCADADA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24F30" w14:textId="3E933CD5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2x zavážecí/vyvážecí vozík, zavážecí výška nejlépe 850 mm, s odtokem</w:t>
            </w:r>
          </w:p>
        </w:tc>
        <w:sdt>
          <w:sdtPr>
            <w:rPr>
              <w:rFonts w:asciiTheme="majorHAnsi" w:hAnsiTheme="majorHAnsi" w:cstheme="majorHAnsi"/>
            </w:rPr>
            <w:id w:val="1292162506"/>
            <w:placeholder>
              <w:docPart w:val="7667DABF5B7D44B9BF0F168D895D449A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674D98D" w14:textId="00762AC1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3F17C0E5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949B2" w14:textId="04638DCE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2x mycí koš se 6 patry (2 patra vyjímatelná) až na 18 mycích DIN sít</w:t>
            </w:r>
          </w:p>
        </w:tc>
        <w:sdt>
          <w:sdtPr>
            <w:rPr>
              <w:rFonts w:asciiTheme="majorHAnsi" w:hAnsiTheme="majorHAnsi" w:cstheme="majorHAnsi"/>
            </w:rPr>
            <w:id w:val="-1794906412"/>
            <w:placeholder>
              <w:docPart w:val="64111489184641F99C51CDC27964875C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BCCE91D" w14:textId="67278BAB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11F66161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37373" w14:textId="77777777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1x injektorový vozík</w:t>
            </w:r>
          </w:p>
          <w:p w14:paraId="6030C3E3" w14:textId="78665E11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modulový systém pro 3 MIC-OP sety</w:t>
            </w:r>
          </w:p>
          <w:p w14:paraId="0A33BBE6" w14:textId="313CD78C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kapacita min. 20 dutých nástrojů v modulových vložkách s   integrovanými tryskami</w:t>
            </w:r>
          </w:p>
          <w:p w14:paraId="1C3DDFE7" w14:textId="2251FB73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- 2 nástavce pro odsávací hadice a kabely</w:t>
            </w:r>
          </w:p>
          <w:p w14:paraId="5DAC4ADA" w14:textId="361A3DF2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- 2 nástavce pro rozkládací MIC nástroje</w:t>
            </w:r>
          </w:p>
          <w:p w14:paraId="4FAA700D" w14:textId="0D87E3DA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D5FAE">
              <w:rPr>
                <w:rFonts w:asciiTheme="majorHAnsi" w:hAnsiTheme="majorHAnsi" w:cstheme="majorHAnsi"/>
              </w:rPr>
              <w:t>- připojení pro sušení horkým vzduchem</w:t>
            </w:r>
          </w:p>
        </w:tc>
        <w:sdt>
          <w:sdtPr>
            <w:rPr>
              <w:rFonts w:asciiTheme="majorHAnsi" w:hAnsiTheme="majorHAnsi" w:cstheme="majorHAnsi"/>
            </w:rPr>
            <w:id w:val="-1067712378"/>
            <w:placeholder>
              <w:docPart w:val="A703DECEB78E4213959CE1051E69236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89973A5" w14:textId="2A233E4A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1227C74C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71AC4" w14:textId="187F7DC6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36 x mycí DIN síto standardní velikosti</w:t>
            </w:r>
          </w:p>
        </w:tc>
        <w:sdt>
          <w:sdtPr>
            <w:rPr>
              <w:rFonts w:asciiTheme="majorHAnsi" w:hAnsiTheme="majorHAnsi" w:cstheme="majorHAnsi"/>
            </w:rPr>
            <w:id w:val="-1862888068"/>
            <w:placeholder>
              <w:docPart w:val="0D1200076A89429797870BB1CE50CC6A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95A8EDF" w14:textId="0E06F697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46D43" w:rsidRPr="00BD5FAE" w14:paraId="72301D5D" w14:textId="77777777" w:rsidTr="00C35CE6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E5E94" w14:textId="4B2E7779" w:rsidR="00F46D43" w:rsidRPr="00BD5FAE" w:rsidRDefault="00F46D43" w:rsidP="00F46D4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D5FAE">
              <w:rPr>
                <w:rFonts w:asciiTheme="majorHAnsi" w:hAnsiTheme="majorHAnsi" w:cstheme="majorHAnsi"/>
              </w:rPr>
              <w:t>10 x krycí síto pro fixaci nástrojů</w:t>
            </w:r>
          </w:p>
        </w:tc>
        <w:sdt>
          <w:sdtPr>
            <w:rPr>
              <w:rFonts w:asciiTheme="majorHAnsi" w:hAnsiTheme="majorHAnsi" w:cstheme="majorHAnsi"/>
            </w:rPr>
            <w:id w:val="-77059545"/>
            <w:placeholder>
              <w:docPart w:val="01883EF15EF34107AB07C397481D5051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0CF0CF0" w14:textId="384E803F" w:rsidR="00F46D43" w:rsidRPr="00BD5FAE" w:rsidRDefault="00F46D43" w:rsidP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42DDE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</w:tbl>
    <w:p w14:paraId="5B0322EA" w14:textId="77777777" w:rsidR="00494E93" w:rsidRPr="00BD5FA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0652E8" w:rsidRPr="000652E8" w14:paraId="417D9652" w14:textId="77777777" w:rsidTr="004A76C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AD185" w14:textId="77777777" w:rsidR="006B7955" w:rsidRPr="000652E8" w:rsidRDefault="006B7955" w:rsidP="004A76C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652E8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217968102"/>
            <w:placeholder>
              <w:docPart w:val="CFF3305EA6C24DF6BD5944EAD7D37FC8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8549FA6" w14:textId="77777777" w:rsidR="006B7955" w:rsidRPr="000652E8" w:rsidRDefault="006B7955" w:rsidP="004A76C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0652E8" w:rsidRPr="000652E8" w14:paraId="5D0DD973" w14:textId="77777777" w:rsidTr="004A76C9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C9AAA" w14:textId="77777777" w:rsidR="006B7955" w:rsidRPr="000652E8" w:rsidRDefault="006B7955" w:rsidP="004A76C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652E8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187597882"/>
            <w:placeholder>
              <w:docPart w:val="F381AADCEB044346A1ECBF693797AFBB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C61B30" w14:textId="77777777" w:rsidR="006B7955" w:rsidRPr="000652E8" w:rsidRDefault="006B7955" w:rsidP="004A76C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B6968B" w14:textId="504E6F40" w:rsidR="00B067DF" w:rsidRPr="000652E8" w:rsidRDefault="00B067DF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W w:w="9225" w:type="dxa"/>
        <w:tblInd w:w="-49" w:type="dxa"/>
        <w:tblLayout w:type="fixed"/>
        <w:tblLook w:val="04A0" w:firstRow="1" w:lastRow="0" w:firstColumn="1" w:lastColumn="0" w:noHBand="0" w:noVBand="1"/>
      </w:tblPr>
      <w:tblGrid>
        <w:gridCol w:w="2594"/>
        <w:gridCol w:w="850"/>
        <w:gridCol w:w="2834"/>
        <w:gridCol w:w="2947"/>
      </w:tblGrid>
      <w:tr w:rsidR="000652E8" w:rsidRPr="000652E8" w14:paraId="15D8EB57" w14:textId="77777777" w:rsidTr="001978CE">
        <w:tc>
          <w:tcPr>
            <w:tcW w:w="9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4596DE0" w14:textId="77777777" w:rsidR="001978CE" w:rsidRPr="000652E8" w:rsidRDefault="001978CE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0652E8" w:rsidRPr="000652E8" w14:paraId="66207AFB" w14:textId="77777777" w:rsidTr="001978CE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92E97" w14:textId="77777777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0D235B" w14:textId="77777777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12455C" w14:textId="77777777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B9217" w14:textId="77777777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0652E8" w:rsidRPr="000652E8" w14:paraId="59F87B18" w14:textId="77777777" w:rsidTr="00F46D43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AEE7E" w14:textId="0E82F39F" w:rsidR="001978CE" w:rsidRPr="000652E8" w:rsidRDefault="001978C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652E8">
              <w:rPr>
                <w:rFonts w:asciiTheme="majorHAnsi" w:hAnsiTheme="majorHAnsi" w:cstheme="majorHAnsi"/>
              </w:rPr>
              <w:t>Myčka pro CS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3BFC31" w14:textId="4DDA457F" w:rsidR="001978CE" w:rsidRPr="000652E8" w:rsidRDefault="00C63D0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934467692"/>
            <w:placeholder>
              <w:docPart w:val="AE473D8DAADC4487BA30139B9696AED7"/>
            </w:placeholder>
            <w:showingPlcHdr/>
          </w:sdtPr>
          <w:sdtEndPr/>
          <w:sdtContent>
            <w:tc>
              <w:tcPr>
                <w:tcW w:w="283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2B46A1EB" w14:textId="77777777" w:rsidR="001978CE" w:rsidRPr="000652E8" w:rsidRDefault="001978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55401859"/>
            <w:placeholder>
              <w:docPart w:val="416FBD2531D9447FB18AD1BB13F284BC"/>
            </w:placeholder>
            <w:showingPlcHdr/>
          </w:sdtPr>
          <w:sdtEndPr/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BE7E1A" w14:textId="020D635E" w:rsidR="001978CE" w:rsidRPr="000652E8" w:rsidRDefault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0652E8" w:rsidRPr="000652E8" w14:paraId="46C94273" w14:textId="77777777" w:rsidTr="00F46D43">
        <w:tc>
          <w:tcPr>
            <w:tcW w:w="6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9724C8" w14:textId="77777777" w:rsidR="001978CE" w:rsidRPr="000652E8" w:rsidRDefault="001978CE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0652E8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548260497"/>
            <w:placeholder>
              <w:docPart w:val="EBF5410370034A3D9563C10D770C8805"/>
            </w:placeholder>
            <w:showingPlcHdr/>
          </w:sdtPr>
          <w:sdtEndPr/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6AD70F" w14:textId="7265A289" w:rsidR="001978CE" w:rsidRPr="000652E8" w:rsidRDefault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F46D43">
                  <w:rPr>
                    <w:rStyle w:val="Zstupntext"/>
                    <w:rFonts w:asciiTheme="majorHAnsi" w:hAnsiTheme="majorHAnsi" w:cstheme="majorHAnsi"/>
                    <w:b/>
                    <w:bCs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0652E8" w:rsidRPr="000652E8" w14:paraId="694A475E" w14:textId="77777777" w:rsidTr="00F46D43">
        <w:tc>
          <w:tcPr>
            <w:tcW w:w="6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07141D" w14:textId="77777777" w:rsidR="001978CE" w:rsidRPr="000652E8" w:rsidRDefault="001978CE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0652E8">
              <w:rPr>
                <w:rFonts w:asciiTheme="majorHAnsi" w:hAnsiTheme="majorHAnsi" w:cstheme="majorHAnsi"/>
                <w:bCs/>
              </w:rPr>
              <w:t xml:space="preserve">Celková hodnota DPH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1954589006"/>
                <w:placeholder>
                  <w:docPart w:val="40F7EE673EE24C9193EF8BB797329ACB"/>
                </w:placeholder>
                <w:showingPlcHdr/>
              </w:sdtPr>
              <w:sdtEndPr/>
              <w:sdtContent>
                <w:r w:rsidRPr="000652E8">
                  <w:rPr>
                    <w:rStyle w:val="Zstupntext"/>
                    <w:rFonts w:asciiTheme="majorHAnsi" w:hAnsiTheme="majorHAnsi" w:cstheme="majorHAnsi"/>
                    <w:bCs/>
                    <w:color w:val="auto"/>
                    <w:highlight w:val="yellow"/>
                  </w:rPr>
                  <w:t>Klikněte a zadejte hodnotu.</w:t>
                </w:r>
              </w:sdtContent>
            </w:sdt>
            <w:r w:rsidRPr="000652E8">
              <w:rPr>
                <w:rFonts w:asciiTheme="majorHAnsi" w:hAnsiTheme="majorHAnsi" w:cstheme="majorHAnsi"/>
                <w:bCs/>
              </w:rPr>
              <w:t xml:space="preserve"> %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360663340"/>
            <w:placeholder>
              <w:docPart w:val="267ECDE42A394CCCB0A93E174783F57F"/>
            </w:placeholder>
            <w:showingPlcHdr/>
          </w:sdtPr>
          <w:sdtEndPr/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9B6A4F" w14:textId="783C0116" w:rsidR="001978CE" w:rsidRPr="000652E8" w:rsidRDefault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0652E8" w:rsidRPr="000652E8" w14:paraId="10B920AB" w14:textId="77777777" w:rsidTr="00F46D43">
        <w:tc>
          <w:tcPr>
            <w:tcW w:w="6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A0C5DA" w14:textId="77777777" w:rsidR="001978CE" w:rsidRPr="000652E8" w:rsidRDefault="001978CE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0652E8">
              <w:rPr>
                <w:rFonts w:asciiTheme="majorHAnsi" w:hAnsiTheme="majorHAnsi" w:cstheme="majorHAnsi"/>
                <w:bCs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2094283074"/>
            <w:placeholder>
              <w:docPart w:val="C932742823AE4E3A8DB44152F38379B6"/>
            </w:placeholder>
            <w:showingPlcHdr/>
          </w:sdtPr>
          <w:sdtEndPr/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FD31AD4" w14:textId="7B886682" w:rsidR="001978CE" w:rsidRPr="000652E8" w:rsidRDefault="00F46D4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0652E8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150FB5E7" w14:textId="77777777" w:rsidR="001978CE" w:rsidRPr="00BD5FAE" w:rsidRDefault="001978CE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BD5FAE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BD5FAE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BD5FAE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BD5FAE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BD5FAE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BD5FAE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BD5FAE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BD5FAE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BD5FAE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BD5FAE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BD5FAE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09A0" w14:textId="77777777" w:rsidR="002631E8" w:rsidRDefault="002631E8" w:rsidP="002C4725">
      <w:pPr>
        <w:spacing w:after="0" w:line="240" w:lineRule="auto"/>
      </w:pPr>
      <w:r>
        <w:separator/>
      </w:r>
    </w:p>
  </w:endnote>
  <w:endnote w:type="continuationSeparator" w:id="0">
    <w:p w14:paraId="5700BA0F" w14:textId="77777777" w:rsidR="002631E8" w:rsidRDefault="002631E8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A51D2">
          <w:rPr>
            <w:rFonts w:asciiTheme="majorHAnsi" w:hAnsiTheme="majorHAnsi" w:cstheme="majorHAnsi"/>
            <w:noProof/>
            <w:sz w:val="20"/>
          </w:rPr>
          <w:t>5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489A7" w14:textId="77777777" w:rsidR="002631E8" w:rsidRDefault="002631E8" w:rsidP="002C4725">
      <w:pPr>
        <w:spacing w:after="0" w:line="240" w:lineRule="auto"/>
      </w:pPr>
      <w:r>
        <w:separator/>
      </w:r>
    </w:p>
  </w:footnote>
  <w:footnote w:type="continuationSeparator" w:id="0">
    <w:p w14:paraId="37C2FDB2" w14:textId="77777777" w:rsidR="002631E8" w:rsidRDefault="002631E8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0"/>
  </w:num>
  <w:num w:numId="7">
    <w:abstractNumId w:val="1"/>
  </w:num>
  <w:num w:numId="8">
    <w:abstractNumId w:val="15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6"/>
  </w:num>
  <w:num w:numId="15">
    <w:abstractNumId w:val="3"/>
  </w:num>
  <w:num w:numId="16">
    <w:abstractNumId w:val="11"/>
  </w:num>
  <w:num w:numId="17">
    <w:abstractNumId w:val="12"/>
  </w:num>
  <w:num w:numId="18">
    <w:abstractNumId w:val="6"/>
  </w:num>
  <w:num w:numId="19">
    <w:abstractNumId w:val="17"/>
  </w:num>
  <w:num w:numId="20">
    <w:abstractNumId w:val="7"/>
  </w:num>
  <w:num w:numId="21">
    <w:abstractNumId w:val="2"/>
  </w:num>
  <w:num w:numId="22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Nn6s7K8rEo4LCmTB+HhC7PEKA+cEinxtm3iZbN2qv1YXYbk74HdkhKRfcn96wPDa7H+PBNkV486IvBsHJlOUwg==" w:salt="7H2PUz3FuHxxAMt2U1Eet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0E6C"/>
    <w:rsid w:val="00013D3C"/>
    <w:rsid w:val="00037BE2"/>
    <w:rsid w:val="000502B4"/>
    <w:rsid w:val="00050978"/>
    <w:rsid w:val="000652E8"/>
    <w:rsid w:val="00072135"/>
    <w:rsid w:val="00082C5A"/>
    <w:rsid w:val="000A3A57"/>
    <w:rsid w:val="000B00A8"/>
    <w:rsid w:val="000B42C0"/>
    <w:rsid w:val="000D388A"/>
    <w:rsid w:val="000D3E20"/>
    <w:rsid w:val="00101D2C"/>
    <w:rsid w:val="00110F11"/>
    <w:rsid w:val="00130843"/>
    <w:rsid w:val="00131EC4"/>
    <w:rsid w:val="001573FB"/>
    <w:rsid w:val="0018712C"/>
    <w:rsid w:val="00195D10"/>
    <w:rsid w:val="001978CE"/>
    <w:rsid w:val="001A3941"/>
    <w:rsid w:val="001B7CEE"/>
    <w:rsid w:val="001D4142"/>
    <w:rsid w:val="0022176A"/>
    <w:rsid w:val="00226EF2"/>
    <w:rsid w:val="002631E8"/>
    <w:rsid w:val="00267824"/>
    <w:rsid w:val="00273B04"/>
    <w:rsid w:val="002A51D2"/>
    <w:rsid w:val="002B217B"/>
    <w:rsid w:val="002C4725"/>
    <w:rsid w:val="002D727F"/>
    <w:rsid w:val="002F1AF3"/>
    <w:rsid w:val="002F2322"/>
    <w:rsid w:val="002F311B"/>
    <w:rsid w:val="002F739C"/>
    <w:rsid w:val="003006F3"/>
    <w:rsid w:val="003145E3"/>
    <w:rsid w:val="00316023"/>
    <w:rsid w:val="00350935"/>
    <w:rsid w:val="00351A75"/>
    <w:rsid w:val="00360120"/>
    <w:rsid w:val="003823F4"/>
    <w:rsid w:val="00393720"/>
    <w:rsid w:val="003D2088"/>
    <w:rsid w:val="003D6DD0"/>
    <w:rsid w:val="003F0014"/>
    <w:rsid w:val="003F0F2F"/>
    <w:rsid w:val="003F121F"/>
    <w:rsid w:val="003F660A"/>
    <w:rsid w:val="00402441"/>
    <w:rsid w:val="004243A4"/>
    <w:rsid w:val="00427539"/>
    <w:rsid w:val="004524C6"/>
    <w:rsid w:val="00452797"/>
    <w:rsid w:val="00474F9E"/>
    <w:rsid w:val="00476C99"/>
    <w:rsid w:val="00494E93"/>
    <w:rsid w:val="004B0B9F"/>
    <w:rsid w:val="004B3047"/>
    <w:rsid w:val="004B6AE8"/>
    <w:rsid w:val="004C07D9"/>
    <w:rsid w:val="0055358D"/>
    <w:rsid w:val="00556959"/>
    <w:rsid w:val="005A375F"/>
    <w:rsid w:val="005A5842"/>
    <w:rsid w:val="005D06AD"/>
    <w:rsid w:val="005D53C2"/>
    <w:rsid w:val="005D66AA"/>
    <w:rsid w:val="005F350C"/>
    <w:rsid w:val="0063433E"/>
    <w:rsid w:val="006365AF"/>
    <w:rsid w:val="006432B7"/>
    <w:rsid w:val="00654C09"/>
    <w:rsid w:val="00680419"/>
    <w:rsid w:val="00694C0A"/>
    <w:rsid w:val="006A4F7F"/>
    <w:rsid w:val="006A51E9"/>
    <w:rsid w:val="006B7955"/>
    <w:rsid w:val="006C1405"/>
    <w:rsid w:val="006C64E7"/>
    <w:rsid w:val="006C77CF"/>
    <w:rsid w:val="006E63E7"/>
    <w:rsid w:val="00716AFF"/>
    <w:rsid w:val="00722CDE"/>
    <w:rsid w:val="007244DA"/>
    <w:rsid w:val="007442A1"/>
    <w:rsid w:val="00744B56"/>
    <w:rsid w:val="00763788"/>
    <w:rsid w:val="00775992"/>
    <w:rsid w:val="007913D3"/>
    <w:rsid w:val="00794A6B"/>
    <w:rsid w:val="00794F64"/>
    <w:rsid w:val="007E078A"/>
    <w:rsid w:val="007E5031"/>
    <w:rsid w:val="007F73AC"/>
    <w:rsid w:val="00812B50"/>
    <w:rsid w:val="00812B87"/>
    <w:rsid w:val="008138E5"/>
    <w:rsid w:val="00827468"/>
    <w:rsid w:val="008309D1"/>
    <w:rsid w:val="0083788E"/>
    <w:rsid w:val="008673D8"/>
    <w:rsid w:val="008C45B9"/>
    <w:rsid w:val="008E6429"/>
    <w:rsid w:val="008F3E3E"/>
    <w:rsid w:val="00917068"/>
    <w:rsid w:val="009221A0"/>
    <w:rsid w:val="00955BC2"/>
    <w:rsid w:val="00993A33"/>
    <w:rsid w:val="009974C4"/>
    <w:rsid w:val="009A5C04"/>
    <w:rsid w:val="009B67B4"/>
    <w:rsid w:val="009B7883"/>
    <w:rsid w:val="009E379A"/>
    <w:rsid w:val="00A26520"/>
    <w:rsid w:val="00A3199D"/>
    <w:rsid w:val="00A7405D"/>
    <w:rsid w:val="00A741CB"/>
    <w:rsid w:val="00A9149B"/>
    <w:rsid w:val="00AC4E5A"/>
    <w:rsid w:val="00AD4D72"/>
    <w:rsid w:val="00AE3343"/>
    <w:rsid w:val="00AF25BE"/>
    <w:rsid w:val="00AF4FAD"/>
    <w:rsid w:val="00B067DF"/>
    <w:rsid w:val="00B527F4"/>
    <w:rsid w:val="00B56A03"/>
    <w:rsid w:val="00BA141F"/>
    <w:rsid w:val="00BC005C"/>
    <w:rsid w:val="00BC2499"/>
    <w:rsid w:val="00BD5FAE"/>
    <w:rsid w:val="00BF318F"/>
    <w:rsid w:val="00BF4D9C"/>
    <w:rsid w:val="00BF71BE"/>
    <w:rsid w:val="00C01C47"/>
    <w:rsid w:val="00C16997"/>
    <w:rsid w:val="00C23834"/>
    <w:rsid w:val="00C26691"/>
    <w:rsid w:val="00C63D08"/>
    <w:rsid w:val="00C70411"/>
    <w:rsid w:val="00C72A8D"/>
    <w:rsid w:val="00C76BAC"/>
    <w:rsid w:val="00CB2191"/>
    <w:rsid w:val="00CD1ADC"/>
    <w:rsid w:val="00CD39FA"/>
    <w:rsid w:val="00CE111F"/>
    <w:rsid w:val="00CE184D"/>
    <w:rsid w:val="00CE5CDF"/>
    <w:rsid w:val="00CF2B64"/>
    <w:rsid w:val="00D22DCA"/>
    <w:rsid w:val="00D41F6D"/>
    <w:rsid w:val="00DA2467"/>
    <w:rsid w:val="00DD01E9"/>
    <w:rsid w:val="00E00962"/>
    <w:rsid w:val="00E025F9"/>
    <w:rsid w:val="00E046B0"/>
    <w:rsid w:val="00E54BD7"/>
    <w:rsid w:val="00E61AE4"/>
    <w:rsid w:val="00E65E02"/>
    <w:rsid w:val="00E701A2"/>
    <w:rsid w:val="00E85DE1"/>
    <w:rsid w:val="00E93931"/>
    <w:rsid w:val="00E94454"/>
    <w:rsid w:val="00E97905"/>
    <w:rsid w:val="00EA06C0"/>
    <w:rsid w:val="00EC6D81"/>
    <w:rsid w:val="00EE2E83"/>
    <w:rsid w:val="00EF2A2A"/>
    <w:rsid w:val="00F038FF"/>
    <w:rsid w:val="00F118E1"/>
    <w:rsid w:val="00F13430"/>
    <w:rsid w:val="00F46D43"/>
    <w:rsid w:val="00F6706F"/>
    <w:rsid w:val="00F72D7A"/>
    <w:rsid w:val="00F76B2F"/>
    <w:rsid w:val="00F84153"/>
    <w:rsid w:val="00FC2603"/>
    <w:rsid w:val="00FD46E2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Zkladntext">
    <w:name w:val="Body Text"/>
    <w:basedOn w:val="Normln"/>
    <w:link w:val="ZkladntextChar"/>
    <w:semiHidden/>
    <w:rsid w:val="00A9149B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9149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F2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3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B65847" w:rsidP="00B65847">
          <w:pPr>
            <w:pStyle w:val="965DAE32D48742E0820C469B6704D8911"/>
          </w:pPr>
          <w:r w:rsidRPr="00BD5FAE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B65847" w:rsidP="00B65847">
          <w:pPr>
            <w:pStyle w:val="999D8E9014AC4508BD6078522FA0AE361"/>
          </w:pPr>
          <w:r w:rsidRPr="00BD5FAE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B65847" w:rsidP="00B65847">
          <w:pPr>
            <w:pStyle w:val="E17A766FF4E34B76B9BBA8FD902870D61"/>
          </w:pPr>
          <w:r w:rsidRPr="00BD5FAE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B65847" w:rsidP="00B65847">
          <w:pPr>
            <w:pStyle w:val="C276B60754C94C7D9AFD0FB834E611441"/>
          </w:pPr>
          <w:r w:rsidRPr="00BD5FAE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B65847" w:rsidP="00B65847">
          <w:pPr>
            <w:pStyle w:val="E2329C3417754223AF02FEE21E1AECDA2"/>
          </w:pPr>
          <w:r w:rsidRPr="00BD5FAE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B65847" w:rsidP="00B65847">
          <w:pPr>
            <w:pStyle w:val="1BA7E4C923214FCAA92ABE16A0D50A862"/>
          </w:pPr>
          <w:r w:rsidRPr="00BD5FAE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B65847" w:rsidP="00B65847">
          <w:pPr>
            <w:pStyle w:val="456BCD8CAC6143C2B568EABB71106FF62"/>
          </w:pPr>
          <w:r w:rsidRPr="00BD5FAE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9D5816AF4339414ABC32F5C7589CFC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95E55-96DE-403C-AC19-21FB37740685}"/>
      </w:docPartPr>
      <w:docPartBody>
        <w:p w:rsidR="00901BFF" w:rsidRDefault="006C4AE0" w:rsidP="006C4AE0">
          <w:pPr>
            <w:pStyle w:val="9D5816AF4339414ABC32F5C7589CFC5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37C3EB252143E49DB47E4141EF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A430E-3EC3-4EB6-8EF2-ADF37DBCB221}"/>
      </w:docPartPr>
      <w:docPartBody>
        <w:p w:rsidR="00901BFF" w:rsidRDefault="006C4AE0" w:rsidP="006C4AE0">
          <w:pPr>
            <w:pStyle w:val="7637C3EB252143E49DB47E4141EF1DF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96811B2BF5419BB822A07A11F2E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9F7D1-E695-4DDC-A6DC-408EFFFC8247}"/>
      </w:docPartPr>
      <w:docPartBody>
        <w:p w:rsidR="00901BFF" w:rsidRDefault="006C4AE0" w:rsidP="006C4AE0">
          <w:pPr>
            <w:pStyle w:val="2A96811B2BF5419BB822A07A11F2EA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5FC5A5DDEE4FD9A4690C9356D04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5AF07-F1EF-4A88-879D-992C6AF8C161}"/>
      </w:docPartPr>
      <w:docPartBody>
        <w:p w:rsidR="00901BFF" w:rsidRDefault="006C4AE0" w:rsidP="006C4AE0">
          <w:pPr>
            <w:pStyle w:val="555FC5A5DDEE4FD9A4690C9356D0498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B059E4541D244E48DC4845CC1C7BF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AC0CCB-03DB-4CB3-88B3-5EFFB2025F26}"/>
      </w:docPartPr>
      <w:docPartBody>
        <w:p w:rsidR="00901BFF" w:rsidRDefault="006C4AE0" w:rsidP="006C4AE0">
          <w:pPr>
            <w:pStyle w:val="FB059E4541D244E48DC4845CC1C7BF9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A689B2847E4FEFA3A9922C178EB1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91A32B-AAB2-4320-8DB4-4A6EEF83DF64}"/>
      </w:docPartPr>
      <w:docPartBody>
        <w:p w:rsidR="00901BFF" w:rsidRDefault="006C4AE0" w:rsidP="006C4AE0">
          <w:pPr>
            <w:pStyle w:val="76A689B2847E4FEFA3A9922C178EB1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15AF38A483499F9228B3F318377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20C2A4-6031-4D5E-AB32-DD5CA928C576}"/>
      </w:docPartPr>
      <w:docPartBody>
        <w:p w:rsidR="00901BFF" w:rsidRDefault="006C4AE0" w:rsidP="006C4AE0">
          <w:pPr>
            <w:pStyle w:val="ED15AF38A483499F9228B3F3183774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98E04022CF4AB8AFB0587EC98BF6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95F3A9-1C13-4803-94F6-F130DD526132}"/>
      </w:docPartPr>
      <w:docPartBody>
        <w:p w:rsidR="00901BFF" w:rsidRDefault="006C4AE0" w:rsidP="006C4AE0">
          <w:pPr>
            <w:pStyle w:val="4998E04022CF4AB8AFB0587EC98BF6F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1DA63FA3FF4092BB61BAADB28545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902C65-A857-4790-A8AD-7CB3EE6B8182}"/>
      </w:docPartPr>
      <w:docPartBody>
        <w:p w:rsidR="00901BFF" w:rsidRDefault="006C4AE0" w:rsidP="006C4AE0">
          <w:pPr>
            <w:pStyle w:val="BF1DA63FA3FF4092BB61BAADB28545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A5D482F1FD467197F8DF702C7F0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33344-24B2-434F-B3D4-49CCD529B9CD}"/>
      </w:docPartPr>
      <w:docPartBody>
        <w:p w:rsidR="00901BFF" w:rsidRDefault="006C4AE0" w:rsidP="006C4AE0">
          <w:pPr>
            <w:pStyle w:val="4BA5D482F1FD467197F8DF702C7F029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71269483384131ABB72F8122A6D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5E76CA-9E5D-4312-AD08-6C2363D77C91}"/>
      </w:docPartPr>
      <w:docPartBody>
        <w:p w:rsidR="00901BFF" w:rsidRDefault="006C4AE0" w:rsidP="006C4AE0">
          <w:pPr>
            <w:pStyle w:val="7871269483384131ABB72F8122A6DB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FF3305EA6C24DF6BD5944EAD7D37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C2D281-879A-48FB-8D78-33F24BB40072}"/>
      </w:docPartPr>
      <w:docPartBody>
        <w:p w:rsidR="00901BFF" w:rsidRDefault="00B65847" w:rsidP="00B65847">
          <w:pPr>
            <w:pStyle w:val="CFF3305EA6C24DF6BD5944EAD7D37FC8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F381AADCEB044346A1ECBF693797AF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8FD9B-EECB-44D6-B38D-8AB9D3D4BBC4}"/>
      </w:docPartPr>
      <w:docPartBody>
        <w:p w:rsidR="00901BFF" w:rsidRDefault="00B65847" w:rsidP="00B65847">
          <w:pPr>
            <w:pStyle w:val="F381AADCEB044346A1ECBF693797AFBB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AE473D8DAADC4487BA30139B9696A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43A620-B23F-4278-B11E-7928A28B221F}"/>
      </w:docPartPr>
      <w:docPartBody>
        <w:p w:rsidR="00297A1E" w:rsidRDefault="00B65847" w:rsidP="00B65847">
          <w:pPr>
            <w:pStyle w:val="AE473D8DAADC4487BA30139B9696AED7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40F7EE673EE24C9193EF8BB797329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3A413C-6546-41E1-9014-0C49F3720DA8}"/>
      </w:docPartPr>
      <w:docPartBody>
        <w:p w:rsidR="00297A1E" w:rsidRDefault="00B65847" w:rsidP="00B65847">
          <w:pPr>
            <w:pStyle w:val="40F7EE673EE24C9193EF8BB797329ACB2"/>
          </w:pPr>
          <w:r w:rsidRPr="000652E8">
            <w:rPr>
              <w:rStyle w:val="Zstupntext"/>
              <w:rFonts w:asciiTheme="majorHAnsi" w:hAnsiTheme="majorHAnsi" w:cstheme="majorHAnsi"/>
              <w:bCs/>
              <w:highlight w:val="yellow"/>
            </w:rPr>
            <w:t>Klikněte a zadejte hodnotu.</w:t>
          </w:r>
        </w:p>
      </w:docPartBody>
    </w:docPart>
    <w:docPart>
      <w:docPartPr>
        <w:name w:val="3D7110ACE8D241F48CF91693C0C1B7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3883D4-9302-41A5-86E3-6416CAB4882E}"/>
      </w:docPartPr>
      <w:docPartBody>
        <w:p w:rsidR="00873D7E" w:rsidRDefault="00B65847" w:rsidP="00B65847">
          <w:pPr>
            <w:pStyle w:val="3D7110ACE8D241F48CF91693C0C1B7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A68292B45A48FEBC0880E19ABC42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673BA-D1BF-426C-9C33-60F7E503F405}"/>
      </w:docPartPr>
      <w:docPartBody>
        <w:p w:rsidR="00873D7E" w:rsidRDefault="00B65847" w:rsidP="00B65847">
          <w:pPr>
            <w:pStyle w:val="ECA68292B45A48FEBC0880E19ABC42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B5830FA614544F2AB8D9D90B3D279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D69BCD-A3D0-4E3F-B4EF-2A81F40A35FD}"/>
      </w:docPartPr>
      <w:docPartBody>
        <w:p w:rsidR="00873D7E" w:rsidRDefault="00B65847" w:rsidP="00B65847">
          <w:pPr>
            <w:pStyle w:val="DB5830FA614544F2AB8D9D90B3D2796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670FDF78B1346768F37757470A65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1C053-CF0F-4A3B-B40B-FB05DD01DD0C}"/>
      </w:docPartPr>
      <w:docPartBody>
        <w:p w:rsidR="00873D7E" w:rsidRDefault="00B65847" w:rsidP="00B65847">
          <w:pPr>
            <w:pStyle w:val="5670FDF78B1346768F37757470A657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E3626FA5CAD4F7DB2173457286224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3AA1F8-471B-452A-95B7-D69075B932B2}"/>
      </w:docPartPr>
      <w:docPartBody>
        <w:p w:rsidR="00873D7E" w:rsidRDefault="00B65847" w:rsidP="00B65847">
          <w:pPr>
            <w:pStyle w:val="7E3626FA5CAD4F7DB2173457286224A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61F3DE968B4FC3AF387C4F79F61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9D5700-AED7-4B46-B8B0-713E195167D3}"/>
      </w:docPartPr>
      <w:docPartBody>
        <w:p w:rsidR="00873D7E" w:rsidRDefault="00B65847" w:rsidP="00B65847">
          <w:pPr>
            <w:pStyle w:val="2661F3DE968B4FC3AF387C4F79F611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1C2EAC56AF4F86AD3A7E8CF75D5C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18114F-B11C-4B41-9B82-F42A59603EE9}"/>
      </w:docPartPr>
      <w:docPartBody>
        <w:p w:rsidR="00873D7E" w:rsidRDefault="00B65847" w:rsidP="00B65847">
          <w:pPr>
            <w:pStyle w:val="C21C2EAC56AF4F86AD3A7E8CF75D5C5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556628E8B04CB1BD491A5F2AA6F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861646-3CD9-468B-B186-B8D8DC04113C}"/>
      </w:docPartPr>
      <w:docPartBody>
        <w:p w:rsidR="00873D7E" w:rsidRDefault="00B65847" w:rsidP="00B65847">
          <w:pPr>
            <w:pStyle w:val="D7556628E8B04CB1BD491A5F2AA6FF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EC43D1105C43E3BADB9845A1289D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272E3-BA55-4360-AA90-B796F9BDDA64}"/>
      </w:docPartPr>
      <w:docPartBody>
        <w:p w:rsidR="00873D7E" w:rsidRDefault="00B65847" w:rsidP="00B65847">
          <w:pPr>
            <w:pStyle w:val="2DEC43D1105C43E3BADB9845A1289D1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2116DDE0104BFAB972EBEA3A856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7E8A5-C9DD-4CB2-A1CD-13262541B68B}"/>
      </w:docPartPr>
      <w:docPartBody>
        <w:p w:rsidR="00873D7E" w:rsidRDefault="00B65847" w:rsidP="00B65847">
          <w:pPr>
            <w:pStyle w:val="EC2116DDE0104BFAB972EBEA3A8560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F0329A396B45D0B4FA788381C634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B5608-8116-4E85-9700-9C827E6F6D0D}"/>
      </w:docPartPr>
      <w:docPartBody>
        <w:p w:rsidR="00873D7E" w:rsidRDefault="00B65847" w:rsidP="00B65847">
          <w:pPr>
            <w:pStyle w:val="AFF0329A396B45D0B4FA788381C634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6B5DAC3DFD74601B20468159FCFDB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FF75B-2D7D-421C-9A19-C563380A9C8D}"/>
      </w:docPartPr>
      <w:docPartBody>
        <w:p w:rsidR="00873D7E" w:rsidRDefault="00B65847" w:rsidP="00B65847">
          <w:pPr>
            <w:pStyle w:val="66B5DAC3DFD74601B20468159FCFDB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DCDA08618FC4DD694E2688101A7ED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45924D-ABF1-4B1A-BB16-228783F81F6A}"/>
      </w:docPartPr>
      <w:docPartBody>
        <w:p w:rsidR="00873D7E" w:rsidRDefault="00B65847" w:rsidP="00B65847">
          <w:pPr>
            <w:pStyle w:val="7DCDA08618FC4DD694E2688101A7ED3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9D4188EEBCA4CE48CD0EA4C354AE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AF4F91-D800-47E9-A52C-379DDABC5B72}"/>
      </w:docPartPr>
      <w:docPartBody>
        <w:p w:rsidR="00873D7E" w:rsidRDefault="00B65847" w:rsidP="00B65847">
          <w:pPr>
            <w:pStyle w:val="E9D4188EEBCA4CE48CD0EA4C354AEE7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A2C4FBADDF496EBC7DE3ADC2AE30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9501D1-8D01-492A-88BA-4372BE27D54D}"/>
      </w:docPartPr>
      <w:docPartBody>
        <w:p w:rsidR="00873D7E" w:rsidRDefault="00B65847" w:rsidP="00B65847">
          <w:pPr>
            <w:pStyle w:val="A4A2C4FBADDF496EBC7DE3ADC2AE30A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D7B658F024462D8A13F98B59B50C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160185-3B81-4497-9F3F-AF2EEF12A762}"/>
      </w:docPartPr>
      <w:docPartBody>
        <w:p w:rsidR="00873D7E" w:rsidRDefault="00B65847" w:rsidP="00B65847">
          <w:pPr>
            <w:pStyle w:val="77D7B658F024462D8A13F98B59B50C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2BAF8235224393B0D7FF35A2D64C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6E886-7B1E-4CD6-BC35-BFEAEFE2282F}"/>
      </w:docPartPr>
      <w:docPartBody>
        <w:p w:rsidR="00873D7E" w:rsidRDefault="00B65847" w:rsidP="00B65847">
          <w:pPr>
            <w:pStyle w:val="D12BAF8235224393B0D7FF35A2D64C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73290A9BFE4574B190B26C0F0D3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DA06D-5A11-40F6-B2D1-51933671AC5C}"/>
      </w:docPartPr>
      <w:docPartBody>
        <w:p w:rsidR="00873D7E" w:rsidRDefault="00B65847" w:rsidP="00B65847">
          <w:pPr>
            <w:pStyle w:val="1E73290A9BFE4574B190B26C0F0D3C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D5B82F5488A45CE98121D2E90BA5B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24D0C-1997-46A4-96ED-3D59AA7651BE}"/>
      </w:docPartPr>
      <w:docPartBody>
        <w:p w:rsidR="00873D7E" w:rsidRDefault="00B65847" w:rsidP="00B65847">
          <w:pPr>
            <w:pStyle w:val="DD5B82F5488A45CE98121D2E90BA5B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DC111EDBC24CBDAB5676250F4ACB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95BC9D-7742-4768-A034-762E2D49343F}"/>
      </w:docPartPr>
      <w:docPartBody>
        <w:p w:rsidR="00873D7E" w:rsidRDefault="00B65847" w:rsidP="00B65847">
          <w:pPr>
            <w:pStyle w:val="F7DC111EDBC24CBDAB5676250F4ACB0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30C22943BF49A98D8010DF3E2311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483C60-FFD4-47FB-B329-926B9886968A}"/>
      </w:docPartPr>
      <w:docPartBody>
        <w:p w:rsidR="00873D7E" w:rsidRDefault="00B65847" w:rsidP="00B65847">
          <w:pPr>
            <w:pStyle w:val="4B30C22943BF49A98D8010DF3E2311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F549B27BCA4A7E9FCD1DF3C600A5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4E3C49-CC47-43F4-8EDF-BC9E4903F8B8}"/>
      </w:docPartPr>
      <w:docPartBody>
        <w:p w:rsidR="00873D7E" w:rsidRDefault="00B65847" w:rsidP="00B65847">
          <w:pPr>
            <w:pStyle w:val="11F549B27BCA4A7E9FCD1DF3C600A5A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E877917AC142D1AA34B6D6FE438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98795C-ADBF-4809-85D1-433B312BE6E8}"/>
      </w:docPartPr>
      <w:docPartBody>
        <w:p w:rsidR="00873D7E" w:rsidRDefault="00B65847" w:rsidP="00B65847">
          <w:pPr>
            <w:pStyle w:val="7AE877917AC142D1AA34B6D6FE438B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8BD6061336741EEB3FDD45D2CC9C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D500AB-4535-4F03-B86F-B4C6DA7D5187}"/>
      </w:docPartPr>
      <w:docPartBody>
        <w:p w:rsidR="00873D7E" w:rsidRDefault="00B65847" w:rsidP="00B65847">
          <w:pPr>
            <w:pStyle w:val="D8BD6061336741EEB3FDD45D2CC9CF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7FF2BF7BB24633B51EE78FCCA202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AB947-14DD-4222-82C1-DCB254C3C1B7}"/>
      </w:docPartPr>
      <w:docPartBody>
        <w:p w:rsidR="00873D7E" w:rsidRDefault="00B65847" w:rsidP="00B65847">
          <w:pPr>
            <w:pStyle w:val="E57FF2BF7BB24633B51EE78FCCA202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9AE04BC6EC41E2B9C95E8779605C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15304D-4BA6-4390-967D-E7ED63F8A7A8}"/>
      </w:docPartPr>
      <w:docPartBody>
        <w:p w:rsidR="00873D7E" w:rsidRDefault="00B65847" w:rsidP="00B65847">
          <w:pPr>
            <w:pStyle w:val="889AE04BC6EC41E2B9C95E8779605CA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92E27A507DF4EDE9A19E73EA0624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DAA85-1AF9-4CC8-8ED7-F99259E760E3}"/>
      </w:docPartPr>
      <w:docPartBody>
        <w:p w:rsidR="00873D7E" w:rsidRDefault="00B65847" w:rsidP="00B65847">
          <w:pPr>
            <w:pStyle w:val="C92E27A507DF4EDE9A19E73EA0624A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D8D3DF75629403A8A26190EE2EBF2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52B001-2609-4489-B7B0-7CDDB0425114}"/>
      </w:docPartPr>
      <w:docPartBody>
        <w:p w:rsidR="00873D7E" w:rsidRDefault="00B65847" w:rsidP="00B65847">
          <w:pPr>
            <w:pStyle w:val="4D8D3DF75629403A8A26190EE2EBF22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9106B1CEA774AD288318001DBA141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A03648-0D7A-4AE4-B26B-9405CD56B6EB}"/>
      </w:docPartPr>
      <w:docPartBody>
        <w:p w:rsidR="00873D7E" w:rsidRDefault="00B65847" w:rsidP="00B65847">
          <w:pPr>
            <w:pStyle w:val="F9106B1CEA774AD288318001DBA141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F0313C0BC9A4F45BB87A22E86413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87B493-5DFE-4F25-853B-5153EDAFD0E6}"/>
      </w:docPartPr>
      <w:docPartBody>
        <w:p w:rsidR="00873D7E" w:rsidRDefault="00B65847" w:rsidP="00B65847">
          <w:pPr>
            <w:pStyle w:val="7F0313C0BC9A4F45BB87A22E86413B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9C5DFECA8CC43078AF5095ABA1E5F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DEFFE-D97A-4B38-BB8B-857E61A97D7F}"/>
      </w:docPartPr>
      <w:docPartBody>
        <w:p w:rsidR="00873D7E" w:rsidRDefault="00B65847" w:rsidP="00B65847">
          <w:pPr>
            <w:pStyle w:val="99C5DFECA8CC43078AF5095ABA1E5F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F05604F5F3491FA16958F7B5FF29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5C199-E684-4FFD-B668-C58DB7858612}"/>
      </w:docPartPr>
      <w:docPartBody>
        <w:p w:rsidR="00873D7E" w:rsidRDefault="00B65847" w:rsidP="00B65847">
          <w:pPr>
            <w:pStyle w:val="EFF05604F5F3491FA16958F7B5FF299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6912C3A1834B05972E7D8E6A8ADC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FAFBD-A448-4B26-B04F-CABDBB4B2D68}"/>
      </w:docPartPr>
      <w:docPartBody>
        <w:p w:rsidR="00873D7E" w:rsidRDefault="00B65847" w:rsidP="00B65847">
          <w:pPr>
            <w:pStyle w:val="CB6912C3A1834B05972E7D8E6A8ADCE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44CC372D2A4C909F2DAE9B0C2A9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6802A-43E9-45CB-8931-5C9241F4B196}"/>
      </w:docPartPr>
      <w:docPartBody>
        <w:p w:rsidR="00873D7E" w:rsidRDefault="00B65847" w:rsidP="00B65847">
          <w:pPr>
            <w:pStyle w:val="2144CC372D2A4C909F2DAE9B0C2A949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E2D8C6D52AF4A91B403C2673A9E2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BBFC4-87F2-4710-ADF2-C7BDC7C9F2E1}"/>
      </w:docPartPr>
      <w:docPartBody>
        <w:p w:rsidR="00873D7E" w:rsidRDefault="00B65847" w:rsidP="00B65847">
          <w:pPr>
            <w:pStyle w:val="3E2D8C6D52AF4A91B403C2673A9E21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469071CF5B4FBBA87AD6139B59A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4C678-7487-4703-AEB4-3E6CE004DEB2}"/>
      </w:docPartPr>
      <w:docPartBody>
        <w:p w:rsidR="00873D7E" w:rsidRDefault="00B65847" w:rsidP="00B65847">
          <w:pPr>
            <w:pStyle w:val="E6469071CF5B4FBBA87AD6139B59AB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77D702E96B47AA82A0D22E9ED052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A4209D-2D12-4BC1-BFB9-B0B96EE60D2F}"/>
      </w:docPartPr>
      <w:docPartBody>
        <w:p w:rsidR="00873D7E" w:rsidRDefault="00B65847" w:rsidP="00B65847">
          <w:pPr>
            <w:pStyle w:val="7877D702E96B47AA82A0D22E9ED052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FB8972FC024490AF53E23D5D6402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557AD5-CDAD-4DAB-9DDC-1CB72075B447}"/>
      </w:docPartPr>
      <w:docPartBody>
        <w:p w:rsidR="00873D7E" w:rsidRDefault="00B65847" w:rsidP="00B65847">
          <w:pPr>
            <w:pStyle w:val="F1FB8972FC024490AF53E23D5D6402F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39330AE26C0499DA7B522614D400B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AD4262-A1E7-43EC-A569-4E858C3CA537}"/>
      </w:docPartPr>
      <w:docPartBody>
        <w:p w:rsidR="00873D7E" w:rsidRDefault="00B65847" w:rsidP="00B65847">
          <w:pPr>
            <w:pStyle w:val="A39330AE26C0499DA7B522614D400B9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F4274C391A45BFB8A7588944B8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AA5F9-C1FF-4057-BEE2-C2064A42DBBB}"/>
      </w:docPartPr>
      <w:docPartBody>
        <w:p w:rsidR="00873D7E" w:rsidRDefault="00B65847" w:rsidP="00B65847">
          <w:pPr>
            <w:pStyle w:val="30F4274C391A45BFB8A7588944B81AF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67DABF5B7D44B9BF0F168D895D4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131B0-B006-4DF9-8465-57ED8C7A2D05}"/>
      </w:docPartPr>
      <w:docPartBody>
        <w:p w:rsidR="00873D7E" w:rsidRDefault="00B65847" w:rsidP="00B65847">
          <w:pPr>
            <w:pStyle w:val="7667DABF5B7D44B9BF0F168D895D449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4111489184641F99C51CDC2796487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5E470-0709-4530-A524-BF3D649D4ADD}"/>
      </w:docPartPr>
      <w:docPartBody>
        <w:p w:rsidR="00873D7E" w:rsidRDefault="00B65847" w:rsidP="00B65847">
          <w:pPr>
            <w:pStyle w:val="64111489184641F99C51CDC2796487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03DECEB78E4213959CE1051E6923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3B4DA-44F9-4F87-B5BE-CD96C34E7CCE}"/>
      </w:docPartPr>
      <w:docPartBody>
        <w:p w:rsidR="00873D7E" w:rsidRDefault="00B65847" w:rsidP="00B65847">
          <w:pPr>
            <w:pStyle w:val="A703DECEB78E4213959CE1051E6923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D1200076A89429797870BB1CE50CC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E036B-36EB-484C-8862-117BD876499B}"/>
      </w:docPartPr>
      <w:docPartBody>
        <w:p w:rsidR="00873D7E" w:rsidRDefault="00B65847" w:rsidP="00B65847">
          <w:pPr>
            <w:pStyle w:val="0D1200076A89429797870BB1CE50CC6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883EF15EF34107AB07C397481D5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47CF8-D3A6-4E6E-9B4E-DBA61A76397F}"/>
      </w:docPartPr>
      <w:docPartBody>
        <w:p w:rsidR="00873D7E" w:rsidRDefault="00B65847" w:rsidP="00B65847">
          <w:pPr>
            <w:pStyle w:val="01883EF15EF34107AB07C397481D50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16FBD2531D9447FB18AD1BB13F28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C17FC5-CB61-44E8-A25B-EA69422221A6}"/>
      </w:docPartPr>
      <w:docPartBody>
        <w:p w:rsidR="00873D7E" w:rsidRDefault="00B65847" w:rsidP="00B65847">
          <w:pPr>
            <w:pStyle w:val="416FBD2531D9447FB18AD1BB13F284BC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EBF5410370034A3D9563C10D770C8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832EB-733F-4A59-8A92-E2FFA9FE4B22}"/>
      </w:docPartPr>
      <w:docPartBody>
        <w:p w:rsidR="00873D7E" w:rsidRDefault="00B65847" w:rsidP="00B65847">
          <w:pPr>
            <w:pStyle w:val="EBF5410370034A3D9563C10D770C88052"/>
          </w:pPr>
          <w:r w:rsidRPr="00F46D43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hodnotu.</w:t>
          </w:r>
        </w:p>
      </w:docPartBody>
    </w:docPart>
    <w:docPart>
      <w:docPartPr>
        <w:name w:val="267ECDE42A394CCCB0A93E174783F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304799-EB15-477E-B4D9-5E49C0099F43}"/>
      </w:docPartPr>
      <w:docPartBody>
        <w:p w:rsidR="00873D7E" w:rsidRDefault="00B65847" w:rsidP="00B65847">
          <w:pPr>
            <w:pStyle w:val="267ECDE42A394CCCB0A93E174783F57F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C932742823AE4E3A8DB44152F38379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4398F-AB4C-4D98-B36D-7F54A6717F52}"/>
      </w:docPartPr>
      <w:docPartBody>
        <w:p w:rsidR="00873D7E" w:rsidRDefault="00B65847" w:rsidP="00B65847">
          <w:pPr>
            <w:pStyle w:val="C932742823AE4E3A8DB44152F38379B62"/>
          </w:pPr>
          <w:r w:rsidRPr="000652E8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37A7C"/>
    <w:rsid w:val="000C6C17"/>
    <w:rsid w:val="00113F40"/>
    <w:rsid w:val="00147144"/>
    <w:rsid w:val="00297A1E"/>
    <w:rsid w:val="003051D9"/>
    <w:rsid w:val="003145E3"/>
    <w:rsid w:val="004429E6"/>
    <w:rsid w:val="004E00EB"/>
    <w:rsid w:val="00651A9B"/>
    <w:rsid w:val="006B014E"/>
    <w:rsid w:val="006C4AE0"/>
    <w:rsid w:val="00873D7E"/>
    <w:rsid w:val="00901BFF"/>
    <w:rsid w:val="009A3103"/>
    <w:rsid w:val="00A10168"/>
    <w:rsid w:val="00B157FA"/>
    <w:rsid w:val="00B547C4"/>
    <w:rsid w:val="00B65847"/>
    <w:rsid w:val="00EE4E24"/>
    <w:rsid w:val="00EE65B4"/>
    <w:rsid w:val="00F35AFE"/>
    <w:rsid w:val="00F8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5847"/>
    <w:rPr>
      <w:color w:val="808080"/>
    </w:rPr>
  </w:style>
  <w:style w:type="paragraph" w:customStyle="1" w:styleId="9D5816AF4339414ABC32F5C7589CFC52">
    <w:name w:val="9D5816AF4339414ABC32F5C7589CFC52"/>
    <w:rsid w:val="006C4AE0"/>
  </w:style>
  <w:style w:type="paragraph" w:customStyle="1" w:styleId="7637C3EB252143E49DB47E4141EF1DFA">
    <w:name w:val="7637C3EB252143E49DB47E4141EF1DFA"/>
    <w:rsid w:val="006C4AE0"/>
  </w:style>
  <w:style w:type="paragraph" w:customStyle="1" w:styleId="2A96811B2BF5419BB822A07A11F2EAA4">
    <w:name w:val="2A96811B2BF5419BB822A07A11F2EAA4"/>
    <w:rsid w:val="006C4AE0"/>
  </w:style>
  <w:style w:type="paragraph" w:customStyle="1" w:styleId="555FC5A5DDEE4FD9A4690C9356D04984">
    <w:name w:val="555FC5A5DDEE4FD9A4690C9356D04984"/>
    <w:rsid w:val="006C4AE0"/>
  </w:style>
  <w:style w:type="paragraph" w:customStyle="1" w:styleId="FB059E4541D244E48DC4845CC1C7BF96">
    <w:name w:val="FB059E4541D244E48DC4845CC1C7BF96"/>
    <w:rsid w:val="006C4AE0"/>
  </w:style>
  <w:style w:type="paragraph" w:customStyle="1" w:styleId="76A689B2847E4FEFA3A9922C178EB1E5">
    <w:name w:val="76A689B2847E4FEFA3A9922C178EB1E5"/>
    <w:rsid w:val="006C4AE0"/>
  </w:style>
  <w:style w:type="paragraph" w:customStyle="1" w:styleId="ED15AF38A483499F9228B3F3183774F2">
    <w:name w:val="ED15AF38A483499F9228B3F3183774F2"/>
    <w:rsid w:val="006C4AE0"/>
  </w:style>
  <w:style w:type="paragraph" w:customStyle="1" w:styleId="4998E04022CF4AB8AFB0587EC98BF6F0">
    <w:name w:val="4998E04022CF4AB8AFB0587EC98BF6F0"/>
    <w:rsid w:val="006C4AE0"/>
  </w:style>
  <w:style w:type="paragraph" w:customStyle="1" w:styleId="BF1DA63FA3FF4092BB61BAADB28545EE">
    <w:name w:val="BF1DA63FA3FF4092BB61BAADB28545EE"/>
    <w:rsid w:val="006C4AE0"/>
  </w:style>
  <w:style w:type="paragraph" w:customStyle="1" w:styleId="4BA5D482F1FD467197F8DF702C7F0295">
    <w:name w:val="4BA5D482F1FD467197F8DF702C7F0295"/>
    <w:rsid w:val="006C4AE0"/>
  </w:style>
  <w:style w:type="paragraph" w:customStyle="1" w:styleId="7871269483384131ABB72F8122A6DB5B">
    <w:name w:val="7871269483384131ABB72F8122A6DB5B"/>
    <w:rsid w:val="006C4AE0"/>
  </w:style>
  <w:style w:type="paragraph" w:customStyle="1" w:styleId="3D7110ACE8D241F48CF91693C0C1B774">
    <w:name w:val="3D7110ACE8D241F48CF91693C0C1B774"/>
    <w:rsid w:val="00B65847"/>
  </w:style>
  <w:style w:type="paragraph" w:customStyle="1" w:styleId="ECA68292B45A48FEBC0880E19ABC42B7">
    <w:name w:val="ECA68292B45A48FEBC0880E19ABC42B7"/>
    <w:rsid w:val="00B65847"/>
  </w:style>
  <w:style w:type="paragraph" w:customStyle="1" w:styleId="DB5830FA614544F2AB8D9D90B3D27966">
    <w:name w:val="DB5830FA614544F2AB8D9D90B3D27966"/>
    <w:rsid w:val="00B65847"/>
  </w:style>
  <w:style w:type="paragraph" w:customStyle="1" w:styleId="5670FDF78B1346768F37757470A657CD">
    <w:name w:val="5670FDF78B1346768F37757470A657CD"/>
    <w:rsid w:val="00B65847"/>
  </w:style>
  <w:style w:type="paragraph" w:customStyle="1" w:styleId="7E3626FA5CAD4F7DB2173457286224AC">
    <w:name w:val="7E3626FA5CAD4F7DB2173457286224AC"/>
    <w:rsid w:val="00B65847"/>
  </w:style>
  <w:style w:type="paragraph" w:customStyle="1" w:styleId="2661F3DE968B4FC3AF387C4F79F6115D">
    <w:name w:val="2661F3DE968B4FC3AF387C4F79F6115D"/>
    <w:rsid w:val="00B65847"/>
  </w:style>
  <w:style w:type="paragraph" w:customStyle="1" w:styleId="C21C2EAC56AF4F86AD3A7E8CF75D5C58">
    <w:name w:val="C21C2EAC56AF4F86AD3A7E8CF75D5C58"/>
    <w:rsid w:val="00B65847"/>
  </w:style>
  <w:style w:type="paragraph" w:customStyle="1" w:styleId="D7556628E8B04CB1BD491A5F2AA6FFB8">
    <w:name w:val="D7556628E8B04CB1BD491A5F2AA6FFB8"/>
    <w:rsid w:val="00B65847"/>
  </w:style>
  <w:style w:type="paragraph" w:customStyle="1" w:styleId="2DEC43D1105C43E3BADB9845A1289D16">
    <w:name w:val="2DEC43D1105C43E3BADB9845A1289D16"/>
    <w:rsid w:val="00B65847"/>
  </w:style>
  <w:style w:type="paragraph" w:customStyle="1" w:styleId="EC2116DDE0104BFAB972EBEA3A85604A">
    <w:name w:val="EC2116DDE0104BFAB972EBEA3A85604A"/>
    <w:rsid w:val="00B65847"/>
  </w:style>
  <w:style w:type="paragraph" w:customStyle="1" w:styleId="AFF0329A396B45D0B4FA788381C634F4">
    <w:name w:val="AFF0329A396B45D0B4FA788381C634F4"/>
    <w:rsid w:val="00B65847"/>
  </w:style>
  <w:style w:type="paragraph" w:customStyle="1" w:styleId="66B5DAC3DFD74601B20468159FCFDB6E">
    <w:name w:val="66B5DAC3DFD74601B20468159FCFDB6E"/>
    <w:rsid w:val="00B65847"/>
  </w:style>
  <w:style w:type="paragraph" w:customStyle="1" w:styleId="7DCDA08618FC4DD694E2688101A7ED37">
    <w:name w:val="7DCDA08618FC4DD694E2688101A7ED37"/>
    <w:rsid w:val="00B65847"/>
  </w:style>
  <w:style w:type="paragraph" w:customStyle="1" w:styleId="E9D4188EEBCA4CE48CD0EA4C354AEE7C">
    <w:name w:val="E9D4188EEBCA4CE48CD0EA4C354AEE7C"/>
    <w:rsid w:val="00B65847"/>
  </w:style>
  <w:style w:type="paragraph" w:customStyle="1" w:styleId="A4A2C4FBADDF496EBC7DE3ADC2AE30AB">
    <w:name w:val="A4A2C4FBADDF496EBC7DE3ADC2AE30AB"/>
    <w:rsid w:val="00B65847"/>
  </w:style>
  <w:style w:type="paragraph" w:customStyle="1" w:styleId="77D7B658F024462D8A13F98B59B50C5B">
    <w:name w:val="77D7B658F024462D8A13F98B59B50C5B"/>
    <w:rsid w:val="00B65847"/>
  </w:style>
  <w:style w:type="paragraph" w:customStyle="1" w:styleId="D12BAF8235224393B0D7FF35A2D64C71">
    <w:name w:val="D12BAF8235224393B0D7FF35A2D64C71"/>
    <w:rsid w:val="00B65847"/>
  </w:style>
  <w:style w:type="paragraph" w:customStyle="1" w:styleId="1E73290A9BFE4574B190B26C0F0D3C26">
    <w:name w:val="1E73290A9BFE4574B190B26C0F0D3C26"/>
    <w:rsid w:val="00B65847"/>
  </w:style>
  <w:style w:type="paragraph" w:customStyle="1" w:styleId="DD5B82F5488A45CE98121D2E90BA5B06">
    <w:name w:val="DD5B82F5488A45CE98121D2E90BA5B06"/>
    <w:rsid w:val="00B65847"/>
  </w:style>
  <w:style w:type="paragraph" w:customStyle="1" w:styleId="F7DC111EDBC24CBDAB5676250F4ACB0F">
    <w:name w:val="F7DC111EDBC24CBDAB5676250F4ACB0F"/>
    <w:rsid w:val="00B65847"/>
  </w:style>
  <w:style w:type="paragraph" w:customStyle="1" w:styleId="4B30C22943BF49A98D8010DF3E231173">
    <w:name w:val="4B30C22943BF49A98D8010DF3E231173"/>
    <w:rsid w:val="00B65847"/>
  </w:style>
  <w:style w:type="paragraph" w:customStyle="1" w:styleId="11F549B27BCA4A7E9FCD1DF3C600A5A7">
    <w:name w:val="11F549B27BCA4A7E9FCD1DF3C600A5A7"/>
    <w:rsid w:val="00B65847"/>
  </w:style>
  <w:style w:type="paragraph" w:customStyle="1" w:styleId="7AE877917AC142D1AA34B6D6FE438B8D">
    <w:name w:val="7AE877917AC142D1AA34B6D6FE438B8D"/>
    <w:rsid w:val="00B65847"/>
  </w:style>
  <w:style w:type="paragraph" w:customStyle="1" w:styleId="D8BD6061336741EEB3FDD45D2CC9CFE5">
    <w:name w:val="D8BD6061336741EEB3FDD45D2CC9CFE5"/>
    <w:rsid w:val="00B65847"/>
  </w:style>
  <w:style w:type="paragraph" w:customStyle="1" w:styleId="E57FF2BF7BB24633B51EE78FCCA202F2">
    <w:name w:val="E57FF2BF7BB24633B51EE78FCCA202F2"/>
    <w:rsid w:val="00B65847"/>
  </w:style>
  <w:style w:type="paragraph" w:customStyle="1" w:styleId="889AE04BC6EC41E2B9C95E8779605CA3">
    <w:name w:val="889AE04BC6EC41E2B9C95E8779605CA3"/>
    <w:rsid w:val="00B65847"/>
  </w:style>
  <w:style w:type="paragraph" w:customStyle="1" w:styleId="C92E27A507DF4EDE9A19E73EA0624AE6">
    <w:name w:val="C92E27A507DF4EDE9A19E73EA0624AE6"/>
    <w:rsid w:val="00B65847"/>
  </w:style>
  <w:style w:type="paragraph" w:customStyle="1" w:styleId="4D8D3DF75629403A8A26190EE2EBF22F">
    <w:name w:val="4D8D3DF75629403A8A26190EE2EBF22F"/>
    <w:rsid w:val="00B65847"/>
  </w:style>
  <w:style w:type="paragraph" w:customStyle="1" w:styleId="F9106B1CEA774AD288318001DBA141BB">
    <w:name w:val="F9106B1CEA774AD288318001DBA141BB"/>
    <w:rsid w:val="00B65847"/>
  </w:style>
  <w:style w:type="paragraph" w:customStyle="1" w:styleId="7F0313C0BC9A4F45BB87A22E86413B22">
    <w:name w:val="7F0313C0BC9A4F45BB87A22E86413B22"/>
    <w:rsid w:val="00B65847"/>
  </w:style>
  <w:style w:type="paragraph" w:customStyle="1" w:styleId="99C5DFECA8CC43078AF5095ABA1E5FF3">
    <w:name w:val="99C5DFECA8CC43078AF5095ABA1E5FF3"/>
    <w:rsid w:val="00B65847"/>
  </w:style>
  <w:style w:type="paragraph" w:customStyle="1" w:styleId="EFF05604F5F3491FA16958F7B5FF2997">
    <w:name w:val="EFF05604F5F3491FA16958F7B5FF2997"/>
    <w:rsid w:val="00B65847"/>
  </w:style>
  <w:style w:type="paragraph" w:customStyle="1" w:styleId="CB6912C3A1834B05972E7D8E6A8ADCE0">
    <w:name w:val="CB6912C3A1834B05972E7D8E6A8ADCE0"/>
    <w:rsid w:val="00B65847"/>
  </w:style>
  <w:style w:type="paragraph" w:customStyle="1" w:styleId="2144CC372D2A4C909F2DAE9B0C2A9495">
    <w:name w:val="2144CC372D2A4C909F2DAE9B0C2A9495"/>
    <w:rsid w:val="00B65847"/>
  </w:style>
  <w:style w:type="paragraph" w:customStyle="1" w:styleId="3E2D8C6D52AF4A91B403C2673A9E2118">
    <w:name w:val="3E2D8C6D52AF4A91B403C2673A9E2118"/>
    <w:rsid w:val="00B65847"/>
  </w:style>
  <w:style w:type="paragraph" w:customStyle="1" w:styleId="E6469071CF5B4FBBA87AD6139B59ABF3">
    <w:name w:val="E6469071CF5B4FBBA87AD6139B59ABF3"/>
    <w:rsid w:val="00B65847"/>
  </w:style>
  <w:style w:type="paragraph" w:customStyle="1" w:styleId="7877D702E96B47AA82A0D22E9ED05206">
    <w:name w:val="7877D702E96B47AA82A0D22E9ED05206"/>
    <w:rsid w:val="00B65847"/>
  </w:style>
  <w:style w:type="paragraph" w:customStyle="1" w:styleId="F1FB8972FC024490AF53E23D5D6402FF">
    <w:name w:val="F1FB8972FC024490AF53E23D5D6402FF"/>
    <w:rsid w:val="00B65847"/>
  </w:style>
  <w:style w:type="paragraph" w:customStyle="1" w:styleId="A39330AE26C0499DA7B522614D400B97">
    <w:name w:val="A39330AE26C0499DA7B522614D400B97"/>
    <w:rsid w:val="00B65847"/>
  </w:style>
  <w:style w:type="paragraph" w:customStyle="1" w:styleId="30F4274C391A45BFB8A7588944B81AFC">
    <w:name w:val="30F4274C391A45BFB8A7588944B81AFC"/>
    <w:rsid w:val="00B65847"/>
  </w:style>
  <w:style w:type="paragraph" w:customStyle="1" w:styleId="7667DABF5B7D44B9BF0F168D895D449A">
    <w:name w:val="7667DABF5B7D44B9BF0F168D895D449A"/>
    <w:rsid w:val="00B65847"/>
  </w:style>
  <w:style w:type="paragraph" w:customStyle="1" w:styleId="64111489184641F99C51CDC27964875C">
    <w:name w:val="64111489184641F99C51CDC27964875C"/>
    <w:rsid w:val="00B65847"/>
  </w:style>
  <w:style w:type="paragraph" w:customStyle="1" w:styleId="A703DECEB78E4213959CE1051E692365">
    <w:name w:val="A703DECEB78E4213959CE1051E692365"/>
    <w:rsid w:val="00B65847"/>
  </w:style>
  <w:style w:type="paragraph" w:customStyle="1" w:styleId="0D1200076A89429797870BB1CE50CC6A">
    <w:name w:val="0D1200076A89429797870BB1CE50CC6A"/>
    <w:rsid w:val="00B65847"/>
  </w:style>
  <w:style w:type="paragraph" w:customStyle="1" w:styleId="01883EF15EF34107AB07C397481D5051">
    <w:name w:val="01883EF15EF34107AB07C397481D5051"/>
    <w:rsid w:val="00B65847"/>
  </w:style>
  <w:style w:type="paragraph" w:customStyle="1" w:styleId="965DAE32D48742E0820C469B6704D8911">
    <w:name w:val="965DAE32D48742E0820C469B6704D8911"/>
    <w:rsid w:val="00B65847"/>
    <w:rPr>
      <w:rFonts w:eastAsiaTheme="minorHAnsi"/>
      <w:lang w:eastAsia="en-US"/>
    </w:rPr>
  </w:style>
  <w:style w:type="paragraph" w:customStyle="1" w:styleId="999D8E9014AC4508BD6078522FA0AE361">
    <w:name w:val="999D8E9014AC4508BD6078522FA0AE361"/>
    <w:rsid w:val="00B65847"/>
    <w:rPr>
      <w:rFonts w:eastAsiaTheme="minorHAnsi"/>
      <w:lang w:eastAsia="en-US"/>
    </w:rPr>
  </w:style>
  <w:style w:type="paragraph" w:customStyle="1" w:styleId="E17A766FF4E34B76B9BBA8FD902870D61">
    <w:name w:val="E17A766FF4E34B76B9BBA8FD902870D61"/>
    <w:rsid w:val="00B65847"/>
    <w:rPr>
      <w:rFonts w:eastAsiaTheme="minorHAnsi"/>
      <w:lang w:eastAsia="en-US"/>
    </w:rPr>
  </w:style>
  <w:style w:type="paragraph" w:customStyle="1" w:styleId="C276B60754C94C7D9AFD0FB834E611441">
    <w:name w:val="C276B60754C94C7D9AFD0FB834E611441"/>
    <w:rsid w:val="00B65847"/>
    <w:rPr>
      <w:rFonts w:eastAsiaTheme="minorHAnsi"/>
      <w:lang w:eastAsia="en-US"/>
    </w:rPr>
  </w:style>
  <w:style w:type="paragraph" w:customStyle="1" w:styleId="CFF3305EA6C24DF6BD5944EAD7D37FC82">
    <w:name w:val="CFF3305EA6C24DF6BD5944EAD7D37FC82"/>
    <w:rsid w:val="00B65847"/>
    <w:rPr>
      <w:rFonts w:eastAsiaTheme="minorHAnsi"/>
      <w:lang w:eastAsia="en-US"/>
    </w:rPr>
  </w:style>
  <w:style w:type="paragraph" w:customStyle="1" w:styleId="F381AADCEB044346A1ECBF693797AFBB2">
    <w:name w:val="F381AADCEB044346A1ECBF693797AFBB2"/>
    <w:rsid w:val="00B65847"/>
    <w:rPr>
      <w:rFonts w:eastAsiaTheme="minorHAnsi"/>
      <w:lang w:eastAsia="en-US"/>
    </w:rPr>
  </w:style>
  <w:style w:type="paragraph" w:customStyle="1" w:styleId="AE473D8DAADC4487BA30139B9696AED72">
    <w:name w:val="AE473D8DAADC4487BA30139B9696AED72"/>
    <w:rsid w:val="00B65847"/>
    <w:rPr>
      <w:rFonts w:eastAsiaTheme="minorHAnsi"/>
      <w:lang w:eastAsia="en-US"/>
    </w:rPr>
  </w:style>
  <w:style w:type="paragraph" w:customStyle="1" w:styleId="416FBD2531D9447FB18AD1BB13F284BC2">
    <w:name w:val="416FBD2531D9447FB18AD1BB13F284BC2"/>
    <w:rsid w:val="00B65847"/>
    <w:rPr>
      <w:rFonts w:eastAsiaTheme="minorHAnsi"/>
      <w:lang w:eastAsia="en-US"/>
    </w:rPr>
  </w:style>
  <w:style w:type="paragraph" w:customStyle="1" w:styleId="EBF5410370034A3D9563C10D770C88052">
    <w:name w:val="EBF5410370034A3D9563C10D770C88052"/>
    <w:rsid w:val="00B65847"/>
    <w:rPr>
      <w:rFonts w:eastAsiaTheme="minorHAnsi"/>
      <w:lang w:eastAsia="en-US"/>
    </w:rPr>
  </w:style>
  <w:style w:type="paragraph" w:customStyle="1" w:styleId="40F7EE673EE24C9193EF8BB797329ACB2">
    <w:name w:val="40F7EE673EE24C9193EF8BB797329ACB2"/>
    <w:rsid w:val="00B65847"/>
    <w:rPr>
      <w:rFonts w:eastAsiaTheme="minorHAnsi"/>
      <w:lang w:eastAsia="en-US"/>
    </w:rPr>
  </w:style>
  <w:style w:type="paragraph" w:customStyle="1" w:styleId="267ECDE42A394CCCB0A93E174783F57F2">
    <w:name w:val="267ECDE42A394CCCB0A93E174783F57F2"/>
    <w:rsid w:val="00B65847"/>
    <w:rPr>
      <w:rFonts w:eastAsiaTheme="minorHAnsi"/>
      <w:lang w:eastAsia="en-US"/>
    </w:rPr>
  </w:style>
  <w:style w:type="paragraph" w:customStyle="1" w:styleId="C932742823AE4E3A8DB44152F38379B62">
    <w:name w:val="C932742823AE4E3A8DB44152F38379B62"/>
    <w:rsid w:val="00B65847"/>
    <w:rPr>
      <w:rFonts w:eastAsiaTheme="minorHAnsi"/>
      <w:lang w:eastAsia="en-US"/>
    </w:rPr>
  </w:style>
  <w:style w:type="paragraph" w:customStyle="1" w:styleId="E2329C3417754223AF02FEE21E1AECDA2">
    <w:name w:val="E2329C3417754223AF02FEE21E1AECDA2"/>
    <w:rsid w:val="00B65847"/>
    <w:rPr>
      <w:rFonts w:eastAsiaTheme="minorHAnsi"/>
      <w:lang w:eastAsia="en-US"/>
    </w:rPr>
  </w:style>
  <w:style w:type="paragraph" w:customStyle="1" w:styleId="1BA7E4C923214FCAA92ABE16A0D50A862">
    <w:name w:val="1BA7E4C923214FCAA92ABE16A0D50A862"/>
    <w:rsid w:val="00B65847"/>
    <w:rPr>
      <w:rFonts w:eastAsiaTheme="minorHAnsi"/>
      <w:lang w:eastAsia="en-US"/>
    </w:rPr>
  </w:style>
  <w:style w:type="paragraph" w:customStyle="1" w:styleId="456BCD8CAC6143C2B568EABB71106FF62">
    <w:name w:val="456BCD8CAC6143C2B568EABB71106FF62"/>
    <w:rsid w:val="00B6584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9A12B-D287-4DD4-8F6E-BED65093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1385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2021-10-05T07:01:00Z</dcterms:created>
  <dcterms:modified xsi:type="dcterms:W3CDTF">2022-03-08T08:23:00Z</dcterms:modified>
</cp:coreProperties>
</file>