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030F8237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575FC5">
        <w:rPr>
          <w:caps/>
          <w:sz w:val="40"/>
          <w:szCs w:val="40"/>
        </w:rPr>
        <w:t>3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7C22D12F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575FC5">
        <w:rPr>
          <w:caps/>
          <w:sz w:val="40"/>
          <w:szCs w:val="40"/>
        </w:rPr>
        <w:t>3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12BAD005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1B1061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I. etapa</w:t>
            </w:r>
            <w:r w:rsidR="00D94412">
              <w:rPr>
                <w:rFonts w:asciiTheme="majorHAnsi" w:hAnsiTheme="majorHAnsi" w:cstheme="majorHAnsi"/>
                <w:b/>
              </w:rPr>
              <w:t xml:space="preserve"> II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000000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000000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33C512A5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1B1061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1B1061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3CED982C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D9706D">
        <w:rPr>
          <w:rFonts w:asciiTheme="majorHAnsi" w:hAnsiTheme="majorHAnsi" w:cstheme="majorHAnsi"/>
        </w:rPr>
        <w:t>,</w:t>
      </w:r>
      <w:r w:rsidR="00D9706D" w:rsidRPr="00D9706D">
        <w:rPr>
          <w:rFonts w:asciiTheme="majorHAnsi" w:hAnsiTheme="majorHAnsi" w:cstheme="majorHAnsi"/>
        </w:rPr>
        <w:t xml:space="preserve"> </w:t>
      </w:r>
      <w:r w:rsidR="00D9706D">
        <w:rPr>
          <w:rFonts w:asciiTheme="majorHAnsi" w:hAnsiTheme="majorHAnsi" w:cstheme="majorHAnsi"/>
        </w:rPr>
        <w:t>řádně vyplněná a předložená v souladu s přílohou č. 3.</w:t>
      </w:r>
      <w:r w:rsidR="00575FC5">
        <w:rPr>
          <w:rFonts w:asciiTheme="majorHAnsi" w:hAnsiTheme="majorHAnsi" w:cstheme="majorHAnsi"/>
        </w:rPr>
        <w:t>3</w:t>
      </w:r>
      <w:r w:rsidR="00D9706D">
        <w:rPr>
          <w:rFonts w:asciiTheme="majorHAnsi" w:hAnsiTheme="majorHAnsi" w:cstheme="majorHAnsi"/>
        </w:rPr>
        <w:t xml:space="preserve">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000000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48308A42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CA76D3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5BB0BC4A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min. 2 </w:t>
            </w:r>
            <w:r w:rsidR="009435F7">
              <w:rPr>
                <w:rFonts w:asciiTheme="majorHAnsi" w:hAnsiTheme="majorHAnsi" w:cstheme="majorHAnsi"/>
                <w:b/>
                <w:bCs/>
              </w:rPr>
              <w:t>referenčních zakázek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F1527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0B387B">
              <w:rPr>
                <w:rFonts w:asciiTheme="majorHAnsi" w:eastAsia="Times New Roman" w:hAnsiTheme="majorHAnsi" w:cstheme="majorHAnsi"/>
                <w:b/>
                <w:bCs/>
              </w:rPr>
              <w:t xml:space="preserve">tj. </w:t>
            </w:r>
            <w:r w:rsidR="00575FC5">
              <w:rPr>
                <w:rFonts w:asciiTheme="majorHAnsi" w:eastAsia="Times New Roman" w:hAnsiTheme="majorHAnsi" w:cstheme="majorHAnsi"/>
                <w:b/>
                <w:bCs/>
              </w:rPr>
              <w:t>EKG přístroje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F1527D" w:rsidRPr="009C6D30">
              <w:rPr>
                <w:rFonts w:asciiTheme="majorHAnsi" w:hAnsiTheme="majorHAnsi" w:cstheme="majorHAnsi"/>
              </w:rPr>
              <w:t>,</w:t>
            </w:r>
            <w:r w:rsidR="00713E0E" w:rsidRPr="00713E0E">
              <w:rPr>
                <w:rFonts w:asciiTheme="majorHAnsi" w:hAnsiTheme="majorHAnsi" w:cstheme="majorHAnsi"/>
              </w:rPr>
              <w:t xml:space="preserve"> </w:t>
            </w:r>
            <w:r w:rsidR="009C6D30">
              <w:rPr>
                <w:rFonts w:asciiTheme="majorHAnsi" w:hAnsiTheme="majorHAnsi" w:cstheme="majorHAnsi"/>
              </w:rPr>
              <w:t xml:space="preserve">v hodnotě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274960">
              <w:rPr>
                <w:rFonts w:asciiTheme="majorHAnsi" w:hAnsiTheme="majorHAnsi" w:cstheme="majorHAnsi"/>
                <w:b/>
                <w:bCs/>
              </w:rPr>
              <w:t>1</w:t>
            </w:r>
            <w:r w:rsidR="00916CF5">
              <w:rPr>
                <w:rFonts w:asciiTheme="majorHAnsi" w:hAnsiTheme="majorHAnsi" w:cstheme="majorHAnsi"/>
                <w:b/>
                <w:bCs/>
              </w:rPr>
              <w:t>50</w:t>
            </w:r>
            <w:r w:rsidR="00D8387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16CF5">
              <w:rPr>
                <w:rFonts w:asciiTheme="majorHAnsi" w:hAnsiTheme="majorHAnsi" w:cstheme="majorHAnsi"/>
                <w:b/>
                <w:bCs/>
              </w:rPr>
              <w:t>tis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000000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FAE7B70" w:rsidR="00251965" w:rsidRPr="00E13CE3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9A240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9A240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60B311E7" w:rsidR="00251965" w:rsidRPr="002730CB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(bude Přílohou č. 2 Smlouvy)</w:t>
      </w:r>
      <w:r w:rsidR="009A240C">
        <w:rPr>
          <w:rFonts w:asciiTheme="majorHAnsi" w:hAnsiTheme="majorHAnsi" w:cstheme="majorHAnsi"/>
        </w:rPr>
        <w:t>, řádně vyplněn</w:t>
      </w:r>
      <w:r w:rsidR="00585F40">
        <w:rPr>
          <w:rFonts w:asciiTheme="majorHAnsi" w:hAnsiTheme="majorHAnsi" w:cstheme="majorHAnsi"/>
        </w:rPr>
        <w:t>á a předložená v souladu s přílohou č. 3.</w:t>
      </w:r>
      <w:r w:rsidR="00593476">
        <w:rPr>
          <w:rFonts w:asciiTheme="majorHAnsi" w:hAnsiTheme="majorHAnsi" w:cstheme="majorHAnsi"/>
        </w:rPr>
        <w:t>3</w:t>
      </w:r>
      <w:r w:rsidR="00585F40">
        <w:rPr>
          <w:rFonts w:asciiTheme="majorHAnsi" w:hAnsiTheme="majorHAnsi" w:cstheme="majorHAnsi"/>
        </w:rPr>
        <w:t xml:space="preserve"> zadávací dokumentace</w:t>
      </w:r>
      <w:r w:rsidRPr="002730CB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6B7E4" w14:textId="77777777" w:rsidR="00712659" w:rsidRDefault="00712659" w:rsidP="002C4725">
      <w:pPr>
        <w:spacing w:after="0" w:line="240" w:lineRule="auto"/>
      </w:pPr>
      <w:r>
        <w:separator/>
      </w:r>
    </w:p>
  </w:endnote>
  <w:endnote w:type="continuationSeparator" w:id="0">
    <w:p w14:paraId="3DCF24D4" w14:textId="77777777" w:rsidR="00712659" w:rsidRDefault="00712659" w:rsidP="002C4725">
      <w:pPr>
        <w:spacing w:after="0" w:line="240" w:lineRule="auto"/>
      </w:pPr>
      <w:r>
        <w:continuationSeparator/>
      </w:r>
    </w:p>
  </w:endnote>
  <w:endnote w:type="continuationNotice" w:id="1">
    <w:p w14:paraId="6CD478CB" w14:textId="77777777" w:rsidR="00712659" w:rsidRDefault="007126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9370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974EA" w14:textId="77777777" w:rsidR="00712659" w:rsidRDefault="00712659" w:rsidP="002C4725">
      <w:pPr>
        <w:spacing w:after="0" w:line="240" w:lineRule="auto"/>
      </w:pPr>
      <w:r>
        <w:separator/>
      </w:r>
    </w:p>
  </w:footnote>
  <w:footnote w:type="continuationSeparator" w:id="0">
    <w:p w14:paraId="41A0888D" w14:textId="77777777" w:rsidR="00712659" w:rsidRDefault="00712659" w:rsidP="002C4725">
      <w:pPr>
        <w:spacing w:after="0" w:line="240" w:lineRule="auto"/>
      </w:pPr>
      <w:r>
        <w:continuationSeparator/>
      </w:r>
    </w:p>
  </w:footnote>
  <w:footnote w:type="continuationNotice" w:id="1">
    <w:p w14:paraId="05D42636" w14:textId="77777777" w:rsidR="00712659" w:rsidRDefault="00712659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226234">
    <w:abstractNumId w:val="20"/>
  </w:num>
  <w:num w:numId="2" w16cid:durableId="1679653867">
    <w:abstractNumId w:val="6"/>
  </w:num>
  <w:num w:numId="3" w16cid:durableId="1072506060">
    <w:abstractNumId w:val="0"/>
  </w:num>
  <w:num w:numId="4" w16cid:durableId="2139763514">
    <w:abstractNumId w:val="15"/>
  </w:num>
  <w:num w:numId="5" w16cid:durableId="1698432952">
    <w:abstractNumId w:val="11"/>
  </w:num>
  <w:num w:numId="6" w16cid:durableId="1054354765">
    <w:abstractNumId w:val="11"/>
  </w:num>
  <w:num w:numId="7" w16cid:durableId="1135215859">
    <w:abstractNumId w:val="1"/>
  </w:num>
  <w:num w:numId="8" w16cid:durableId="795029403">
    <w:abstractNumId w:val="18"/>
  </w:num>
  <w:num w:numId="9" w16cid:durableId="602110962">
    <w:abstractNumId w:val="5"/>
  </w:num>
  <w:num w:numId="10" w16cid:durableId="971209784">
    <w:abstractNumId w:val="10"/>
  </w:num>
  <w:num w:numId="11" w16cid:durableId="1779987657">
    <w:abstractNumId w:val="9"/>
  </w:num>
  <w:num w:numId="12" w16cid:durableId="2057773162">
    <w:abstractNumId w:val="17"/>
  </w:num>
  <w:num w:numId="13" w16cid:durableId="548300249">
    <w:abstractNumId w:val="4"/>
  </w:num>
  <w:num w:numId="14" w16cid:durableId="372854793">
    <w:abstractNumId w:val="19"/>
  </w:num>
  <w:num w:numId="15" w16cid:durableId="1556548121">
    <w:abstractNumId w:val="3"/>
  </w:num>
  <w:num w:numId="16" w16cid:durableId="2036616140">
    <w:abstractNumId w:val="12"/>
  </w:num>
  <w:num w:numId="17" w16cid:durableId="1718965078">
    <w:abstractNumId w:val="13"/>
  </w:num>
  <w:num w:numId="18" w16cid:durableId="1637370177">
    <w:abstractNumId w:val="6"/>
  </w:num>
  <w:num w:numId="19" w16cid:durableId="1539001309">
    <w:abstractNumId w:val="20"/>
  </w:num>
  <w:num w:numId="20" w16cid:durableId="2036344237">
    <w:abstractNumId w:val="8"/>
  </w:num>
  <w:num w:numId="21" w16cid:durableId="1520585836">
    <w:abstractNumId w:val="2"/>
  </w:num>
  <w:num w:numId="22" w16cid:durableId="1302346719">
    <w:abstractNumId w:val="14"/>
  </w:num>
  <w:num w:numId="23" w16cid:durableId="286475755">
    <w:abstractNumId w:val="21"/>
  </w:num>
  <w:num w:numId="24" w16cid:durableId="883566185">
    <w:abstractNumId w:val="16"/>
  </w:num>
  <w:num w:numId="25" w16cid:durableId="794710913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/8M4qGHq2w6fOpDz/dBuhpFEtNLHrzWoHKvEkg1IdDjkbomzS16iuo4u2PhenhbXMjXyJ6BA395uoR0Ssw1sZA==" w:salt="HfEbeWwF3O7XVt2EU4hsQ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580C"/>
    <w:rsid w:val="000459FA"/>
    <w:rsid w:val="000578A6"/>
    <w:rsid w:val="00072135"/>
    <w:rsid w:val="0007484A"/>
    <w:rsid w:val="00082C5A"/>
    <w:rsid w:val="000A3A57"/>
    <w:rsid w:val="000B387B"/>
    <w:rsid w:val="000B42C0"/>
    <w:rsid w:val="000D388A"/>
    <w:rsid w:val="000D3E20"/>
    <w:rsid w:val="000F0789"/>
    <w:rsid w:val="00113F40"/>
    <w:rsid w:val="0011435A"/>
    <w:rsid w:val="00116CE0"/>
    <w:rsid w:val="00121449"/>
    <w:rsid w:val="00130843"/>
    <w:rsid w:val="00130A32"/>
    <w:rsid w:val="00150DC5"/>
    <w:rsid w:val="001522AE"/>
    <w:rsid w:val="0018712C"/>
    <w:rsid w:val="00195D10"/>
    <w:rsid w:val="001A3941"/>
    <w:rsid w:val="001A731F"/>
    <w:rsid w:val="001B1061"/>
    <w:rsid w:val="001D4142"/>
    <w:rsid w:val="001D487B"/>
    <w:rsid w:val="001E6C0F"/>
    <w:rsid w:val="001E7001"/>
    <w:rsid w:val="002063E8"/>
    <w:rsid w:val="0022176A"/>
    <w:rsid w:val="00222F5E"/>
    <w:rsid w:val="00235DED"/>
    <w:rsid w:val="00251965"/>
    <w:rsid w:val="00254286"/>
    <w:rsid w:val="0026013D"/>
    <w:rsid w:val="00263F13"/>
    <w:rsid w:val="00267824"/>
    <w:rsid w:val="002730CB"/>
    <w:rsid w:val="00273B04"/>
    <w:rsid w:val="00274960"/>
    <w:rsid w:val="00282D8B"/>
    <w:rsid w:val="002952CD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5299"/>
    <w:rsid w:val="003273EE"/>
    <w:rsid w:val="0033584C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946DE"/>
    <w:rsid w:val="004B0B9F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036"/>
    <w:rsid w:val="00560159"/>
    <w:rsid w:val="00564716"/>
    <w:rsid w:val="005648C4"/>
    <w:rsid w:val="00575FC5"/>
    <w:rsid w:val="00583EA5"/>
    <w:rsid w:val="00585F40"/>
    <w:rsid w:val="00593476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24861"/>
    <w:rsid w:val="00634F98"/>
    <w:rsid w:val="006365AF"/>
    <w:rsid w:val="0064050F"/>
    <w:rsid w:val="00644A46"/>
    <w:rsid w:val="00661D5D"/>
    <w:rsid w:val="00663261"/>
    <w:rsid w:val="00674F20"/>
    <w:rsid w:val="00683DEB"/>
    <w:rsid w:val="00686888"/>
    <w:rsid w:val="0069084B"/>
    <w:rsid w:val="00693704"/>
    <w:rsid w:val="00694C0A"/>
    <w:rsid w:val="006A51E9"/>
    <w:rsid w:val="006A6E77"/>
    <w:rsid w:val="006B099E"/>
    <w:rsid w:val="006C1405"/>
    <w:rsid w:val="006C64E7"/>
    <w:rsid w:val="006D3642"/>
    <w:rsid w:val="006E7292"/>
    <w:rsid w:val="006E78A0"/>
    <w:rsid w:val="007074B6"/>
    <w:rsid w:val="00712659"/>
    <w:rsid w:val="00713E0E"/>
    <w:rsid w:val="007168A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707F3"/>
    <w:rsid w:val="00870AC1"/>
    <w:rsid w:val="008B2B47"/>
    <w:rsid w:val="008B59BA"/>
    <w:rsid w:val="008C45B9"/>
    <w:rsid w:val="008E02EC"/>
    <w:rsid w:val="008F3E3E"/>
    <w:rsid w:val="008F412B"/>
    <w:rsid w:val="00916CF5"/>
    <w:rsid w:val="00917068"/>
    <w:rsid w:val="00941F9B"/>
    <w:rsid w:val="009435F7"/>
    <w:rsid w:val="0095372A"/>
    <w:rsid w:val="009974C4"/>
    <w:rsid w:val="009A240C"/>
    <w:rsid w:val="009A5C04"/>
    <w:rsid w:val="009B306B"/>
    <w:rsid w:val="009B67B4"/>
    <w:rsid w:val="009B74ED"/>
    <w:rsid w:val="009B7883"/>
    <w:rsid w:val="009C6D30"/>
    <w:rsid w:val="009D06FD"/>
    <w:rsid w:val="009D588D"/>
    <w:rsid w:val="009F317C"/>
    <w:rsid w:val="00A024BA"/>
    <w:rsid w:val="00A14B76"/>
    <w:rsid w:val="00A22917"/>
    <w:rsid w:val="00A34E99"/>
    <w:rsid w:val="00A46D98"/>
    <w:rsid w:val="00A47F3D"/>
    <w:rsid w:val="00A50942"/>
    <w:rsid w:val="00A5724A"/>
    <w:rsid w:val="00A653CA"/>
    <w:rsid w:val="00A84C10"/>
    <w:rsid w:val="00A87536"/>
    <w:rsid w:val="00A87709"/>
    <w:rsid w:val="00AB0A12"/>
    <w:rsid w:val="00AC1E1A"/>
    <w:rsid w:val="00AE3343"/>
    <w:rsid w:val="00AF25BE"/>
    <w:rsid w:val="00AF4FAD"/>
    <w:rsid w:val="00AF6C7A"/>
    <w:rsid w:val="00B067DF"/>
    <w:rsid w:val="00B1309C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A76D3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83878"/>
    <w:rsid w:val="00D94412"/>
    <w:rsid w:val="00D9706D"/>
    <w:rsid w:val="00DA2467"/>
    <w:rsid w:val="00DB0C43"/>
    <w:rsid w:val="00DB17FF"/>
    <w:rsid w:val="00DC1B35"/>
    <w:rsid w:val="00DD01E9"/>
    <w:rsid w:val="00DD579E"/>
    <w:rsid w:val="00DF325E"/>
    <w:rsid w:val="00DF3C7E"/>
    <w:rsid w:val="00E108F5"/>
    <w:rsid w:val="00E54BD7"/>
    <w:rsid w:val="00E62061"/>
    <w:rsid w:val="00E63C6E"/>
    <w:rsid w:val="00E65E02"/>
    <w:rsid w:val="00E85CEE"/>
    <w:rsid w:val="00E91B1C"/>
    <w:rsid w:val="00E93503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1527D"/>
    <w:rsid w:val="00F203D1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B02BC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53D4D"/>
    <w:rsid w:val="0006784A"/>
    <w:rsid w:val="000751A8"/>
    <w:rsid w:val="00113F40"/>
    <w:rsid w:val="001A151B"/>
    <w:rsid w:val="001A2A99"/>
    <w:rsid w:val="001D3515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597B07"/>
    <w:rsid w:val="0075761E"/>
    <w:rsid w:val="00766914"/>
    <w:rsid w:val="007A510B"/>
    <w:rsid w:val="007C57A9"/>
    <w:rsid w:val="008F2DDF"/>
    <w:rsid w:val="00AF599D"/>
    <w:rsid w:val="00B22A41"/>
    <w:rsid w:val="00BE5D01"/>
    <w:rsid w:val="00C2569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2.xml><?xml version="1.0" encoding="utf-8"?>
<ds:datastoreItem xmlns:ds="http://schemas.openxmlformats.org/officeDocument/2006/customXml" ds:itemID="{173004C8-7517-4707-BB0D-82B4E1D695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8</TotalTime>
  <Pages>5</Pages>
  <Words>1381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9</cp:revision>
  <cp:lastPrinted>2019-12-09T09:19:00Z</cp:lastPrinted>
  <dcterms:created xsi:type="dcterms:W3CDTF">2022-06-30T10:32:00Z</dcterms:created>
  <dcterms:modified xsi:type="dcterms:W3CDTF">2022-08-30T06:24:00Z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